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5AC6C8F6" w14:textId="77777777" w:rsidR="00802CE7" w:rsidRPr="00F7188E" w:rsidRDefault="00802CE7" w:rsidP="00CD3F76">
      <w:pPr>
        <w:spacing w:line="264" w:lineRule="auto"/>
        <w:jc w:val="both"/>
        <w:rPr>
          <w:rFonts w:ascii="Segoe UI" w:hAnsi="Segoe UI" w:cs="Segoe UI"/>
          <w:b/>
        </w:rPr>
      </w:pPr>
    </w:p>
    <w:p w14:paraId="36B5E351" w14:textId="14173E89" w:rsidR="00802CE7" w:rsidRPr="00F7188E" w:rsidRDefault="00802CE7" w:rsidP="00CD3F76">
      <w:pPr>
        <w:spacing w:line="264" w:lineRule="auto"/>
        <w:jc w:val="both"/>
        <w:rPr>
          <w:rFonts w:ascii="Segoe UI" w:hAnsi="Segoe UI" w:cs="Segoe UI"/>
          <w:b/>
        </w:rPr>
      </w:pPr>
      <w:r w:rsidRPr="00F7188E">
        <w:rPr>
          <w:rFonts w:ascii="Segoe UI" w:hAnsi="Segoe UI" w:cs="Segoe UI"/>
          <w:b/>
        </w:rPr>
        <w:t>ČESTNÉ PROHLÁŠENÍ K VYLOUČENÍ STŘETU ZÁJMŮ</w:t>
      </w:r>
    </w:p>
    <w:p w14:paraId="7ADE6CC5" w14:textId="77777777" w:rsidR="00802CE7" w:rsidRPr="00F7188E" w:rsidRDefault="00802CE7" w:rsidP="00CD3F76">
      <w:pPr>
        <w:pBdr>
          <w:bottom w:val="single" w:sz="8" w:space="1" w:color="73767D"/>
        </w:pBdr>
        <w:spacing w:before="240" w:after="60" w:line="264" w:lineRule="auto"/>
        <w:jc w:val="both"/>
        <w:rPr>
          <w:rFonts w:ascii="Segoe UI" w:eastAsia="Calibri" w:hAnsi="Segoe UI" w:cs="Segoe UI"/>
          <w:b/>
        </w:rPr>
      </w:pPr>
      <w:r w:rsidRPr="00F7188E">
        <w:rPr>
          <w:rFonts w:ascii="Segoe UI" w:eastAsia="Calibri" w:hAnsi="Segoe UI" w:cs="Segoe UI"/>
          <w:b/>
        </w:rPr>
        <w:t>Název zakázky / veřejné zakázky:</w:t>
      </w:r>
    </w:p>
    <w:p w14:paraId="7C4C7AA3" w14:textId="77777777" w:rsidR="00470860" w:rsidRPr="004916F8" w:rsidRDefault="00470860" w:rsidP="00470860">
      <w:pPr>
        <w:pStyle w:val="Podtitul"/>
        <w:spacing w:line="264" w:lineRule="auto"/>
        <w:jc w:val="both"/>
        <w:rPr>
          <w:rFonts w:cs="Segoe UI"/>
          <w:b w:val="0"/>
          <w:i/>
          <w:iCs/>
          <w:szCs w:val="20"/>
        </w:rPr>
      </w:pPr>
      <w:r w:rsidRPr="006F22DC">
        <w:rPr>
          <w:b w:val="0"/>
        </w:rPr>
        <w:t>Třídění biood</w:t>
      </w:r>
      <w:r>
        <w:rPr>
          <w:b w:val="0"/>
        </w:rPr>
        <w:t>padu a prevence vzniku odpadů v </w:t>
      </w:r>
      <w:r w:rsidRPr="006F22DC">
        <w:rPr>
          <w:b w:val="0"/>
        </w:rPr>
        <w:t>Uherském Brodě, II</w:t>
      </w:r>
      <w:r>
        <w:rPr>
          <w:b w:val="0"/>
        </w:rPr>
        <w:t>I</w:t>
      </w:r>
      <w:r w:rsidRPr="006F22DC">
        <w:rPr>
          <w:b w:val="0"/>
        </w:rPr>
        <w:t>. etapa - kompostéry</w:t>
      </w:r>
    </w:p>
    <w:p w14:paraId="1D09C3FD" w14:textId="77777777" w:rsidR="00470860" w:rsidRDefault="00470860" w:rsidP="00CD3F76">
      <w:pPr>
        <w:pBdr>
          <w:bottom w:val="single" w:sz="8" w:space="1" w:color="73767D"/>
        </w:pBdr>
        <w:spacing w:after="60" w:line="264" w:lineRule="auto"/>
        <w:jc w:val="both"/>
        <w:rPr>
          <w:rFonts w:ascii="Segoe UI" w:eastAsia="Calibri" w:hAnsi="Segoe UI" w:cs="Segoe UI"/>
          <w:b/>
        </w:rPr>
      </w:pPr>
    </w:p>
    <w:p w14:paraId="098EAD5A" w14:textId="77777777" w:rsidR="00802CE7" w:rsidRPr="00F7188E" w:rsidRDefault="00802CE7" w:rsidP="00CD3F76">
      <w:pPr>
        <w:pBdr>
          <w:bottom w:val="single" w:sz="8" w:space="1" w:color="73767D"/>
        </w:pBdr>
        <w:spacing w:after="60" w:line="264" w:lineRule="auto"/>
        <w:jc w:val="both"/>
        <w:rPr>
          <w:rFonts w:ascii="Segoe UI" w:eastAsia="Calibri" w:hAnsi="Segoe UI" w:cs="Segoe UI"/>
          <w:b/>
        </w:rPr>
      </w:pPr>
      <w:bookmarkStart w:id="0" w:name="_GoBack"/>
      <w:bookmarkEnd w:id="0"/>
      <w:r w:rsidRPr="00F7188E">
        <w:rPr>
          <w:rFonts w:ascii="Segoe UI" w:eastAsia="Calibri" w:hAnsi="Segoe UI" w:cs="Segoe UI"/>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802CE7" w:rsidRPr="00F7188E" w14:paraId="038E05B9" w14:textId="77777777" w:rsidTr="00695AC8">
        <w:trPr>
          <w:trHeight w:val="353"/>
        </w:trPr>
        <w:tc>
          <w:tcPr>
            <w:tcW w:w="4003" w:type="dxa"/>
            <w:vAlign w:val="center"/>
          </w:tcPr>
          <w:p w14:paraId="419D0C65" w14:textId="77777777" w:rsidR="00802CE7" w:rsidRPr="00F7188E" w:rsidRDefault="00802CE7" w:rsidP="00CD3F76">
            <w:pPr>
              <w:spacing w:line="264" w:lineRule="auto"/>
              <w:ind w:left="-108"/>
              <w:jc w:val="both"/>
              <w:rPr>
                <w:rFonts w:ascii="Segoe UI" w:eastAsia="Calibri" w:hAnsi="Segoe UI" w:cs="Segoe UI"/>
              </w:rPr>
            </w:pPr>
            <w:r w:rsidRPr="00F7188E">
              <w:rPr>
                <w:rFonts w:ascii="Segoe UI" w:eastAsia="Calibri" w:hAnsi="Segoe UI" w:cs="Segoe UI"/>
              </w:rPr>
              <w:t>Obchodní firma / název / jméno a příjmení:</w:t>
            </w:r>
          </w:p>
        </w:tc>
        <w:tc>
          <w:tcPr>
            <w:tcW w:w="5271" w:type="dxa"/>
          </w:tcPr>
          <w:p w14:paraId="40F14918" w14:textId="77777777" w:rsidR="00802CE7" w:rsidRPr="00F7188E" w:rsidRDefault="00802CE7" w:rsidP="00CD3F76">
            <w:pPr>
              <w:spacing w:line="264" w:lineRule="auto"/>
              <w:jc w:val="both"/>
              <w:rPr>
                <w:rFonts w:ascii="Segoe UI" w:eastAsia="Calibri" w:hAnsi="Segoe UI" w:cs="Segoe UI"/>
              </w:rPr>
            </w:pPr>
            <w:r w:rsidRPr="00F7188E">
              <w:rPr>
                <w:rFonts w:ascii="Segoe UI" w:hAnsi="Segoe UI" w:cs="Segoe UI"/>
                <w:highlight w:val="lightGray"/>
              </w:rPr>
              <w:t>[VYPLNÍ DODAVATEL]</w:t>
            </w:r>
          </w:p>
        </w:tc>
      </w:tr>
      <w:tr w:rsidR="00802CE7" w:rsidRPr="00F7188E" w14:paraId="7F8EFFDD" w14:textId="77777777" w:rsidTr="00695AC8">
        <w:trPr>
          <w:trHeight w:val="353"/>
        </w:trPr>
        <w:tc>
          <w:tcPr>
            <w:tcW w:w="4003" w:type="dxa"/>
            <w:vAlign w:val="center"/>
          </w:tcPr>
          <w:p w14:paraId="7A7E422D" w14:textId="77777777" w:rsidR="00802CE7" w:rsidRPr="00F7188E" w:rsidRDefault="00802CE7" w:rsidP="00CD3F76">
            <w:pPr>
              <w:spacing w:line="264" w:lineRule="auto"/>
              <w:ind w:left="-108"/>
              <w:jc w:val="both"/>
              <w:rPr>
                <w:rFonts w:ascii="Segoe UI" w:eastAsia="Calibri" w:hAnsi="Segoe UI" w:cs="Segoe UI"/>
              </w:rPr>
            </w:pPr>
            <w:r w:rsidRPr="00F7188E">
              <w:rPr>
                <w:rFonts w:ascii="Segoe UI" w:eastAsia="Calibri" w:hAnsi="Segoe UI" w:cs="Segoe UI"/>
              </w:rPr>
              <w:t>IČO:</w:t>
            </w:r>
          </w:p>
        </w:tc>
        <w:tc>
          <w:tcPr>
            <w:tcW w:w="5271" w:type="dxa"/>
          </w:tcPr>
          <w:p w14:paraId="58BDAC7C" w14:textId="77777777" w:rsidR="00802CE7" w:rsidRPr="00F7188E" w:rsidRDefault="00802CE7" w:rsidP="00CD3F76">
            <w:pPr>
              <w:spacing w:line="264" w:lineRule="auto"/>
              <w:jc w:val="both"/>
              <w:rPr>
                <w:rFonts w:ascii="Segoe UI" w:eastAsia="Calibri" w:hAnsi="Segoe UI" w:cs="Segoe UI"/>
              </w:rPr>
            </w:pPr>
            <w:r w:rsidRPr="00F7188E">
              <w:rPr>
                <w:rFonts w:ascii="Segoe UI" w:hAnsi="Segoe UI" w:cs="Segoe UI"/>
                <w:highlight w:val="lightGray"/>
              </w:rPr>
              <w:t>[VYPLNÍ DODAVATEL]</w:t>
            </w:r>
          </w:p>
        </w:tc>
      </w:tr>
    </w:tbl>
    <w:p w14:paraId="2BFAB3ED" w14:textId="77777777" w:rsidR="00802CE7" w:rsidRPr="00F7188E" w:rsidRDefault="00802CE7" w:rsidP="00CD3F76">
      <w:pPr>
        <w:spacing w:before="120" w:after="120" w:line="264" w:lineRule="auto"/>
        <w:jc w:val="both"/>
        <w:rPr>
          <w:rFonts w:ascii="Segoe UI" w:hAnsi="Segoe UI" w:cs="Segoe UI"/>
        </w:rPr>
      </w:pPr>
      <w:r w:rsidRPr="00F7188E">
        <w:rPr>
          <w:rFonts w:ascii="Segoe UI" w:hAnsi="Segoe UI" w:cs="Segoe UI"/>
        </w:rPr>
        <w:t xml:space="preserve">Dodavatel tímto v souladu se zadávacími podmínkami k výše uvedené zakázce / veřejné zakázce 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802CE7" w:rsidRPr="00F7188E" w14:paraId="68E5EB5D" w14:textId="77777777" w:rsidTr="00695AC8">
        <w:tc>
          <w:tcPr>
            <w:tcW w:w="3024" w:type="dxa"/>
            <w:vAlign w:val="center"/>
          </w:tcPr>
          <w:p w14:paraId="4BD561A4" w14:textId="77777777" w:rsidR="00802CE7" w:rsidRPr="00F7188E" w:rsidRDefault="00802CE7" w:rsidP="00CD3F76">
            <w:pPr>
              <w:spacing w:after="120" w:line="264" w:lineRule="auto"/>
              <w:jc w:val="both"/>
              <w:rPr>
                <w:rFonts w:ascii="Segoe UI" w:hAnsi="Segoe UI" w:cs="Segoe UI"/>
                <w:b/>
              </w:rPr>
            </w:pPr>
            <w:r w:rsidRPr="00F7188E">
              <w:rPr>
                <w:rFonts w:ascii="Segoe UI" w:hAnsi="Segoe UI" w:cs="Segoe UI"/>
                <w:b/>
              </w:rPr>
              <w:t>Jméno</w:t>
            </w:r>
          </w:p>
        </w:tc>
        <w:tc>
          <w:tcPr>
            <w:tcW w:w="3024" w:type="dxa"/>
            <w:vAlign w:val="center"/>
          </w:tcPr>
          <w:p w14:paraId="540FA28C" w14:textId="77777777" w:rsidR="00802CE7" w:rsidRPr="00F7188E" w:rsidRDefault="00802CE7" w:rsidP="00CD3F76">
            <w:pPr>
              <w:spacing w:after="120" w:line="264" w:lineRule="auto"/>
              <w:jc w:val="both"/>
              <w:rPr>
                <w:rFonts w:ascii="Segoe UI" w:hAnsi="Segoe UI" w:cs="Segoe UI"/>
                <w:b/>
              </w:rPr>
            </w:pPr>
            <w:r w:rsidRPr="00F7188E">
              <w:rPr>
                <w:rFonts w:ascii="Segoe UI" w:hAnsi="Segoe UI" w:cs="Segoe UI"/>
                <w:b/>
              </w:rPr>
              <w:t>Příjmení</w:t>
            </w:r>
          </w:p>
        </w:tc>
        <w:tc>
          <w:tcPr>
            <w:tcW w:w="3024" w:type="dxa"/>
            <w:vAlign w:val="center"/>
          </w:tcPr>
          <w:p w14:paraId="76DBCA1E" w14:textId="77777777" w:rsidR="00802CE7" w:rsidRPr="00F7188E" w:rsidRDefault="00802CE7" w:rsidP="00CD3F76">
            <w:pPr>
              <w:spacing w:after="120" w:line="264" w:lineRule="auto"/>
              <w:jc w:val="both"/>
              <w:rPr>
                <w:rFonts w:ascii="Segoe UI" w:hAnsi="Segoe UI" w:cs="Segoe UI"/>
                <w:b/>
              </w:rPr>
            </w:pPr>
            <w:r w:rsidRPr="00F7188E">
              <w:rPr>
                <w:rFonts w:ascii="Segoe UI" w:hAnsi="Segoe UI" w:cs="Segoe UI"/>
                <w:b/>
              </w:rPr>
              <w:t>Datum narození</w:t>
            </w:r>
          </w:p>
        </w:tc>
      </w:tr>
      <w:tr w:rsidR="00802CE7" w:rsidRPr="00F7188E" w14:paraId="6DE5CC79" w14:textId="77777777" w:rsidTr="00695AC8">
        <w:tc>
          <w:tcPr>
            <w:tcW w:w="3024" w:type="dxa"/>
          </w:tcPr>
          <w:p w14:paraId="57834266" w14:textId="77777777" w:rsidR="00802CE7" w:rsidRPr="00F7188E" w:rsidRDefault="00802CE7" w:rsidP="00CD3F76">
            <w:pPr>
              <w:spacing w:after="120" w:line="264" w:lineRule="auto"/>
              <w:jc w:val="both"/>
              <w:rPr>
                <w:rFonts w:ascii="Segoe UI" w:hAnsi="Segoe UI" w:cs="Segoe UI"/>
                <w:highlight w:val="lightGray"/>
              </w:rPr>
            </w:pPr>
            <w:r w:rsidRPr="00F7188E">
              <w:rPr>
                <w:rFonts w:ascii="Segoe UI" w:hAnsi="Segoe UI" w:cs="Segoe UI"/>
                <w:highlight w:val="lightGray"/>
              </w:rPr>
              <w:t>[VYPLNÍ DODAVATEL]</w:t>
            </w:r>
          </w:p>
        </w:tc>
        <w:tc>
          <w:tcPr>
            <w:tcW w:w="3024" w:type="dxa"/>
          </w:tcPr>
          <w:p w14:paraId="6197274F" w14:textId="77777777" w:rsidR="00802CE7" w:rsidRPr="00F7188E" w:rsidRDefault="00802CE7" w:rsidP="00CD3F76">
            <w:pPr>
              <w:spacing w:after="120" w:line="264" w:lineRule="auto"/>
              <w:jc w:val="both"/>
              <w:rPr>
                <w:rFonts w:ascii="Segoe UI" w:hAnsi="Segoe UI" w:cs="Segoe UI"/>
                <w:highlight w:val="lightGray"/>
              </w:rPr>
            </w:pPr>
            <w:r w:rsidRPr="00F7188E">
              <w:rPr>
                <w:rFonts w:ascii="Segoe UI" w:hAnsi="Segoe UI" w:cs="Segoe UI"/>
                <w:highlight w:val="lightGray"/>
              </w:rPr>
              <w:t>[VYPLNÍ DODAVATEL]</w:t>
            </w:r>
          </w:p>
        </w:tc>
        <w:tc>
          <w:tcPr>
            <w:tcW w:w="3024" w:type="dxa"/>
          </w:tcPr>
          <w:p w14:paraId="7ECBDCE2" w14:textId="77777777" w:rsidR="00802CE7" w:rsidRPr="00F7188E" w:rsidRDefault="00802CE7" w:rsidP="00CD3F76">
            <w:pPr>
              <w:spacing w:after="120" w:line="264" w:lineRule="auto"/>
              <w:jc w:val="both"/>
              <w:rPr>
                <w:rFonts w:ascii="Segoe UI" w:hAnsi="Segoe UI" w:cs="Segoe UI"/>
                <w:highlight w:val="lightGray"/>
              </w:rPr>
            </w:pPr>
            <w:r w:rsidRPr="00F7188E">
              <w:rPr>
                <w:rFonts w:ascii="Segoe UI" w:hAnsi="Segoe UI" w:cs="Segoe UI"/>
                <w:highlight w:val="lightGray"/>
              </w:rPr>
              <w:t>[VYPLNÍ DODAVATEL]</w:t>
            </w:r>
          </w:p>
        </w:tc>
      </w:tr>
      <w:tr w:rsidR="00802CE7" w:rsidRPr="00F7188E" w14:paraId="3C92A9F8" w14:textId="77777777" w:rsidTr="00695AC8">
        <w:tc>
          <w:tcPr>
            <w:tcW w:w="3024" w:type="dxa"/>
          </w:tcPr>
          <w:p w14:paraId="23E24042" w14:textId="77777777" w:rsidR="00802CE7" w:rsidRPr="00F7188E" w:rsidRDefault="00802CE7" w:rsidP="00CD3F76">
            <w:pPr>
              <w:spacing w:after="120" w:line="264" w:lineRule="auto"/>
              <w:jc w:val="both"/>
              <w:rPr>
                <w:rFonts w:ascii="Segoe UI" w:hAnsi="Segoe UI" w:cs="Segoe UI"/>
                <w:highlight w:val="lightGray"/>
              </w:rPr>
            </w:pPr>
            <w:r w:rsidRPr="00F7188E">
              <w:rPr>
                <w:rFonts w:ascii="Segoe UI" w:hAnsi="Segoe UI" w:cs="Segoe UI"/>
                <w:highlight w:val="lightGray"/>
              </w:rPr>
              <w:t>[VYPLNÍ DODAVATEL]</w:t>
            </w:r>
          </w:p>
        </w:tc>
        <w:tc>
          <w:tcPr>
            <w:tcW w:w="3024" w:type="dxa"/>
          </w:tcPr>
          <w:p w14:paraId="39C7F905" w14:textId="77777777" w:rsidR="00802CE7" w:rsidRPr="00F7188E" w:rsidRDefault="00802CE7" w:rsidP="00CD3F76">
            <w:pPr>
              <w:spacing w:after="120" w:line="264" w:lineRule="auto"/>
              <w:jc w:val="both"/>
              <w:rPr>
                <w:rFonts w:ascii="Segoe UI" w:hAnsi="Segoe UI" w:cs="Segoe UI"/>
                <w:highlight w:val="lightGray"/>
              </w:rPr>
            </w:pPr>
            <w:r w:rsidRPr="00F7188E">
              <w:rPr>
                <w:rFonts w:ascii="Segoe UI" w:hAnsi="Segoe UI" w:cs="Segoe UI"/>
                <w:highlight w:val="lightGray"/>
              </w:rPr>
              <w:t>[VYPLNÍ DODAVATEL]</w:t>
            </w:r>
          </w:p>
        </w:tc>
        <w:tc>
          <w:tcPr>
            <w:tcW w:w="3024" w:type="dxa"/>
          </w:tcPr>
          <w:p w14:paraId="47A914E0" w14:textId="77777777" w:rsidR="00802CE7" w:rsidRPr="00F7188E" w:rsidRDefault="00802CE7" w:rsidP="00CD3F76">
            <w:pPr>
              <w:spacing w:after="120" w:line="264" w:lineRule="auto"/>
              <w:jc w:val="both"/>
              <w:rPr>
                <w:rFonts w:ascii="Segoe UI" w:hAnsi="Segoe UI" w:cs="Segoe UI"/>
                <w:highlight w:val="lightGray"/>
              </w:rPr>
            </w:pPr>
            <w:r w:rsidRPr="00F7188E">
              <w:rPr>
                <w:rFonts w:ascii="Segoe UI" w:hAnsi="Segoe UI" w:cs="Segoe UI"/>
                <w:highlight w:val="lightGray"/>
              </w:rPr>
              <w:t>[VYPLNÍ DODAVATEL]</w:t>
            </w:r>
          </w:p>
        </w:tc>
      </w:tr>
    </w:tbl>
    <w:p w14:paraId="618F6BB4" w14:textId="77777777" w:rsidR="00802CE7" w:rsidRPr="00F7188E" w:rsidRDefault="00802CE7" w:rsidP="00CD3F76">
      <w:pPr>
        <w:spacing w:before="240" w:after="240" w:line="264" w:lineRule="auto"/>
        <w:jc w:val="both"/>
        <w:rPr>
          <w:rFonts w:ascii="Segoe UI" w:eastAsia="Calibri" w:hAnsi="Segoe UI" w:cs="Segoe UI"/>
        </w:rPr>
      </w:pPr>
      <w:r w:rsidRPr="00F7188E">
        <w:rPr>
          <w:rFonts w:ascii="Segoe UI" w:eastAsia="Calibri" w:hAnsi="Segoe UI" w:cs="Segoe UI"/>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802CE7" w:rsidRPr="00F7188E" w14:paraId="6C404378" w14:textId="77777777" w:rsidTr="00695AC8">
        <w:tc>
          <w:tcPr>
            <w:tcW w:w="3024" w:type="dxa"/>
            <w:vAlign w:val="center"/>
          </w:tcPr>
          <w:p w14:paraId="5623C5B6" w14:textId="77777777" w:rsidR="00802CE7" w:rsidRPr="00F7188E" w:rsidRDefault="00802CE7" w:rsidP="00CD3F76">
            <w:pPr>
              <w:spacing w:after="120" w:line="264" w:lineRule="auto"/>
              <w:jc w:val="both"/>
              <w:rPr>
                <w:rFonts w:ascii="Segoe UI" w:eastAsia="Times New Roman" w:hAnsi="Segoe UI" w:cs="Segoe UI"/>
                <w:b/>
                <w:sz w:val="20"/>
                <w:szCs w:val="20"/>
                <w:lang w:eastAsia="cs-CZ"/>
              </w:rPr>
            </w:pPr>
            <w:r w:rsidRPr="00F7188E">
              <w:rPr>
                <w:rFonts w:ascii="Segoe UI" w:eastAsia="Times New Roman" w:hAnsi="Segoe UI" w:cs="Segoe UI"/>
                <w:b/>
                <w:sz w:val="20"/>
                <w:szCs w:val="20"/>
                <w:lang w:eastAsia="cs-CZ"/>
              </w:rPr>
              <w:t>Jméno</w:t>
            </w:r>
          </w:p>
        </w:tc>
        <w:tc>
          <w:tcPr>
            <w:tcW w:w="3024" w:type="dxa"/>
            <w:vAlign w:val="center"/>
          </w:tcPr>
          <w:p w14:paraId="3564B17B" w14:textId="77777777" w:rsidR="00802CE7" w:rsidRPr="00F7188E" w:rsidRDefault="00802CE7" w:rsidP="00CD3F76">
            <w:pPr>
              <w:spacing w:after="120" w:line="264" w:lineRule="auto"/>
              <w:jc w:val="both"/>
              <w:rPr>
                <w:rFonts w:ascii="Segoe UI" w:eastAsia="Times New Roman" w:hAnsi="Segoe UI" w:cs="Segoe UI"/>
                <w:b/>
                <w:sz w:val="20"/>
                <w:szCs w:val="20"/>
                <w:lang w:eastAsia="cs-CZ"/>
              </w:rPr>
            </w:pPr>
            <w:r w:rsidRPr="00F7188E">
              <w:rPr>
                <w:rFonts w:ascii="Segoe UI" w:eastAsia="Times New Roman" w:hAnsi="Segoe UI" w:cs="Segoe UI"/>
                <w:b/>
                <w:sz w:val="20"/>
                <w:szCs w:val="20"/>
                <w:lang w:eastAsia="cs-CZ"/>
              </w:rPr>
              <w:t>Příjmení</w:t>
            </w:r>
          </w:p>
        </w:tc>
        <w:tc>
          <w:tcPr>
            <w:tcW w:w="3024" w:type="dxa"/>
            <w:vAlign w:val="center"/>
          </w:tcPr>
          <w:p w14:paraId="72F997C5" w14:textId="77777777" w:rsidR="00802CE7" w:rsidRPr="00F7188E" w:rsidRDefault="00802CE7" w:rsidP="00CD3F76">
            <w:pPr>
              <w:spacing w:after="120" w:line="264" w:lineRule="auto"/>
              <w:jc w:val="both"/>
              <w:rPr>
                <w:rFonts w:ascii="Segoe UI" w:eastAsia="Times New Roman" w:hAnsi="Segoe UI" w:cs="Segoe UI"/>
                <w:b/>
                <w:sz w:val="20"/>
                <w:szCs w:val="20"/>
                <w:lang w:eastAsia="cs-CZ"/>
              </w:rPr>
            </w:pPr>
            <w:r w:rsidRPr="00F7188E">
              <w:rPr>
                <w:rFonts w:ascii="Segoe UI" w:eastAsia="Times New Roman" w:hAnsi="Segoe UI" w:cs="Segoe UI"/>
                <w:b/>
                <w:sz w:val="20"/>
                <w:szCs w:val="20"/>
                <w:lang w:eastAsia="cs-CZ"/>
              </w:rPr>
              <w:t>Datum narození</w:t>
            </w:r>
          </w:p>
        </w:tc>
      </w:tr>
      <w:tr w:rsidR="00802CE7" w:rsidRPr="00F7188E" w14:paraId="2992EB17" w14:textId="77777777" w:rsidTr="00695AC8">
        <w:tc>
          <w:tcPr>
            <w:tcW w:w="3024" w:type="dxa"/>
          </w:tcPr>
          <w:p w14:paraId="786949CD" w14:textId="77777777" w:rsidR="00802CE7" w:rsidRPr="00F7188E" w:rsidRDefault="00802CE7" w:rsidP="00CD3F76">
            <w:pPr>
              <w:spacing w:after="120" w:line="264" w:lineRule="auto"/>
              <w:jc w:val="both"/>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tcPr>
          <w:p w14:paraId="7A413D5F" w14:textId="77777777" w:rsidR="00802CE7" w:rsidRPr="00F7188E" w:rsidRDefault="00802CE7" w:rsidP="00CD3F76">
            <w:pPr>
              <w:spacing w:after="120" w:line="264" w:lineRule="auto"/>
              <w:jc w:val="both"/>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tcPr>
          <w:p w14:paraId="33DC681D" w14:textId="77777777" w:rsidR="00802CE7" w:rsidRPr="00F7188E" w:rsidRDefault="00802CE7" w:rsidP="00CD3F76">
            <w:pPr>
              <w:spacing w:after="120" w:line="264" w:lineRule="auto"/>
              <w:jc w:val="both"/>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r>
      <w:tr w:rsidR="00802CE7" w:rsidRPr="00F7188E" w14:paraId="67E3B7CC" w14:textId="77777777" w:rsidTr="00695AC8">
        <w:tc>
          <w:tcPr>
            <w:tcW w:w="3024" w:type="dxa"/>
          </w:tcPr>
          <w:p w14:paraId="0451A0EF" w14:textId="77777777" w:rsidR="00802CE7" w:rsidRPr="00F7188E" w:rsidRDefault="00802CE7" w:rsidP="00CD3F76">
            <w:pPr>
              <w:spacing w:after="120" w:line="264" w:lineRule="auto"/>
              <w:jc w:val="both"/>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tcPr>
          <w:p w14:paraId="4A97A08E" w14:textId="77777777" w:rsidR="00802CE7" w:rsidRPr="00F7188E" w:rsidRDefault="00802CE7" w:rsidP="00CD3F76">
            <w:pPr>
              <w:spacing w:after="120" w:line="264" w:lineRule="auto"/>
              <w:jc w:val="both"/>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tcPr>
          <w:p w14:paraId="35F7361D" w14:textId="77777777" w:rsidR="00802CE7" w:rsidRPr="00F7188E" w:rsidRDefault="00802CE7" w:rsidP="00CD3F76">
            <w:pPr>
              <w:spacing w:after="120" w:line="264" w:lineRule="auto"/>
              <w:jc w:val="both"/>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r>
    </w:tbl>
    <w:p w14:paraId="260EEEF8" w14:textId="77777777" w:rsidR="00802CE7" w:rsidRPr="00F7188E" w:rsidRDefault="00802CE7" w:rsidP="00CD3F76">
      <w:pPr>
        <w:spacing w:after="120" w:line="264" w:lineRule="auto"/>
        <w:jc w:val="both"/>
        <w:rPr>
          <w:rFonts w:ascii="Segoe UI" w:hAnsi="Segoe UI" w:cs="Segoe UI"/>
        </w:rPr>
      </w:pPr>
      <w:r w:rsidRPr="00F7188E">
        <w:rPr>
          <w:rFonts w:ascii="Segoe UI" w:eastAsia="Calibri" w:hAnsi="Segoe UI" w:cs="Segoe UI"/>
        </w:rPr>
        <w:t xml:space="preserve">* </w:t>
      </w:r>
      <w:r w:rsidRPr="00F7188E">
        <w:rPr>
          <w:rFonts w:ascii="Segoe UI" w:eastAsia="Calibri" w:hAnsi="Segoe UI" w:cs="Segoe UI"/>
          <w:i/>
        </w:rPr>
        <w:t>Pokud taková osoba (osoby) neexistuje, dodavatel ponechá tabulku (tabulky) nevyplněnou, příp. ji proškrtne.</w:t>
      </w:r>
    </w:p>
    <w:p w14:paraId="25F25C1D" w14:textId="77777777" w:rsidR="00802CE7" w:rsidRPr="00F7188E" w:rsidRDefault="00802CE7" w:rsidP="00CD3F76">
      <w:pPr>
        <w:spacing w:before="240" w:after="120" w:line="264" w:lineRule="auto"/>
        <w:jc w:val="both"/>
        <w:rPr>
          <w:rFonts w:ascii="Segoe UI" w:hAnsi="Segoe UI" w:cs="Segoe UI"/>
        </w:rPr>
      </w:pPr>
      <w:r w:rsidRPr="00F7188E">
        <w:rPr>
          <w:rFonts w:ascii="Segoe UI" w:hAnsi="Segoe UI" w:cs="Segoe UI"/>
        </w:rPr>
        <w:t>Dodavatel tímto v souladu s </w:t>
      </w:r>
      <w:proofErr w:type="spellStart"/>
      <w:r w:rsidRPr="00F7188E">
        <w:rPr>
          <w:rFonts w:ascii="Segoe UI" w:hAnsi="Segoe UI" w:cs="Segoe UI"/>
        </w:rPr>
        <w:t>ust</w:t>
      </w:r>
      <w:proofErr w:type="spellEnd"/>
      <w:r w:rsidRPr="00F7188E">
        <w:rPr>
          <w:rFonts w:ascii="Segoe UI" w:hAnsi="Segoe UI" w:cs="Segoe UI"/>
        </w:rPr>
        <w:t>. § 4b zákona č. 159/2006 Sb., o střetu zájmů, ve znění pozdějších předpisů (dále jen „zákon o střetu zájmů“) čestně prohlašuje, že není obchodní společností, ve které veřejný funkcionář uvedený v § 2 odst. 1 písm. c) zákona o střetu zájmů</w:t>
      </w:r>
      <w:r w:rsidRPr="00F7188E">
        <w:rPr>
          <w:rStyle w:val="Znakapoznpodarou"/>
          <w:rFonts w:ascii="Segoe UI" w:hAnsi="Segoe UI" w:cs="Segoe UI"/>
        </w:rPr>
        <w:footnoteReference w:id="2"/>
      </w:r>
      <w:r w:rsidRPr="00F7188E">
        <w:rPr>
          <w:rFonts w:ascii="Segoe UI" w:hAnsi="Segoe UI" w:cs="Segoe UI"/>
        </w:rPr>
        <w:t>, nebo jím ovládaná osoba vlastní podíl představující alespoň 25 % účasti společníka v obchodní společnosti.</w:t>
      </w:r>
    </w:p>
    <w:p w14:paraId="5DC48AF7" w14:textId="7447994B" w:rsidR="00802CE7" w:rsidRPr="00F7188E" w:rsidRDefault="00802CE7" w:rsidP="00CD3F76">
      <w:pPr>
        <w:pStyle w:val="Podtitul11"/>
        <w:numPr>
          <w:ilvl w:val="0"/>
          <w:numId w:val="0"/>
        </w:numPr>
        <w:spacing w:line="264" w:lineRule="auto"/>
        <w:rPr>
          <w:rFonts w:cs="Segoe UI"/>
        </w:rPr>
      </w:pPr>
      <w:bookmarkStart w:id="1" w:name="_Toc121833262"/>
      <w:r w:rsidRPr="00F7188E">
        <w:rPr>
          <w:rFonts w:cs="Segoe UI"/>
        </w:rPr>
        <w:t xml:space="preserve">V </w:t>
      </w:r>
      <w:r w:rsidRPr="00F7188E">
        <w:rPr>
          <w:rFonts w:cs="Segoe UI"/>
          <w:highlight w:val="lightGray"/>
        </w:rPr>
        <w:t>[VYPLNÍ DODAVATEL]</w:t>
      </w:r>
      <w:r w:rsidRPr="00F7188E">
        <w:rPr>
          <w:rFonts w:cs="Segoe UI"/>
        </w:rPr>
        <w:t xml:space="preserve"> dne </w:t>
      </w:r>
      <w:r w:rsidRPr="00F7188E">
        <w:rPr>
          <w:rFonts w:cs="Segoe UI"/>
          <w:highlight w:val="lightGray"/>
        </w:rPr>
        <w:t>[VYPLNÍ DODAVATEL]</w:t>
      </w:r>
      <w:bookmarkEnd w:id="1"/>
    </w:p>
    <w:p w14:paraId="7A307E2E" w14:textId="77777777" w:rsidR="00802CE7" w:rsidRPr="00F7188E" w:rsidRDefault="00802CE7" w:rsidP="00CD3F76">
      <w:pPr>
        <w:pStyle w:val="podpisra"/>
        <w:tabs>
          <w:tab w:val="clear" w:pos="3969"/>
          <w:tab w:val="clear" w:pos="5103"/>
          <w:tab w:val="clear" w:pos="9072"/>
          <w:tab w:val="left" w:pos="0"/>
          <w:tab w:val="right" w:leader="dot" w:pos="4962"/>
        </w:tabs>
        <w:spacing w:line="264" w:lineRule="auto"/>
        <w:jc w:val="both"/>
        <w:rPr>
          <w:rFonts w:cs="Segoe UI"/>
          <w:color w:val="000000"/>
        </w:rPr>
      </w:pPr>
    </w:p>
    <w:p w14:paraId="3165A6B8" w14:textId="77777777" w:rsidR="00802CE7" w:rsidRPr="00F7188E" w:rsidRDefault="00802CE7" w:rsidP="00CD3F76">
      <w:pPr>
        <w:pStyle w:val="podpisra"/>
        <w:tabs>
          <w:tab w:val="clear" w:pos="3969"/>
          <w:tab w:val="clear" w:pos="5103"/>
          <w:tab w:val="clear" w:pos="9072"/>
          <w:tab w:val="left" w:pos="0"/>
          <w:tab w:val="right" w:leader="dot" w:pos="4962"/>
        </w:tabs>
        <w:spacing w:line="264" w:lineRule="auto"/>
        <w:jc w:val="both"/>
        <w:rPr>
          <w:rFonts w:cs="Segoe UI"/>
          <w:color w:val="000000"/>
        </w:rPr>
      </w:pPr>
    </w:p>
    <w:p w14:paraId="23B9AC00" w14:textId="77777777" w:rsidR="00802CE7" w:rsidRPr="00F7188E" w:rsidRDefault="00802CE7" w:rsidP="00CD3F76">
      <w:pPr>
        <w:pStyle w:val="podpisra"/>
        <w:tabs>
          <w:tab w:val="clear" w:pos="3969"/>
          <w:tab w:val="clear" w:pos="5103"/>
          <w:tab w:val="clear" w:pos="9072"/>
          <w:tab w:val="left" w:pos="0"/>
          <w:tab w:val="right" w:leader="dot" w:pos="4962"/>
        </w:tabs>
        <w:spacing w:line="264" w:lineRule="auto"/>
        <w:jc w:val="both"/>
        <w:rPr>
          <w:rFonts w:cs="Segoe UI"/>
          <w:color w:val="000000"/>
        </w:rPr>
      </w:pPr>
    </w:p>
    <w:p w14:paraId="25083699" w14:textId="77777777" w:rsidR="00802CE7" w:rsidRPr="00F7188E" w:rsidRDefault="00802CE7" w:rsidP="00CD3F76">
      <w:pPr>
        <w:pStyle w:val="podpisra"/>
        <w:tabs>
          <w:tab w:val="clear" w:pos="3969"/>
          <w:tab w:val="clear" w:pos="5103"/>
          <w:tab w:val="clear" w:pos="9072"/>
          <w:tab w:val="left" w:pos="0"/>
          <w:tab w:val="right" w:leader="dot" w:pos="4536"/>
        </w:tabs>
        <w:spacing w:line="264" w:lineRule="auto"/>
        <w:jc w:val="both"/>
        <w:rPr>
          <w:rFonts w:cs="Segoe UI"/>
          <w:color w:val="000000"/>
        </w:rPr>
      </w:pPr>
      <w:r w:rsidRPr="00F7188E">
        <w:rPr>
          <w:rFonts w:cs="Segoe UI"/>
          <w:color w:val="000000"/>
        </w:rPr>
        <w:tab/>
      </w:r>
    </w:p>
    <w:p w14:paraId="472340B5" w14:textId="1C83AD1B" w:rsidR="00802CE7" w:rsidRPr="00F7188E" w:rsidRDefault="00D15281" w:rsidP="00CD3F76">
      <w:pPr>
        <w:pStyle w:val="Bezmezer"/>
        <w:rPr>
          <w:rFonts w:cs="Segoe UI"/>
          <w:b/>
          <w:szCs w:val="20"/>
        </w:rPr>
      </w:pPr>
      <w:r w:rsidRPr="00D15281">
        <w:rPr>
          <w:rFonts w:cs="Segoe UI"/>
          <w:bCs/>
          <w:szCs w:val="20"/>
        </w:rPr>
        <w:t>Podpis osoby oprávněné jednat</w:t>
      </w:r>
      <w:r>
        <w:rPr>
          <w:rFonts w:cs="Segoe UI"/>
          <w:bCs/>
          <w:szCs w:val="20"/>
        </w:rPr>
        <w:t xml:space="preserve"> za dodavatele</w:t>
      </w:r>
    </w:p>
    <w:sectPr w:rsidR="00802CE7" w:rsidRPr="00F7188E" w:rsidSect="00071AAB">
      <w:headerReference w:type="default" r:id="rId11"/>
      <w:footerReference w:type="default" r:id="rId12"/>
      <w:type w:val="continuous"/>
      <w:pgSz w:w="11906" w:h="16838"/>
      <w:pgMar w:top="1276" w:right="1417" w:bottom="1417" w:left="1417" w:header="567"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E9578E7" w16cex:dateUtc="2024-09-10T09: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6CA94AE" w16cid:durableId="5E9578E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3650E2" w14:textId="77777777" w:rsidR="001C385C" w:rsidRDefault="001C385C" w:rsidP="005213B4">
      <w:r>
        <w:separator/>
      </w:r>
    </w:p>
  </w:endnote>
  <w:endnote w:type="continuationSeparator" w:id="0">
    <w:p w14:paraId="1AE8191E" w14:textId="77777777" w:rsidR="001C385C" w:rsidRDefault="001C385C" w:rsidP="005213B4">
      <w:r>
        <w:continuationSeparator/>
      </w:r>
    </w:p>
  </w:endnote>
  <w:endnote w:type="continuationNotice" w:id="1">
    <w:p w14:paraId="22459F38" w14:textId="77777777" w:rsidR="001C385C" w:rsidRDefault="001C38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Calibri"/>
    <w:panose1 w:val="00000000000000000000"/>
    <w:charset w:val="00"/>
    <w:family w:val="modern"/>
    <w:notTrueType/>
    <w:pitch w:val="variable"/>
    <w:sig w:usb0="A00000AF" w:usb1="5000206A" w:usb2="00000000" w:usb3="00000000" w:csb0="00000193"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52A07" w14:textId="147EDD11" w:rsidR="001C385C" w:rsidRPr="007B1E55" w:rsidRDefault="001C385C" w:rsidP="00A31C84">
    <w:pPr>
      <w:pStyle w:val="Zpat"/>
      <w:tabs>
        <w:tab w:val="clear" w:pos="9072"/>
        <w:tab w:val="right" w:pos="6946"/>
      </w:tabs>
      <w:ind w:right="2126"/>
      <w:rPr>
        <w:rFonts w:ascii="Segoe UI" w:hAnsi="Segoe UI" w:cs="Segoe UI"/>
      </w:rPr>
    </w:pPr>
    <w:r w:rsidRPr="002C5C26">
      <w:rPr>
        <w:noProof/>
        <w:highlight w:val="lightGray"/>
        <w:lang w:eastAsia="cs-CZ"/>
      </w:rPr>
      <mc:AlternateContent>
        <mc:Choice Requires="wps">
          <w:drawing>
            <wp:anchor distT="0" distB="0" distL="114300" distR="114300" simplePos="0" relativeHeight="25166438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965FE" w14:textId="77777777" w:rsidR="001C385C" w:rsidRPr="007B1E55" w:rsidRDefault="001C385C"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470860">
                            <w:rPr>
                              <w:rStyle w:val="slostrnky"/>
                              <w:rFonts w:ascii="Segoe UI" w:hAnsi="Segoe UI" w:cs="Segoe UI"/>
                              <w:noProof/>
                              <w:sz w:val="16"/>
                            </w:rPr>
                            <w:t>1</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470860">
                            <w:rPr>
                              <w:rStyle w:val="slostrnky"/>
                              <w:rFonts w:ascii="Segoe UI" w:hAnsi="Segoe UI" w:cs="Segoe UI"/>
                              <w:noProof/>
                              <w:sz w:val="16"/>
                            </w:rPr>
                            <w:t>1</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36421A" id="_x0000_t202" coordsize="21600,21600" o:spt="202" path="m,l,21600r21600,l21600,xe">
              <v:stroke joinstyle="miter"/>
              <v:path gradientshapeok="t" o:connecttype="rect"/>
            </v:shapetype>
            <v:shape id="Textové pole 6" o:spid="_x0000_s1026" type="#_x0000_t202" style="position:absolute;margin-left:454.45pt;margin-top:804.75pt;width:70.85pt;height:1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" filled="f" stroked="f">
              <v:textbox style="mso-fit-shape-to-text:t" inset="0,0,0,0">
                <w:txbxContent>
                  <w:p w14:paraId="09E965FE" w14:textId="77777777" w:rsidR="001C385C" w:rsidRPr="007B1E55" w:rsidRDefault="001C385C"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470860">
                      <w:rPr>
                        <w:rStyle w:val="slostrnky"/>
                        <w:rFonts w:ascii="Segoe UI" w:hAnsi="Segoe UI" w:cs="Segoe UI"/>
                        <w:noProof/>
                        <w:sz w:val="16"/>
                      </w:rPr>
                      <w:t>1</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470860">
                      <w:rPr>
                        <w:rStyle w:val="slostrnky"/>
                        <w:rFonts w:ascii="Segoe UI" w:hAnsi="Segoe UI" w:cs="Segoe UI"/>
                        <w:noProof/>
                        <w:sz w:val="16"/>
                      </w:rPr>
                      <w:t>1</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61312"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2719B" w14:textId="77777777" w:rsidR="001C385C" w:rsidRPr="007B1E55" w:rsidRDefault="001C385C"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470860">
                            <w:rPr>
                              <w:rStyle w:val="slostrnky"/>
                              <w:rFonts w:ascii="Segoe UI" w:hAnsi="Segoe UI" w:cs="Segoe UI"/>
                              <w:noProof/>
                              <w:sz w:val="16"/>
                            </w:rPr>
                            <w:t>1</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470860">
                            <w:rPr>
                              <w:rStyle w:val="slostrnky"/>
                              <w:rFonts w:ascii="Segoe UI" w:hAnsi="Segoe UI" w:cs="Segoe UI"/>
                              <w:noProof/>
                              <w:sz w:val="16"/>
                            </w:rPr>
                            <w:t>1</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ové pole 2" o:spid="_x0000_s1027" type="#_x0000_t202" style="position:absolute;margin-left:454.45pt;margin-top:804.75pt;width:70.8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" filled="f" stroked="f">
              <v:textbox style="mso-fit-shape-to-text:t" inset="0,0,0,0">
                <w:txbxContent>
                  <w:p w14:paraId="7262719B" w14:textId="77777777" w:rsidR="001C385C" w:rsidRPr="007B1E55" w:rsidRDefault="001C385C"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470860">
                      <w:rPr>
                        <w:rStyle w:val="slostrnky"/>
                        <w:rFonts w:ascii="Segoe UI" w:hAnsi="Segoe UI" w:cs="Segoe UI"/>
                        <w:noProof/>
                        <w:sz w:val="16"/>
                      </w:rPr>
                      <w:t>1</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470860">
                      <w:rPr>
                        <w:rStyle w:val="slostrnky"/>
                        <w:rFonts w:ascii="Segoe UI" w:hAnsi="Segoe UI" w:cs="Segoe UI"/>
                        <w:noProof/>
                        <w:sz w:val="16"/>
                      </w:rPr>
                      <w:t>1</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5926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79D65" w14:textId="0F860DAC" w:rsidR="001C385C" w:rsidRPr="007B1E55" w:rsidRDefault="001C385C"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470860">
                            <w:rPr>
                              <w:rStyle w:val="slostrnky"/>
                              <w:rFonts w:ascii="Segoe UI" w:hAnsi="Segoe UI" w:cs="Segoe UI"/>
                              <w:noProof/>
                              <w:sz w:val="16"/>
                            </w:rPr>
                            <w:t>1</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470860">
                            <w:rPr>
                              <w:rStyle w:val="slostrnky"/>
                              <w:rFonts w:ascii="Segoe UI" w:hAnsi="Segoe UI" w:cs="Segoe UI"/>
                              <w:noProof/>
                              <w:sz w:val="16"/>
                            </w:rPr>
                            <w:t>1</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 Box 15" o:spid="_x0000_s1028" type="#_x0000_t202" style="position:absolute;margin-left:454.45pt;margin-top:804.75pt;width:70.8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" filled="f" stroked="f">
              <v:textbox style="mso-fit-shape-to-text:t" inset="0,0,0,0">
                <w:txbxContent>
                  <w:p w14:paraId="16F79D65" w14:textId="0F860DAC" w:rsidR="001C385C" w:rsidRPr="007B1E55" w:rsidRDefault="001C385C"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470860">
                      <w:rPr>
                        <w:rStyle w:val="slostrnky"/>
                        <w:rFonts w:ascii="Segoe UI" w:hAnsi="Segoe UI" w:cs="Segoe UI"/>
                        <w:noProof/>
                        <w:sz w:val="16"/>
                      </w:rPr>
                      <w:t>1</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470860">
                      <w:rPr>
                        <w:rStyle w:val="slostrnky"/>
                        <w:rFonts w:ascii="Segoe UI" w:hAnsi="Segoe UI" w:cs="Segoe UI"/>
                        <w:noProof/>
                        <w:sz w:val="16"/>
                      </w:rPr>
                      <w:t>1</w:t>
                    </w:r>
                    <w:r w:rsidRPr="007B1E55">
                      <w:rPr>
                        <w:rStyle w:val="slostrnky"/>
                        <w:rFonts w:ascii="Segoe UI" w:hAnsi="Segoe UI" w:cs="Segoe UI"/>
                        <w:sz w:val="16"/>
                      </w:rPr>
                      <w:fldChar w:fldCharType="end"/>
                    </w:r>
                  </w:p>
                </w:txbxContent>
              </v:textbox>
              <w10:wrap anchory="page"/>
              <w10:anchorlock/>
            </v:shape>
          </w:pict>
        </mc:Fallback>
      </mc:AlternateContent>
    </w:r>
    <w:r w:rsidRPr="007B1E55">
      <w:rPr>
        <w:rFonts w:ascii="Segoe UI" w:hAnsi="Segoe UI" w:cs="Segoe UI"/>
        <w:noProof/>
        <w:lang w:eastAsia="cs-CZ"/>
      </w:rPr>
      <w:t xml:space="preserve">Pokyny pro zadávání zakázek v Operačním programu Životní prostředí </w:t>
    </w:r>
    <w:r>
      <w:rPr>
        <w:rFonts w:ascii="Segoe UI" w:hAnsi="Segoe UI" w:cs="Segoe UI"/>
        <w:noProof/>
        <w:lang w:eastAsia="cs-CZ"/>
      </w:rPr>
      <w:t xml:space="preserve">a v Operačním programu Spravedlivá transformace </w:t>
    </w:r>
    <w:r w:rsidRPr="007B1E55">
      <w:rPr>
        <w:rFonts w:ascii="Segoe UI" w:hAnsi="Segoe UI" w:cs="Segoe UI"/>
        <w:noProof/>
        <w:lang w:eastAsia="cs-CZ"/>
      </w:rPr>
      <w:t>pro období 2021</w:t>
    </w:r>
    <w:r w:rsidRPr="00387FB3">
      <w:rPr>
        <w:rFonts w:ascii="Segoe UI" w:hAnsi="Segoe UI" w:cs="Segoe UI"/>
        <w:noProof/>
        <w:lang w:eastAsia="cs-CZ"/>
      </w:rPr>
      <w:t>–</w:t>
    </w:r>
    <w:r w:rsidRPr="007B1E55">
      <w:rPr>
        <w:rFonts w:ascii="Segoe UI" w:hAnsi="Segoe UI" w:cs="Segoe UI"/>
        <w:noProof/>
        <w:lang w:eastAsia="cs-CZ"/>
      </w:rPr>
      <w:t>2027</w:t>
    </w:r>
    <w:r w:rsidRPr="007B1E55">
      <w:rPr>
        <w:rFonts w:ascii="Segoe UI" w:hAnsi="Segoe UI" w:cs="Segoe UI"/>
      </w:rPr>
      <w:t xml:space="preserve">, verze </w:t>
    </w:r>
    <w:r>
      <w:rPr>
        <w:rFonts w:ascii="Segoe UI" w:hAnsi="Segoe UI" w:cs="Segoe UI"/>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14F028" w14:textId="77777777" w:rsidR="001C385C" w:rsidRDefault="001C385C" w:rsidP="005213B4">
      <w:r>
        <w:separator/>
      </w:r>
    </w:p>
  </w:footnote>
  <w:footnote w:type="continuationSeparator" w:id="0">
    <w:p w14:paraId="45DFA56D" w14:textId="77777777" w:rsidR="001C385C" w:rsidRDefault="001C385C" w:rsidP="005213B4">
      <w:r>
        <w:continuationSeparator/>
      </w:r>
    </w:p>
  </w:footnote>
  <w:footnote w:type="continuationNotice" w:id="1">
    <w:p w14:paraId="60EF99C4" w14:textId="77777777" w:rsidR="001C385C" w:rsidRDefault="001C385C"/>
  </w:footnote>
  <w:footnote w:id="2">
    <w:p w14:paraId="1684A492" w14:textId="77777777" w:rsidR="001C385C" w:rsidRPr="00A31C84" w:rsidRDefault="001C385C" w:rsidP="00A31C84">
      <w:pPr>
        <w:pStyle w:val="Textpoznpodarou"/>
      </w:pPr>
      <w:r w:rsidRPr="00A31C84">
        <w:rPr>
          <w:rStyle w:val="Znakapoznpodarou"/>
          <w:vertAlign w:val="baseline"/>
        </w:rPr>
        <w:footnoteRef/>
      </w:r>
      <w:r w:rsidRPr="00A31C84">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D339A" w14:textId="1EEF3131" w:rsidR="001C385C" w:rsidRDefault="001C385C">
    <w:pPr>
      <w:pStyle w:val="Zhlav"/>
    </w:pPr>
    <w:r w:rsidRPr="00F37117">
      <w:rPr>
        <w:noProof/>
        <w:lang w:eastAsia="cs-CZ"/>
      </w:rPr>
      <w:drawing>
        <wp:inline distT="0" distB="0" distL="0" distR="0" wp14:anchorId="22C41391" wp14:editId="2E7A9D10">
          <wp:extent cx="5760720" cy="419735"/>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9735"/>
                  </a:xfrm>
                  <a:prstGeom prst="rect">
                    <a:avLst/>
                  </a:prstGeom>
                  <a:noFill/>
                  <a:ln>
                    <a:noFill/>
                  </a:ln>
                </pic:spPr>
              </pic:pic>
            </a:graphicData>
          </a:graphic>
        </wp:inline>
      </w:drawing>
    </w:r>
  </w:p>
  <w:p w14:paraId="593ED714" w14:textId="6B4F5420" w:rsidR="001C385C" w:rsidRDefault="001C385C">
    <w:pPr>
      <w:pStyle w:val="Zhlav"/>
    </w:pPr>
  </w:p>
  <w:p w14:paraId="5D5B341A" w14:textId="77777777" w:rsidR="001C385C" w:rsidRDefault="001C385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F15CD6B8"/>
    <w:lvl w:ilvl="0">
      <w:start w:val="1"/>
      <w:numFmt w:val="decimal"/>
      <w:lvlText w:val="%1."/>
      <w:lvlJc w:val="left"/>
      <w:pPr>
        <w:tabs>
          <w:tab w:val="num" w:pos="360"/>
        </w:tabs>
        <w:ind w:left="360" w:hanging="360"/>
      </w:pPr>
    </w:lvl>
  </w:abstractNum>
  <w:abstractNum w:abstractNumId="1" w15:restartNumberingAfterBreak="0">
    <w:nsid w:val="15576B52"/>
    <w:multiLevelType w:val="hybridMultilevel"/>
    <w:tmpl w:val="D9369DFC"/>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52081A"/>
    <w:multiLevelType w:val="hybridMultilevel"/>
    <w:tmpl w:val="2FB48ACE"/>
    <w:lvl w:ilvl="0" w:tplc="8EC8F0CA">
      <w:start w:val="1"/>
      <w:numFmt w:val="lowerLetter"/>
      <w:pStyle w:val="Odrkya"/>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pStyle w:val="Odrkya"/>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5"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B910E04"/>
    <w:multiLevelType w:val="hybridMultilevel"/>
    <w:tmpl w:val="BC36DDC8"/>
    <w:lvl w:ilvl="0" w:tplc="57D624F0">
      <w:start w:val="1"/>
      <w:numFmt w:val="bullet"/>
      <w:pStyle w:val="Podtitul11"/>
      <w:lvlText w:val=""/>
      <w:lvlJc w:val="left"/>
      <w:pPr>
        <w:ind w:left="720" w:hanging="360"/>
      </w:pPr>
      <w:rPr>
        <w:rFonts w:ascii="Symbol" w:hAnsi="Symbol" w:hint="default"/>
      </w:rPr>
    </w:lvl>
    <w:lvl w:ilvl="1" w:tplc="04050003" w:tentative="1">
      <w:start w:val="1"/>
      <w:numFmt w:val="bullet"/>
      <w:pStyle w:val="Podtitul11"/>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9"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1"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2" w15:restartNumberingAfterBreak="0">
    <w:nsid w:val="41E47950"/>
    <w:multiLevelType w:val="hybridMultilevel"/>
    <w:tmpl w:val="BDE4600E"/>
    <w:lvl w:ilvl="0" w:tplc="11CABDCC">
      <w:start w:val="15"/>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4"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5"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54E93415"/>
    <w:multiLevelType w:val="multilevel"/>
    <w:tmpl w:val="6282B136"/>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5DCC1D4C"/>
    <w:multiLevelType w:val="hybridMultilevel"/>
    <w:tmpl w:val="2D2E95E0"/>
    <w:lvl w:ilvl="0" w:tplc="0405001B">
      <w:start w:val="1"/>
      <w:numFmt w:val="lowerRoman"/>
      <w:lvlText w:val="%1."/>
      <w:lvlJc w:val="righ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19"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51637D1"/>
    <w:multiLevelType w:val="multilevel"/>
    <w:tmpl w:val="D292B2AE"/>
    <w:lvl w:ilvl="0">
      <w:start w:val="1"/>
      <w:numFmt w:val="decimal"/>
      <w:pStyle w:val="Nadpis1"/>
      <w:lvlText w:val="%1. část -"/>
      <w:lvlJc w:val="left"/>
      <w:pPr>
        <w:ind w:left="1134" w:hanging="1134"/>
      </w:pPr>
      <w:rPr>
        <w:rFonts w:ascii="Segoe UI" w:hAnsi="Segoe UI" w:cs="Segoe UI" w:hint="default"/>
        <w:b/>
        <w:i w:val="0"/>
        <w:caps/>
        <w:strike w:val="0"/>
        <w:dstrike w:val="0"/>
        <w:vanish w:val="0"/>
        <w:color w:val="808080" w:themeColor="background1" w:themeShade="80"/>
        <w:sz w:val="24"/>
        <w:u w:val="none"/>
        <w:vertAlign w:val="baseline"/>
      </w:rPr>
    </w:lvl>
    <w:lvl w:ilvl="1">
      <w:start w:val="1"/>
      <w:numFmt w:val="decimal"/>
      <w:pStyle w:val="Nadpis2"/>
      <w:lvlText w:val="%1.%2"/>
      <w:lvlJc w:val="left"/>
      <w:pPr>
        <w:ind w:left="794" w:hanging="794"/>
      </w:pPr>
      <w:rPr>
        <w:rFonts w:ascii="Segoe UI" w:hAnsi="Segoe UI" w:cs="Segoe UI" w:hint="default"/>
        <w:b/>
        <w:i w:val="0"/>
        <w:caps w:val="0"/>
        <w:strike w:val="0"/>
        <w:dstrike w:val="0"/>
        <w:vanish w:val="0"/>
        <w:color w:val="auto"/>
        <w:sz w:val="20"/>
        <w:szCs w:val="18"/>
        <w:u w:val="none"/>
        <w:vertAlign w:val="baseline"/>
      </w:rPr>
    </w:lvl>
    <w:lvl w:ilvl="2">
      <w:start w:val="1"/>
      <w:numFmt w:val="decimal"/>
      <w:pStyle w:val="Odstavecseseznamem"/>
      <w:lvlText w:val="%1.%2.%3"/>
      <w:lvlJc w:val="left"/>
      <w:pPr>
        <w:ind w:left="2212" w:hanging="794"/>
      </w:pPr>
      <w:rPr>
        <w:rFonts w:ascii="Segoe UI" w:hAnsi="Segoe UI" w:cs="Segoe UI" w:hint="default"/>
        <w:b w:val="0"/>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077"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pStyle w:val="Odrky"/>
      <w:lvlText w:val="%5."/>
      <w:lvlJc w:val="left"/>
      <w:pPr>
        <w:ind w:left="1361" w:hanging="284"/>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1" w15:restartNumberingAfterBreak="0">
    <w:nsid w:val="68AA0E3D"/>
    <w:multiLevelType w:val="hybridMultilevel"/>
    <w:tmpl w:val="3BC2D0E6"/>
    <w:lvl w:ilvl="0" w:tplc="B740A29E">
      <w:start w:val="1"/>
      <w:numFmt w:val="decimal"/>
      <w:pStyle w:val="Odrky10"/>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pStyle w:val="Odrky10"/>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74857022"/>
    <w:multiLevelType w:val="hybridMultilevel"/>
    <w:tmpl w:val="5016F6D0"/>
    <w:lvl w:ilvl="0" w:tplc="04050017">
      <w:start w:val="1"/>
      <w:numFmt w:val="lowerLetter"/>
      <w:lvlText w:val="%1)"/>
      <w:lvlJc w:val="left"/>
      <w:pPr>
        <w:ind w:left="1575" w:hanging="360"/>
      </w:pPr>
    </w:lvl>
    <w:lvl w:ilvl="1" w:tplc="04050019" w:tentative="1">
      <w:start w:val="1"/>
      <w:numFmt w:val="lowerLetter"/>
      <w:lvlText w:val="%2."/>
      <w:lvlJc w:val="left"/>
      <w:pPr>
        <w:ind w:left="2295" w:hanging="360"/>
      </w:pPr>
    </w:lvl>
    <w:lvl w:ilvl="2" w:tplc="0405001B" w:tentative="1">
      <w:start w:val="1"/>
      <w:numFmt w:val="lowerRoman"/>
      <w:lvlText w:val="%3."/>
      <w:lvlJc w:val="right"/>
      <w:pPr>
        <w:ind w:left="3015" w:hanging="180"/>
      </w:pPr>
    </w:lvl>
    <w:lvl w:ilvl="3" w:tplc="0405000F" w:tentative="1">
      <w:start w:val="1"/>
      <w:numFmt w:val="decimal"/>
      <w:lvlText w:val="%4."/>
      <w:lvlJc w:val="left"/>
      <w:pPr>
        <w:ind w:left="3735" w:hanging="360"/>
      </w:pPr>
    </w:lvl>
    <w:lvl w:ilvl="4" w:tplc="04050019" w:tentative="1">
      <w:start w:val="1"/>
      <w:numFmt w:val="lowerLetter"/>
      <w:lvlText w:val="%5."/>
      <w:lvlJc w:val="left"/>
      <w:pPr>
        <w:ind w:left="4455" w:hanging="360"/>
      </w:pPr>
    </w:lvl>
    <w:lvl w:ilvl="5" w:tplc="0405001B" w:tentative="1">
      <w:start w:val="1"/>
      <w:numFmt w:val="lowerRoman"/>
      <w:lvlText w:val="%6."/>
      <w:lvlJc w:val="right"/>
      <w:pPr>
        <w:ind w:left="5175" w:hanging="180"/>
      </w:pPr>
    </w:lvl>
    <w:lvl w:ilvl="6" w:tplc="0405000F" w:tentative="1">
      <w:start w:val="1"/>
      <w:numFmt w:val="decimal"/>
      <w:lvlText w:val="%7."/>
      <w:lvlJc w:val="left"/>
      <w:pPr>
        <w:ind w:left="5895" w:hanging="360"/>
      </w:pPr>
    </w:lvl>
    <w:lvl w:ilvl="7" w:tplc="04050019" w:tentative="1">
      <w:start w:val="1"/>
      <w:numFmt w:val="lowerLetter"/>
      <w:lvlText w:val="%8."/>
      <w:lvlJc w:val="left"/>
      <w:pPr>
        <w:ind w:left="6615" w:hanging="360"/>
      </w:pPr>
    </w:lvl>
    <w:lvl w:ilvl="8" w:tplc="0405001B" w:tentative="1">
      <w:start w:val="1"/>
      <w:numFmt w:val="lowerRoman"/>
      <w:lvlText w:val="%9."/>
      <w:lvlJc w:val="right"/>
      <w:pPr>
        <w:ind w:left="7335" w:hanging="180"/>
      </w:pPr>
    </w:lvl>
  </w:abstractNum>
  <w:abstractNum w:abstractNumId="23" w15:restartNumberingAfterBreak="0">
    <w:nsid w:val="75A33FD1"/>
    <w:multiLevelType w:val="hybridMultilevel"/>
    <w:tmpl w:val="FF10CAD0"/>
    <w:lvl w:ilvl="0" w:tplc="DF5EA4C2">
      <w:start w:val="1"/>
      <w:numFmt w:val="low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4"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abstractNumId w:val="10"/>
  </w:num>
  <w:num w:numId="2">
    <w:abstractNumId w:val="11"/>
  </w:num>
  <w:num w:numId="3">
    <w:abstractNumId w:val="3"/>
  </w:num>
  <w:num w:numId="4">
    <w:abstractNumId w:val="19"/>
  </w:num>
  <w:num w:numId="5">
    <w:abstractNumId w:val="15"/>
  </w:num>
  <w:num w:numId="6">
    <w:abstractNumId w:val="21"/>
  </w:num>
  <w:num w:numId="7">
    <w:abstractNumId w:val="8"/>
  </w:num>
  <w:num w:numId="8">
    <w:abstractNumId w:val="4"/>
  </w:num>
  <w:num w:numId="9">
    <w:abstractNumId w:val="5"/>
  </w:num>
  <w:num w:numId="10">
    <w:abstractNumId w:val="20"/>
  </w:num>
  <w:num w:numId="11">
    <w:abstractNumId w:val="24"/>
  </w:num>
  <w:num w:numId="12">
    <w:abstractNumId w:val="16"/>
  </w:num>
  <w:num w:numId="13">
    <w:abstractNumId w:val="16"/>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4">
    <w:abstractNumId w:val="16"/>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5">
    <w:abstractNumId w:val="13"/>
  </w:num>
  <w:num w:numId="16">
    <w:abstractNumId w:val="14"/>
  </w:num>
  <w:num w:numId="17">
    <w:abstractNumId w:val="6"/>
  </w:num>
  <w:num w:numId="18">
    <w:abstractNumId w:val="22"/>
  </w:num>
  <w:num w:numId="19">
    <w:abstractNumId w:val="1"/>
  </w:num>
  <w:num w:numId="20">
    <w:abstractNumId w:val="7"/>
  </w:num>
  <w:num w:numId="21">
    <w:abstractNumId w:val="18"/>
  </w:num>
  <w:num w:numId="22">
    <w:abstractNumId w:val="20"/>
  </w:num>
  <w:num w:numId="23">
    <w:abstractNumId w:val="0"/>
  </w:num>
  <w:num w:numId="24">
    <w:abstractNumId w:val="23"/>
  </w:num>
  <w:num w:numId="25">
    <w:abstractNumId w:val="20"/>
  </w:num>
  <w:num w:numId="26">
    <w:abstractNumId w:val="20"/>
  </w:num>
  <w:num w:numId="27">
    <w:abstractNumId w:val="20"/>
  </w:num>
  <w:num w:numId="28">
    <w:abstractNumId w:val="20"/>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20"/>
  </w:num>
  <w:num w:numId="32">
    <w:abstractNumId w:val="12"/>
  </w:num>
  <w:num w:numId="33">
    <w:abstractNumId w:val="17"/>
  </w:num>
  <w:num w:numId="34">
    <w:abstractNumId w:val="9"/>
  </w:num>
  <w:num w:numId="35">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cumentProtection w:edit="trackedChanges" w:formatting="1" w:enforcement="0"/>
  <w:defaultTabStop w:val="106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4A0"/>
    <w:rsid w:val="000015BF"/>
    <w:rsid w:val="00001C75"/>
    <w:rsid w:val="00002428"/>
    <w:rsid w:val="000039CC"/>
    <w:rsid w:val="000041B4"/>
    <w:rsid w:val="00004422"/>
    <w:rsid w:val="00004A93"/>
    <w:rsid w:val="00006C74"/>
    <w:rsid w:val="00007E59"/>
    <w:rsid w:val="00007E5C"/>
    <w:rsid w:val="0001018E"/>
    <w:rsid w:val="000103E8"/>
    <w:rsid w:val="000104DB"/>
    <w:rsid w:val="00011657"/>
    <w:rsid w:val="0001212C"/>
    <w:rsid w:val="00012548"/>
    <w:rsid w:val="00014192"/>
    <w:rsid w:val="00014320"/>
    <w:rsid w:val="000143F3"/>
    <w:rsid w:val="00014A9C"/>
    <w:rsid w:val="00016D04"/>
    <w:rsid w:val="00017099"/>
    <w:rsid w:val="000174C8"/>
    <w:rsid w:val="00017CD4"/>
    <w:rsid w:val="00017D70"/>
    <w:rsid w:val="00020556"/>
    <w:rsid w:val="00020ED6"/>
    <w:rsid w:val="00021EA9"/>
    <w:rsid w:val="000222EE"/>
    <w:rsid w:val="00022D8B"/>
    <w:rsid w:val="0002355D"/>
    <w:rsid w:val="00023C2B"/>
    <w:rsid w:val="00023CF6"/>
    <w:rsid w:val="0002402B"/>
    <w:rsid w:val="00024D86"/>
    <w:rsid w:val="000252A1"/>
    <w:rsid w:val="00025DD5"/>
    <w:rsid w:val="00027723"/>
    <w:rsid w:val="0003095C"/>
    <w:rsid w:val="00030D63"/>
    <w:rsid w:val="00031894"/>
    <w:rsid w:val="00032DF4"/>
    <w:rsid w:val="00033C7D"/>
    <w:rsid w:val="00034055"/>
    <w:rsid w:val="0003408E"/>
    <w:rsid w:val="00034F32"/>
    <w:rsid w:val="000367AE"/>
    <w:rsid w:val="00037633"/>
    <w:rsid w:val="00037AA3"/>
    <w:rsid w:val="00040D2E"/>
    <w:rsid w:val="0004173D"/>
    <w:rsid w:val="00042302"/>
    <w:rsid w:val="00042C3C"/>
    <w:rsid w:val="0004346C"/>
    <w:rsid w:val="000444F5"/>
    <w:rsid w:val="00044791"/>
    <w:rsid w:val="00044BC6"/>
    <w:rsid w:val="000452D5"/>
    <w:rsid w:val="00046C13"/>
    <w:rsid w:val="00050612"/>
    <w:rsid w:val="00051735"/>
    <w:rsid w:val="0005180C"/>
    <w:rsid w:val="00051994"/>
    <w:rsid w:val="00052B2C"/>
    <w:rsid w:val="00052C7D"/>
    <w:rsid w:val="00053691"/>
    <w:rsid w:val="00053B63"/>
    <w:rsid w:val="00053F0D"/>
    <w:rsid w:val="00054704"/>
    <w:rsid w:val="00054774"/>
    <w:rsid w:val="000549CE"/>
    <w:rsid w:val="00055220"/>
    <w:rsid w:val="00055F23"/>
    <w:rsid w:val="0005611F"/>
    <w:rsid w:val="00056349"/>
    <w:rsid w:val="000564C2"/>
    <w:rsid w:val="0005661B"/>
    <w:rsid w:val="00056937"/>
    <w:rsid w:val="00057A88"/>
    <w:rsid w:val="000601A6"/>
    <w:rsid w:val="00061ADE"/>
    <w:rsid w:val="00061DC1"/>
    <w:rsid w:val="00062713"/>
    <w:rsid w:val="0006298F"/>
    <w:rsid w:val="00064120"/>
    <w:rsid w:val="00064152"/>
    <w:rsid w:val="000654F5"/>
    <w:rsid w:val="000657BE"/>
    <w:rsid w:val="00066182"/>
    <w:rsid w:val="00066F8B"/>
    <w:rsid w:val="0006740D"/>
    <w:rsid w:val="00067770"/>
    <w:rsid w:val="0007040D"/>
    <w:rsid w:val="00070AA7"/>
    <w:rsid w:val="00071246"/>
    <w:rsid w:val="00071AAB"/>
    <w:rsid w:val="0007207A"/>
    <w:rsid w:val="0007342B"/>
    <w:rsid w:val="00073865"/>
    <w:rsid w:val="00074D6D"/>
    <w:rsid w:val="0007529D"/>
    <w:rsid w:val="00076032"/>
    <w:rsid w:val="00076D38"/>
    <w:rsid w:val="000771B4"/>
    <w:rsid w:val="00077535"/>
    <w:rsid w:val="000778A2"/>
    <w:rsid w:val="0008104F"/>
    <w:rsid w:val="00081902"/>
    <w:rsid w:val="000822BC"/>
    <w:rsid w:val="000825DA"/>
    <w:rsid w:val="000826A6"/>
    <w:rsid w:val="00082E7B"/>
    <w:rsid w:val="0008304B"/>
    <w:rsid w:val="000830D3"/>
    <w:rsid w:val="00084ECD"/>
    <w:rsid w:val="0008693E"/>
    <w:rsid w:val="00087261"/>
    <w:rsid w:val="00090094"/>
    <w:rsid w:val="00091118"/>
    <w:rsid w:val="00093A44"/>
    <w:rsid w:val="000943EB"/>
    <w:rsid w:val="000945F8"/>
    <w:rsid w:val="00094951"/>
    <w:rsid w:val="000949D7"/>
    <w:rsid w:val="00094F2C"/>
    <w:rsid w:val="00094FCF"/>
    <w:rsid w:val="000955D3"/>
    <w:rsid w:val="00095B9B"/>
    <w:rsid w:val="00096B50"/>
    <w:rsid w:val="00097B3A"/>
    <w:rsid w:val="000A0747"/>
    <w:rsid w:val="000A2E60"/>
    <w:rsid w:val="000A308F"/>
    <w:rsid w:val="000A3303"/>
    <w:rsid w:val="000A38B4"/>
    <w:rsid w:val="000A487A"/>
    <w:rsid w:val="000A4D2E"/>
    <w:rsid w:val="000A577F"/>
    <w:rsid w:val="000A57BC"/>
    <w:rsid w:val="000A5A28"/>
    <w:rsid w:val="000A5E61"/>
    <w:rsid w:val="000A600F"/>
    <w:rsid w:val="000A6DEF"/>
    <w:rsid w:val="000A72DF"/>
    <w:rsid w:val="000A7319"/>
    <w:rsid w:val="000A7727"/>
    <w:rsid w:val="000B0191"/>
    <w:rsid w:val="000B0CEA"/>
    <w:rsid w:val="000B1455"/>
    <w:rsid w:val="000B18E1"/>
    <w:rsid w:val="000B2874"/>
    <w:rsid w:val="000B2940"/>
    <w:rsid w:val="000B29ED"/>
    <w:rsid w:val="000B3133"/>
    <w:rsid w:val="000B375E"/>
    <w:rsid w:val="000B3A84"/>
    <w:rsid w:val="000B3CE7"/>
    <w:rsid w:val="000B4490"/>
    <w:rsid w:val="000B5C8F"/>
    <w:rsid w:val="000B63DB"/>
    <w:rsid w:val="000B6494"/>
    <w:rsid w:val="000B6FD5"/>
    <w:rsid w:val="000C0155"/>
    <w:rsid w:val="000C0C37"/>
    <w:rsid w:val="000C12FA"/>
    <w:rsid w:val="000C279C"/>
    <w:rsid w:val="000C31A6"/>
    <w:rsid w:val="000C3209"/>
    <w:rsid w:val="000C3238"/>
    <w:rsid w:val="000C334C"/>
    <w:rsid w:val="000C3F1C"/>
    <w:rsid w:val="000C403D"/>
    <w:rsid w:val="000C4C8F"/>
    <w:rsid w:val="000C636A"/>
    <w:rsid w:val="000C7C8A"/>
    <w:rsid w:val="000C7D49"/>
    <w:rsid w:val="000D03E3"/>
    <w:rsid w:val="000D11AD"/>
    <w:rsid w:val="000D1976"/>
    <w:rsid w:val="000D2192"/>
    <w:rsid w:val="000D238A"/>
    <w:rsid w:val="000D2B61"/>
    <w:rsid w:val="000D35BB"/>
    <w:rsid w:val="000D4C12"/>
    <w:rsid w:val="000D4F7F"/>
    <w:rsid w:val="000D5F26"/>
    <w:rsid w:val="000D6132"/>
    <w:rsid w:val="000D7CDE"/>
    <w:rsid w:val="000D7D88"/>
    <w:rsid w:val="000E048D"/>
    <w:rsid w:val="000E0733"/>
    <w:rsid w:val="000E0739"/>
    <w:rsid w:val="000E202A"/>
    <w:rsid w:val="000E2624"/>
    <w:rsid w:val="000E3FBA"/>
    <w:rsid w:val="000E481E"/>
    <w:rsid w:val="000E4A8C"/>
    <w:rsid w:val="000E6C84"/>
    <w:rsid w:val="000F0706"/>
    <w:rsid w:val="000F0E59"/>
    <w:rsid w:val="000F1A72"/>
    <w:rsid w:val="000F1BCE"/>
    <w:rsid w:val="000F1DF4"/>
    <w:rsid w:val="000F2126"/>
    <w:rsid w:val="000F2504"/>
    <w:rsid w:val="000F389A"/>
    <w:rsid w:val="000F3992"/>
    <w:rsid w:val="000F4168"/>
    <w:rsid w:val="000F4674"/>
    <w:rsid w:val="000F4A8A"/>
    <w:rsid w:val="000F4BD0"/>
    <w:rsid w:val="000F513C"/>
    <w:rsid w:val="000F550E"/>
    <w:rsid w:val="000F5EEB"/>
    <w:rsid w:val="000F63BD"/>
    <w:rsid w:val="000F646C"/>
    <w:rsid w:val="000F64C6"/>
    <w:rsid w:val="000F789A"/>
    <w:rsid w:val="000F7ECD"/>
    <w:rsid w:val="00102B60"/>
    <w:rsid w:val="00105247"/>
    <w:rsid w:val="00106D92"/>
    <w:rsid w:val="00106F2E"/>
    <w:rsid w:val="0010735C"/>
    <w:rsid w:val="00107F5E"/>
    <w:rsid w:val="00111524"/>
    <w:rsid w:val="00111F2D"/>
    <w:rsid w:val="001126D9"/>
    <w:rsid w:val="00115341"/>
    <w:rsid w:val="001157C9"/>
    <w:rsid w:val="00116C62"/>
    <w:rsid w:val="00120831"/>
    <w:rsid w:val="001208DE"/>
    <w:rsid w:val="00121374"/>
    <w:rsid w:val="00121826"/>
    <w:rsid w:val="001220FF"/>
    <w:rsid w:val="001225D7"/>
    <w:rsid w:val="00122785"/>
    <w:rsid w:val="001228B2"/>
    <w:rsid w:val="0012316E"/>
    <w:rsid w:val="00123F81"/>
    <w:rsid w:val="00124A33"/>
    <w:rsid w:val="001266D1"/>
    <w:rsid w:val="001267A7"/>
    <w:rsid w:val="00131B36"/>
    <w:rsid w:val="00131B6D"/>
    <w:rsid w:val="001323A2"/>
    <w:rsid w:val="001330DC"/>
    <w:rsid w:val="0013314C"/>
    <w:rsid w:val="001349D8"/>
    <w:rsid w:val="00134B50"/>
    <w:rsid w:val="001361B7"/>
    <w:rsid w:val="00136A63"/>
    <w:rsid w:val="00136C79"/>
    <w:rsid w:val="00140DE2"/>
    <w:rsid w:val="00140E6F"/>
    <w:rsid w:val="00142B8A"/>
    <w:rsid w:val="001439B7"/>
    <w:rsid w:val="00144329"/>
    <w:rsid w:val="0014548C"/>
    <w:rsid w:val="001455F4"/>
    <w:rsid w:val="00145E9A"/>
    <w:rsid w:val="0014602B"/>
    <w:rsid w:val="00146394"/>
    <w:rsid w:val="0014795E"/>
    <w:rsid w:val="00147C82"/>
    <w:rsid w:val="00147F0D"/>
    <w:rsid w:val="00150329"/>
    <w:rsid w:val="00150639"/>
    <w:rsid w:val="00150B40"/>
    <w:rsid w:val="00150B75"/>
    <w:rsid w:val="0015154C"/>
    <w:rsid w:val="00152AD1"/>
    <w:rsid w:val="00153588"/>
    <w:rsid w:val="00154645"/>
    <w:rsid w:val="0015576A"/>
    <w:rsid w:val="00155CB8"/>
    <w:rsid w:val="00156967"/>
    <w:rsid w:val="00157648"/>
    <w:rsid w:val="00157C82"/>
    <w:rsid w:val="00157F7B"/>
    <w:rsid w:val="001629F2"/>
    <w:rsid w:val="00162BAF"/>
    <w:rsid w:val="001630B7"/>
    <w:rsid w:val="00163EB1"/>
    <w:rsid w:val="0016461D"/>
    <w:rsid w:val="00164968"/>
    <w:rsid w:val="00164D9E"/>
    <w:rsid w:val="00164F76"/>
    <w:rsid w:val="00165106"/>
    <w:rsid w:val="00165F20"/>
    <w:rsid w:val="0016646F"/>
    <w:rsid w:val="00166CA1"/>
    <w:rsid w:val="00167E84"/>
    <w:rsid w:val="00170662"/>
    <w:rsid w:val="001707C9"/>
    <w:rsid w:val="00171316"/>
    <w:rsid w:val="00171392"/>
    <w:rsid w:val="00171893"/>
    <w:rsid w:val="00171B83"/>
    <w:rsid w:val="00172E86"/>
    <w:rsid w:val="00174B17"/>
    <w:rsid w:val="00174D94"/>
    <w:rsid w:val="00174E52"/>
    <w:rsid w:val="00176E25"/>
    <w:rsid w:val="00176EE3"/>
    <w:rsid w:val="00176F70"/>
    <w:rsid w:val="00180280"/>
    <w:rsid w:val="0018086F"/>
    <w:rsid w:val="001819BB"/>
    <w:rsid w:val="0018360F"/>
    <w:rsid w:val="001838F1"/>
    <w:rsid w:val="00183E3F"/>
    <w:rsid w:val="00186CC4"/>
    <w:rsid w:val="00186F55"/>
    <w:rsid w:val="001877A7"/>
    <w:rsid w:val="00190536"/>
    <w:rsid w:val="001908AD"/>
    <w:rsid w:val="00190EED"/>
    <w:rsid w:val="00191168"/>
    <w:rsid w:val="001924D6"/>
    <w:rsid w:val="001933F4"/>
    <w:rsid w:val="0019345B"/>
    <w:rsid w:val="001934F7"/>
    <w:rsid w:val="00193FAC"/>
    <w:rsid w:val="0019424C"/>
    <w:rsid w:val="00194975"/>
    <w:rsid w:val="00195162"/>
    <w:rsid w:val="00195E5D"/>
    <w:rsid w:val="001973BD"/>
    <w:rsid w:val="00197A17"/>
    <w:rsid w:val="00197AC3"/>
    <w:rsid w:val="001A0262"/>
    <w:rsid w:val="001A0627"/>
    <w:rsid w:val="001A0969"/>
    <w:rsid w:val="001A0CF1"/>
    <w:rsid w:val="001A19F6"/>
    <w:rsid w:val="001A1B3F"/>
    <w:rsid w:val="001A2901"/>
    <w:rsid w:val="001A2A83"/>
    <w:rsid w:val="001A505A"/>
    <w:rsid w:val="001A5194"/>
    <w:rsid w:val="001A6608"/>
    <w:rsid w:val="001A6A6B"/>
    <w:rsid w:val="001A75AD"/>
    <w:rsid w:val="001A75DD"/>
    <w:rsid w:val="001A76A4"/>
    <w:rsid w:val="001A7AC7"/>
    <w:rsid w:val="001B05B1"/>
    <w:rsid w:val="001B1EAC"/>
    <w:rsid w:val="001B29AB"/>
    <w:rsid w:val="001B2C4D"/>
    <w:rsid w:val="001B384A"/>
    <w:rsid w:val="001B619C"/>
    <w:rsid w:val="001B7A8A"/>
    <w:rsid w:val="001B7D1E"/>
    <w:rsid w:val="001C0B64"/>
    <w:rsid w:val="001C2C03"/>
    <w:rsid w:val="001C365E"/>
    <w:rsid w:val="001C385C"/>
    <w:rsid w:val="001C38B9"/>
    <w:rsid w:val="001C39A3"/>
    <w:rsid w:val="001C3AF1"/>
    <w:rsid w:val="001C3DD3"/>
    <w:rsid w:val="001C3E8B"/>
    <w:rsid w:val="001C4CD3"/>
    <w:rsid w:val="001C57B7"/>
    <w:rsid w:val="001C61B0"/>
    <w:rsid w:val="001C62CB"/>
    <w:rsid w:val="001C63D5"/>
    <w:rsid w:val="001C690F"/>
    <w:rsid w:val="001D07A7"/>
    <w:rsid w:val="001D0A6B"/>
    <w:rsid w:val="001D10EB"/>
    <w:rsid w:val="001D21E6"/>
    <w:rsid w:val="001D31D9"/>
    <w:rsid w:val="001D5184"/>
    <w:rsid w:val="001D52C5"/>
    <w:rsid w:val="001D5492"/>
    <w:rsid w:val="001D6B9B"/>
    <w:rsid w:val="001D7447"/>
    <w:rsid w:val="001D7AB0"/>
    <w:rsid w:val="001D7F56"/>
    <w:rsid w:val="001E069C"/>
    <w:rsid w:val="001E0870"/>
    <w:rsid w:val="001E0F22"/>
    <w:rsid w:val="001E1D3E"/>
    <w:rsid w:val="001E280C"/>
    <w:rsid w:val="001E3569"/>
    <w:rsid w:val="001E45DD"/>
    <w:rsid w:val="001E4E45"/>
    <w:rsid w:val="001E574A"/>
    <w:rsid w:val="001E67CA"/>
    <w:rsid w:val="001F0DAE"/>
    <w:rsid w:val="001F168B"/>
    <w:rsid w:val="001F358F"/>
    <w:rsid w:val="001F3940"/>
    <w:rsid w:val="001F39DB"/>
    <w:rsid w:val="001F570F"/>
    <w:rsid w:val="001F6CD4"/>
    <w:rsid w:val="001F6E75"/>
    <w:rsid w:val="001F7EEE"/>
    <w:rsid w:val="002001DE"/>
    <w:rsid w:val="00200643"/>
    <w:rsid w:val="002006A9"/>
    <w:rsid w:val="0020184B"/>
    <w:rsid w:val="00202128"/>
    <w:rsid w:val="00202752"/>
    <w:rsid w:val="00202F06"/>
    <w:rsid w:val="00202F41"/>
    <w:rsid w:val="00202FF5"/>
    <w:rsid w:val="00203B5D"/>
    <w:rsid w:val="00205092"/>
    <w:rsid w:val="002053B0"/>
    <w:rsid w:val="00205432"/>
    <w:rsid w:val="00205986"/>
    <w:rsid w:val="00205F57"/>
    <w:rsid w:val="002077B1"/>
    <w:rsid w:val="002103B0"/>
    <w:rsid w:val="00210697"/>
    <w:rsid w:val="00210DB7"/>
    <w:rsid w:val="00211CA9"/>
    <w:rsid w:val="00211FAC"/>
    <w:rsid w:val="002122CE"/>
    <w:rsid w:val="00212E24"/>
    <w:rsid w:val="00213E48"/>
    <w:rsid w:val="00213E65"/>
    <w:rsid w:val="00214BDF"/>
    <w:rsid w:val="002169F2"/>
    <w:rsid w:val="00216E1F"/>
    <w:rsid w:val="002176EE"/>
    <w:rsid w:val="00220824"/>
    <w:rsid w:val="00220B77"/>
    <w:rsid w:val="00222369"/>
    <w:rsid w:val="00223663"/>
    <w:rsid w:val="00223C5E"/>
    <w:rsid w:val="00224A69"/>
    <w:rsid w:val="00224B0C"/>
    <w:rsid w:val="0022786E"/>
    <w:rsid w:val="00227DF7"/>
    <w:rsid w:val="00230442"/>
    <w:rsid w:val="00230590"/>
    <w:rsid w:val="00230E65"/>
    <w:rsid w:val="00231A1C"/>
    <w:rsid w:val="002323F3"/>
    <w:rsid w:val="00232513"/>
    <w:rsid w:val="0023382C"/>
    <w:rsid w:val="00233AB3"/>
    <w:rsid w:val="00235E9D"/>
    <w:rsid w:val="002365E1"/>
    <w:rsid w:val="0023666D"/>
    <w:rsid w:val="002370AE"/>
    <w:rsid w:val="00237B1A"/>
    <w:rsid w:val="00240162"/>
    <w:rsid w:val="00240238"/>
    <w:rsid w:val="00240638"/>
    <w:rsid w:val="002406EB"/>
    <w:rsid w:val="002412D7"/>
    <w:rsid w:val="00241879"/>
    <w:rsid w:val="00241C26"/>
    <w:rsid w:val="00241D48"/>
    <w:rsid w:val="00242520"/>
    <w:rsid w:val="002425B5"/>
    <w:rsid w:val="00242B57"/>
    <w:rsid w:val="00243211"/>
    <w:rsid w:val="0024372D"/>
    <w:rsid w:val="00243FD7"/>
    <w:rsid w:val="00244A3D"/>
    <w:rsid w:val="00244C34"/>
    <w:rsid w:val="002457AB"/>
    <w:rsid w:val="00245C49"/>
    <w:rsid w:val="0024668D"/>
    <w:rsid w:val="00246A16"/>
    <w:rsid w:val="00246FDD"/>
    <w:rsid w:val="002470D3"/>
    <w:rsid w:val="00247218"/>
    <w:rsid w:val="00247759"/>
    <w:rsid w:val="00247A3A"/>
    <w:rsid w:val="00247FA7"/>
    <w:rsid w:val="00250673"/>
    <w:rsid w:val="00251669"/>
    <w:rsid w:val="002519C4"/>
    <w:rsid w:val="00251A38"/>
    <w:rsid w:val="00253C2A"/>
    <w:rsid w:val="00254A1D"/>
    <w:rsid w:val="002558A0"/>
    <w:rsid w:val="002565E5"/>
    <w:rsid w:val="00256A54"/>
    <w:rsid w:val="00256CE9"/>
    <w:rsid w:val="00256F99"/>
    <w:rsid w:val="002575D7"/>
    <w:rsid w:val="002575F9"/>
    <w:rsid w:val="00257F60"/>
    <w:rsid w:val="002602AD"/>
    <w:rsid w:val="00260730"/>
    <w:rsid w:val="0026096A"/>
    <w:rsid w:val="00261A9A"/>
    <w:rsid w:val="0026213C"/>
    <w:rsid w:val="0026275F"/>
    <w:rsid w:val="00262B58"/>
    <w:rsid w:val="002630D1"/>
    <w:rsid w:val="002636DF"/>
    <w:rsid w:val="0026392A"/>
    <w:rsid w:val="00263E3F"/>
    <w:rsid w:val="00264268"/>
    <w:rsid w:val="0026669A"/>
    <w:rsid w:val="00267C7C"/>
    <w:rsid w:val="00270F48"/>
    <w:rsid w:val="0027119D"/>
    <w:rsid w:val="00271922"/>
    <w:rsid w:val="00271B49"/>
    <w:rsid w:val="0027272A"/>
    <w:rsid w:val="00272D64"/>
    <w:rsid w:val="00273219"/>
    <w:rsid w:val="00273E62"/>
    <w:rsid w:val="0027437D"/>
    <w:rsid w:val="00274C1C"/>
    <w:rsid w:val="00274FD7"/>
    <w:rsid w:val="00275C8E"/>
    <w:rsid w:val="00275FDB"/>
    <w:rsid w:val="00276A18"/>
    <w:rsid w:val="002771D7"/>
    <w:rsid w:val="00277E50"/>
    <w:rsid w:val="00280041"/>
    <w:rsid w:val="002807E1"/>
    <w:rsid w:val="0028099F"/>
    <w:rsid w:val="00281783"/>
    <w:rsid w:val="002826C1"/>
    <w:rsid w:val="0028323A"/>
    <w:rsid w:val="00284AD8"/>
    <w:rsid w:val="00285D20"/>
    <w:rsid w:val="00286290"/>
    <w:rsid w:val="002904F4"/>
    <w:rsid w:val="00290D69"/>
    <w:rsid w:val="00290FCD"/>
    <w:rsid w:val="002927A0"/>
    <w:rsid w:val="00292FBE"/>
    <w:rsid w:val="0029402C"/>
    <w:rsid w:val="0029734A"/>
    <w:rsid w:val="002A09B5"/>
    <w:rsid w:val="002A09FD"/>
    <w:rsid w:val="002A0F45"/>
    <w:rsid w:val="002A15E9"/>
    <w:rsid w:val="002A2746"/>
    <w:rsid w:val="002A2860"/>
    <w:rsid w:val="002A2A91"/>
    <w:rsid w:val="002A2A98"/>
    <w:rsid w:val="002A3666"/>
    <w:rsid w:val="002A3E20"/>
    <w:rsid w:val="002A4DD8"/>
    <w:rsid w:val="002A5371"/>
    <w:rsid w:val="002A5724"/>
    <w:rsid w:val="002A6313"/>
    <w:rsid w:val="002A70C1"/>
    <w:rsid w:val="002A79B3"/>
    <w:rsid w:val="002A7B58"/>
    <w:rsid w:val="002B078F"/>
    <w:rsid w:val="002B07E8"/>
    <w:rsid w:val="002B0F8A"/>
    <w:rsid w:val="002B1487"/>
    <w:rsid w:val="002B15A0"/>
    <w:rsid w:val="002B181C"/>
    <w:rsid w:val="002B1A9B"/>
    <w:rsid w:val="002B1B7E"/>
    <w:rsid w:val="002B1D8B"/>
    <w:rsid w:val="002B229F"/>
    <w:rsid w:val="002B3075"/>
    <w:rsid w:val="002B371C"/>
    <w:rsid w:val="002B4482"/>
    <w:rsid w:val="002B4512"/>
    <w:rsid w:val="002B4635"/>
    <w:rsid w:val="002B473D"/>
    <w:rsid w:val="002B4B70"/>
    <w:rsid w:val="002B51FA"/>
    <w:rsid w:val="002B5408"/>
    <w:rsid w:val="002C004C"/>
    <w:rsid w:val="002C08C0"/>
    <w:rsid w:val="002C20DB"/>
    <w:rsid w:val="002C2A9A"/>
    <w:rsid w:val="002C2E5B"/>
    <w:rsid w:val="002C3886"/>
    <w:rsid w:val="002C391E"/>
    <w:rsid w:val="002C3BB4"/>
    <w:rsid w:val="002C4237"/>
    <w:rsid w:val="002C43E1"/>
    <w:rsid w:val="002C49E6"/>
    <w:rsid w:val="002C4DA2"/>
    <w:rsid w:val="002C4EA4"/>
    <w:rsid w:val="002C4F09"/>
    <w:rsid w:val="002C61F4"/>
    <w:rsid w:val="002C7699"/>
    <w:rsid w:val="002D01B3"/>
    <w:rsid w:val="002D02E1"/>
    <w:rsid w:val="002D04E4"/>
    <w:rsid w:val="002D052A"/>
    <w:rsid w:val="002D079E"/>
    <w:rsid w:val="002D101D"/>
    <w:rsid w:val="002D1D0E"/>
    <w:rsid w:val="002D312A"/>
    <w:rsid w:val="002D3423"/>
    <w:rsid w:val="002D3D21"/>
    <w:rsid w:val="002D5024"/>
    <w:rsid w:val="002D5063"/>
    <w:rsid w:val="002D5BED"/>
    <w:rsid w:val="002D6952"/>
    <w:rsid w:val="002D6E75"/>
    <w:rsid w:val="002D7091"/>
    <w:rsid w:val="002E0075"/>
    <w:rsid w:val="002E04A9"/>
    <w:rsid w:val="002E126B"/>
    <w:rsid w:val="002E1994"/>
    <w:rsid w:val="002E363B"/>
    <w:rsid w:val="002E3CEE"/>
    <w:rsid w:val="002E4323"/>
    <w:rsid w:val="002E54DE"/>
    <w:rsid w:val="002E583A"/>
    <w:rsid w:val="002E702B"/>
    <w:rsid w:val="002E7159"/>
    <w:rsid w:val="002E72F5"/>
    <w:rsid w:val="002F06A3"/>
    <w:rsid w:val="002F0732"/>
    <w:rsid w:val="002F1138"/>
    <w:rsid w:val="002F138C"/>
    <w:rsid w:val="002F179D"/>
    <w:rsid w:val="002F2E49"/>
    <w:rsid w:val="002F2F04"/>
    <w:rsid w:val="002F2FAF"/>
    <w:rsid w:val="002F35DF"/>
    <w:rsid w:val="002F378B"/>
    <w:rsid w:val="002F3870"/>
    <w:rsid w:val="002F405E"/>
    <w:rsid w:val="002F529C"/>
    <w:rsid w:val="002F54F3"/>
    <w:rsid w:val="002F565C"/>
    <w:rsid w:val="002F66FF"/>
    <w:rsid w:val="002F67C2"/>
    <w:rsid w:val="002F6DAD"/>
    <w:rsid w:val="002F73DF"/>
    <w:rsid w:val="002F7E7A"/>
    <w:rsid w:val="00300D91"/>
    <w:rsid w:val="00300F8C"/>
    <w:rsid w:val="00301459"/>
    <w:rsid w:val="00301C96"/>
    <w:rsid w:val="00302FA8"/>
    <w:rsid w:val="0030361E"/>
    <w:rsid w:val="00303D5C"/>
    <w:rsid w:val="00304114"/>
    <w:rsid w:val="003047B2"/>
    <w:rsid w:val="003049F4"/>
    <w:rsid w:val="0030525F"/>
    <w:rsid w:val="00305704"/>
    <w:rsid w:val="00306608"/>
    <w:rsid w:val="00306834"/>
    <w:rsid w:val="00307AB3"/>
    <w:rsid w:val="00310536"/>
    <w:rsid w:val="003110AE"/>
    <w:rsid w:val="0031193D"/>
    <w:rsid w:val="00311AF7"/>
    <w:rsid w:val="00311C16"/>
    <w:rsid w:val="00313478"/>
    <w:rsid w:val="003136CA"/>
    <w:rsid w:val="00313FB0"/>
    <w:rsid w:val="00316417"/>
    <w:rsid w:val="00317398"/>
    <w:rsid w:val="0032041A"/>
    <w:rsid w:val="0032071C"/>
    <w:rsid w:val="0032073D"/>
    <w:rsid w:val="00320DD7"/>
    <w:rsid w:val="003210E8"/>
    <w:rsid w:val="0032185E"/>
    <w:rsid w:val="0032222F"/>
    <w:rsid w:val="0032268C"/>
    <w:rsid w:val="00323B59"/>
    <w:rsid w:val="00324600"/>
    <w:rsid w:val="0032472D"/>
    <w:rsid w:val="0032483E"/>
    <w:rsid w:val="003253D6"/>
    <w:rsid w:val="00325873"/>
    <w:rsid w:val="00326638"/>
    <w:rsid w:val="00326C21"/>
    <w:rsid w:val="00326F6A"/>
    <w:rsid w:val="003271F1"/>
    <w:rsid w:val="00330664"/>
    <w:rsid w:val="00330EF2"/>
    <w:rsid w:val="0033196A"/>
    <w:rsid w:val="00332B42"/>
    <w:rsid w:val="00336463"/>
    <w:rsid w:val="0033727F"/>
    <w:rsid w:val="003374A7"/>
    <w:rsid w:val="00337CA7"/>
    <w:rsid w:val="00337D14"/>
    <w:rsid w:val="00337FA1"/>
    <w:rsid w:val="00337FDE"/>
    <w:rsid w:val="003400DB"/>
    <w:rsid w:val="00341AED"/>
    <w:rsid w:val="00341B4C"/>
    <w:rsid w:val="00341D01"/>
    <w:rsid w:val="003424C6"/>
    <w:rsid w:val="00342544"/>
    <w:rsid w:val="00342981"/>
    <w:rsid w:val="00342E45"/>
    <w:rsid w:val="00343B60"/>
    <w:rsid w:val="00344E53"/>
    <w:rsid w:val="003453A1"/>
    <w:rsid w:val="00345E47"/>
    <w:rsid w:val="0034606F"/>
    <w:rsid w:val="00346CD5"/>
    <w:rsid w:val="00346CEE"/>
    <w:rsid w:val="003473D5"/>
    <w:rsid w:val="00347805"/>
    <w:rsid w:val="00347E15"/>
    <w:rsid w:val="0035016F"/>
    <w:rsid w:val="00350877"/>
    <w:rsid w:val="00350FB1"/>
    <w:rsid w:val="00351B94"/>
    <w:rsid w:val="00352114"/>
    <w:rsid w:val="00353689"/>
    <w:rsid w:val="00353F4F"/>
    <w:rsid w:val="0035550C"/>
    <w:rsid w:val="003555F1"/>
    <w:rsid w:val="00355CE7"/>
    <w:rsid w:val="00356E20"/>
    <w:rsid w:val="0035730C"/>
    <w:rsid w:val="0035782C"/>
    <w:rsid w:val="00360633"/>
    <w:rsid w:val="003609A6"/>
    <w:rsid w:val="00360A0A"/>
    <w:rsid w:val="00360B6D"/>
    <w:rsid w:val="00360EE3"/>
    <w:rsid w:val="0036159C"/>
    <w:rsid w:val="00362216"/>
    <w:rsid w:val="00362789"/>
    <w:rsid w:val="00362AB8"/>
    <w:rsid w:val="00362AE6"/>
    <w:rsid w:val="00363395"/>
    <w:rsid w:val="00363426"/>
    <w:rsid w:val="00363A87"/>
    <w:rsid w:val="00363A92"/>
    <w:rsid w:val="00363C19"/>
    <w:rsid w:val="00364055"/>
    <w:rsid w:val="003641C8"/>
    <w:rsid w:val="003642C3"/>
    <w:rsid w:val="00365670"/>
    <w:rsid w:val="00365DEB"/>
    <w:rsid w:val="00366DD0"/>
    <w:rsid w:val="00367078"/>
    <w:rsid w:val="0037011F"/>
    <w:rsid w:val="0037088C"/>
    <w:rsid w:val="00370E31"/>
    <w:rsid w:val="00371321"/>
    <w:rsid w:val="003715A2"/>
    <w:rsid w:val="003720B7"/>
    <w:rsid w:val="00372CB5"/>
    <w:rsid w:val="003739DE"/>
    <w:rsid w:val="003744FD"/>
    <w:rsid w:val="00374E12"/>
    <w:rsid w:val="003750AD"/>
    <w:rsid w:val="00375D03"/>
    <w:rsid w:val="00375EA5"/>
    <w:rsid w:val="003762A9"/>
    <w:rsid w:val="0037750A"/>
    <w:rsid w:val="00377F05"/>
    <w:rsid w:val="00380262"/>
    <w:rsid w:val="00380632"/>
    <w:rsid w:val="00380959"/>
    <w:rsid w:val="00380993"/>
    <w:rsid w:val="003819FA"/>
    <w:rsid w:val="003824A2"/>
    <w:rsid w:val="003825D6"/>
    <w:rsid w:val="00382A23"/>
    <w:rsid w:val="00383065"/>
    <w:rsid w:val="003833B9"/>
    <w:rsid w:val="00383D03"/>
    <w:rsid w:val="003840AD"/>
    <w:rsid w:val="00384B20"/>
    <w:rsid w:val="00384E9A"/>
    <w:rsid w:val="00385F91"/>
    <w:rsid w:val="003876C9"/>
    <w:rsid w:val="00387963"/>
    <w:rsid w:val="00387FB3"/>
    <w:rsid w:val="00387FC9"/>
    <w:rsid w:val="00390B17"/>
    <w:rsid w:val="00391702"/>
    <w:rsid w:val="00391DCE"/>
    <w:rsid w:val="0039354E"/>
    <w:rsid w:val="003935FA"/>
    <w:rsid w:val="003939C1"/>
    <w:rsid w:val="003942FE"/>
    <w:rsid w:val="00394BF2"/>
    <w:rsid w:val="00395503"/>
    <w:rsid w:val="0039565F"/>
    <w:rsid w:val="00395B14"/>
    <w:rsid w:val="0039610B"/>
    <w:rsid w:val="003961AE"/>
    <w:rsid w:val="0039687F"/>
    <w:rsid w:val="00396AF4"/>
    <w:rsid w:val="00397992"/>
    <w:rsid w:val="003A0F2D"/>
    <w:rsid w:val="003A2015"/>
    <w:rsid w:val="003A20DB"/>
    <w:rsid w:val="003A26A4"/>
    <w:rsid w:val="003A3758"/>
    <w:rsid w:val="003A38B0"/>
    <w:rsid w:val="003A4581"/>
    <w:rsid w:val="003A5C8C"/>
    <w:rsid w:val="003A5EE9"/>
    <w:rsid w:val="003A6D6D"/>
    <w:rsid w:val="003A6F7F"/>
    <w:rsid w:val="003A7BC7"/>
    <w:rsid w:val="003B02CB"/>
    <w:rsid w:val="003B0925"/>
    <w:rsid w:val="003B1957"/>
    <w:rsid w:val="003B224C"/>
    <w:rsid w:val="003B3F5B"/>
    <w:rsid w:val="003B4008"/>
    <w:rsid w:val="003B5B06"/>
    <w:rsid w:val="003B650C"/>
    <w:rsid w:val="003B6800"/>
    <w:rsid w:val="003C0D58"/>
    <w:rsid w:val="003C1374"/>
    <w:rsid w:val="003C1B3F"/>
    <w:rsid w:val="003C1FF4"/>
    <w:rsid w:val="003C2231"/>
    <w:rsid w:val="003C225E"/>
    <w:rsid w:val="003C2369"/>
    <w:rsid w:val="003C273E"/>
    <w:rsid w:val="003C2A6E"/>
    <w:rsid w:val="003C2C8F"/>
    <w:rsid w:val="003C2D0C"/>
    <w:rsid w:val="003C46BB"/>
    <w:rsid w:val="003C5124"/>
    <w:rsid w:val="003C6BC7"/>
    <w:rsid w:val="003C71ED"/>
    <w:rsid w:val="003C7E97"/>
    <w:rsid w:val="003D02CE"/>
    <w:rsid w:val="003D1047"/>
    <w:rsid w:val="003D2680"/>
    <w:rsid w:val="003D33EB"/>
    <w:rsid w:val="003D3566"/>
    <w:rsid w:val="003D3DAD"/>
    <w:rsid w:val="003D4125"/>
    <w:rsid w:val="003D41F7"/>
    <w:rsid w:val="003D42EF"/>
    <w:rsid w:val="003D454B"/>
    <w:rsid w:val="003D469F"/>
    <w:rsid w:val="003D6145"/>
    <w:rsid w:val="003D6EE7"/>
    <w:rsid w:val="003D7095"/>
    <w:rsid w:val="003D74DD"/>
    <w:rsid w:val="003D7E7D"/>
    <w:rsid w:val="003D7FAB"/>
    <w:rsid w:val="003E00C5"/>
    <w:rsid w:val="003E0ED0"/>
    <w:rsid w:val="003E17AA"/>
    <w:rsid w:val="003E1EA8"/>
    <w:rsid w:val="003E377E"/>
    <w:rsid w:val="003E44FF"/>
    <w:rsid w:val="003E463D"/>
    <w:rsid w:val="003E4A7F"/>
    <w:rsid w:val="003E5CB0"/>
    <w:rsid w:val="003E6689"/>
    <w:rsid w:val="003E6853"/>
    <w:rsid w:val="003E794F"/>
    <w:rsid w:val="003F0E5A"/>
    <w:rsid w:val="003F1130"/>
    <w:rsid w:val="003F13F9"/>
    <w:rsid w:val="003F1C1E"/>
    <w:rsid w:val="003F20F3"/>
    <w:rsid w:val="003F2D3B"/>
    <w:rsid w:val="003F3481"/>
    <w:rsid w:val="003F39B5"/>
    <w:rsid w:val="003F3DAD"/>
    <w:rsid w:val="003F3E2B"/>
    <w:rsid w:val="003F49F4"/>
    <w:rsid w:val="003F4D80"/>
    <w:rsid w:val="003F61C9"/>
    <w:rsid w:val="003F6329"/>
    <w:rsid w:val="003F7087"/>
    <w:rsid w:val="003F74F7"/>
    <w:rsid w:val="003F7A8D"/>
    <w:rsid w:val="00400127"/>
    <w:rsid w:val="004004FC"/>
    <w:rsid w:val="0040055B"/>
    <w:rsid w:val="00400AFA"/>
    <w:rsid w:val="0040142B"/>
    <w:rsid w:val="00401B90"/>
    <w:rsid w:val="0040211E"/>
    <w:rsid w:val="00402240"/>
    <w:rsid w:val="00402679"/>
    <w:rsid w:val="00402985"/>
    <w:rsid w:val="004039A6"/>
    <w:rsid w:val="00403A05"/>
    <w:rsid w:val="00403B20"/>
    <w:rsid w:val="00403F61"/>
    <w:rsid w:val="00404770"/>
    <w:rsid w:val="00405756"/>
    <w:rsid w:val="00410865"/>
    <w:rsid w:val="00410F64"/>
    <w:rsid w:val="004112DF"/>
    <w:rsid w:val="00411489"/>
    <w:rsid w:val="00411CB8"/>
    <w:rsid w:val="00411D26"/>
    <w:rsid w:val="00411DA7"/>
    <w:rsid w:val="004124AF"/>
    <w:rsid w:val="00412638"/>
    <w:rsid w:val="0041370E"/>
    <w:rsid w:val="00414961"/>
    <w:rsid w:val="00415255"/>
    <w:rsid w:val="00417128"/>
    <w:rsid w:val="004200B6"/>
    <w:rsid w:val="00421FB8"/>
    <w:rsid w:val="00422590"/>
    <w:rsid w:val="004237FA"/>
    <w:rsid w:val="00423C5D"/>
    <w:rsid w:val="0042440E"/>
    <w:rsid w:val="00424952"/>
    <w:rsid w:val="00425153"/>
    <w:rsid w:val="004257A6"/>
    <w:rsid w:val="00425F59"/>
    <w:rsid w:val="00426953"/>
    <w:rsid w:val="004274DB"/>
    <w:rsid w:val="00427DA9"/>
    <w:rsid w:val="004303EA"/>
    <w:rsid w:val="00432369"/>
    <w:rsid w:val="00434C9F"/>
    <w:rsid w:val="004366AC"/>
    <w:rsid w:val="00437195"/>
    <w:rsid w:val="004372AB"/>
    <w:rsid w:val="00437B72"/>
    <w:rsid w:val="00437DAB"/>
    <w:rsid w:val="00437F6F"/>
    <w:rsid w:val="004405C5"/>
    <w:rsid w:val="004407F8"/>
    <w:rsid w:val="00440D12"/>
    <w:rsid w:val="00441EC2"/>
    <w:rsid w:val="00442484"/>
    <w:rsid w:val="0044277A"/>
    <w:rsid w:val="00442EAC"/>
    <w:rsid w:val="004436CC"/>
    <w:rsid w:val="0044564C"/>
    <w:rsid w:val="00445842"/>
    <w:rsid w:val="00445B54"/>
    <w:rsid w:val="00446455"/>
    <w:rsid w:val="00450247"/>
    <w:rsid w:val="00450E5D"/>
    <w:rsid w:val="0045388E"/>
    <w:rsid w:val="00453F5A"/>
    <w:rsid w:val="00454069"/>
    <w:rsid w:val="0045452B"/>
    <w:rsid w:val="00454D45"/>
    <w:rsid w:val="004553FA"/>
    <w:rsid w:val="00455634"/>
    <w:rsid w:val="00455B65"/>
    <w:rsid w:val="004565A5"/>
    <w:rsid w:val="0045735F"/>
    <w:rsid w:val="00457A96"/>
    <w:rsid w:val="00457F6E"/>
    <w:rsid w:val="0046003B"/>
    <w:rsid w:val="0046020D"/>
    <w:rsid w:val="004607FC"/>
    <w:rsid w:val="00461788"/>
    <w:rsid w:val="00461B58"/>
    <w:rsid w:val="00461DDB"/>
    <w:rsid w:val="0046223A"/>
    <w:rsid w:val="004625FD"/>
    <w:rsid w:val="004631AD"/>
    <w:rsid w:val="004631DA"/>
    <w:rsid w:val="0046397D"/>
    <w:rsid w:val="00463D6C"/>
    <w:rsid w:val="00464EBB"/>
    <w:rsid w:val="004679D9"/>
    <w:rsid w:val="00467C50"/>
    <w:rsid w:val="00470860"/>
    <w:rsid w:val="00470E7B"/>
    <w:rsid w:val="00471717"/>
    <w:rsid w:val="00471988"/>
    <w:rsid w:val="00471E95"/>
    <w:rsid w:val="0047207E"/>
    <w:rsid w:val="00472514"/>
    <w:rsid w:val="00472B4A"/>
    <w:rsid w:val="004731BD"/>
    <w:rsid w:val="00474B2E"/>
    <w:rsid w:val="00474ECF"/>
    <w:rsid w:val="0047544C"/>
    <w:rsid w:val="00475A5F"/>
    <w:rsid w:val="00476066"/>
    <w:rsid w:val="004764C0"/>
    <w:rsid w:val="00477CAC"/>
    <w:rsid w:val="004801A1"/>
    <w:rsid w:val="004802B4"/>
    <w:rsid w:val="00480CCA"/>
    <w:rsid w:val="004816AC"/>
    <w:rsid w:val="00481EA8"/>
    <w:rsid w:val="004824D5"/>
    <w:rsid w:val="00482922"/>
    <w:rsid w:val="00483EB8"/>
    <w:rsid w:val="00484937"/>
    <w:rsid w:val="004849B5"/>
    <w:rsid w:val="00484C08"/>
    <w:rsid w:val="00485843"/>
    <w:rsid w:val="00485886"/>
    <w:rsid w:val="004859DD"/>
    <w:rsid w:val="00486747"/>
    <w:rsid w:val="00486F40"/>
    <w:rsid w:val="0048730B"/>
    <w:rsid w:val="0049007D"/>
    <w:rsid w:val="00490AC6"/>
    <w:rsid w:val="0049154A"/>
    <w:rsid w:val="0049198B"/>
    <w:rsid w:val="00491A9A"/>
    <w:rsid w:val="00493611"/>
    <w:rsid w:val="004940F5"/>
    <w:rsid w:val="0049432E"/>
    <w:rsid w:val="00494433"/>
    <w:rsid w:val="00494BD0"/>
    <w:rsid w:val="00495622"/>
    <w:rsid w:val="004956DB"/>
    <w:rsid w:val="004958B2"/>
    <w:rsid w:val="0049685C"/>
    <w:rsid w:val="00497322"/>
    <w:rsid w:val="004979CD"/>
    <w:rsid w:val="004A0C3D"/>
    <w:rsid w:val="004A186F"/>
    <w:rsid w:val="004A19E8"/>
    <w:rsid w:val="004A1D66"/>
    <w:rsid w:val="004A24DF"/>
    <w:rsid w:val="004A3571"/>
    <w:rsid w:val="004A3758"/>
    <w:rsid w:val="004A3C3B"/>
    <w:rsid w:val="004A3D7E"/>
    <w:rsid w:val="004A3FC2"/>
    <w:rsid w:val="004A42AE"/>
    <w:rsid w:val="004A4398"/>
    <w:rsid w:val="004A4F35"/>
    <w:rsid w:val="004A59A8"/>
    <w:rsid w:val="004A59CE"/>
    <w:rsid w:val="004A5B52"/>
    <w:rsid w:val="004B00F9"/>
    <w:rsid w:val="004B0B0E"/>
    <w:rsid w:val="004B174B"/>
    <w:rsid w:val="004B2174"/>
    <w:rsid w:val="004B2187"/>
    <w:rsid w:val="004B2CA6"/>
    <w:rsid w:val="004B4161"/>
    <w:rsid w:val="004B4E13"/>
    <w:rsid w:val="004B607B"/>
    <w:rsid w:val="004B627C"/>
    <w:rsid w:val="004B751D"/>
    <w:rsid w:val="004B7ECD"/>
    <w:rsid w:val="004C0DBE"/>
    <w:rsid w:val="004C0E9C"/>
    <w:rsid w:val="004C1B65"/>
    <w:rsid w:val="004C2380"/>
    <w:rsid w:val="004C23CA"/>
    <w:rsid w:val="004C2B38"/>
    <w:rsid w:val="004C518E"/>
    <w:rsid w:val="004C5308"/>
    <w:rsid w:val="004C6C52"/>
    <w:rsid w:val="004C738D"/>
    <w:rsid w:val="004C7EEE"/>
    <w:rsid w:val="004D0246"/>
    <w:rsid w:val="004D05E7"/>
    <w:rsid w:val="004D08B5"/>
    <w:rsid w:val="004D1167"/>
    <w:rsid w:val="004D3005"/>
    <w:rsid w:val="004D386A"/>
    <w:rsid w:val="004D3D9A"/>
    <w:rsid w:val="004D3EB2"/>
    <w:rsid w:val="004D444C"/>
    <w:rsid w:val="004D5C60"/>
    <w:rsid w:val="004D5D36"/>
    <w:rsid w:val="004D7B45"/>
    <w:rsid w:val="004E0F84"/>
    <w:rsid w:val="004E10A1"/>
    <w:rsid w:val="004E1385"/>
    <w:rsid w:val="004E24EE"/>
    <w:rsid w:val="004E2BE2"/>
    <w:rsid w:val="004E330B"/>
    <w:rsid w:val="004E3855"/>
    <w:rsid w:val="004E486C"/>
    <w:rsid w:val="004E49C3"/>
    <w:rsid w:val="004E5EB7"/>
    <w:rsid w:val="004E6371"/>
    <w:rsid w:val="004E686F"/>
    <w:rsid w:val="004E6B8A"/>
    <w:rsid w:val="004E6E12"/>
    <w:rsid w:val="004E7FDF"/>
    <w:rsid w:val="004F01CB"/>
    <w:rsid w:val="004F0443"/>
    <w:rsid w:val="004F16BA"/>
    <w:rsid w:val="004F1BBB"/>
    <w:rsid w:val="004F2DE7"/>
    <w:rsid w:val="004F3069"/>
    <w:rsid w:val="004F3211"/>
    <w:rsid w:val="004F42E7"/>
    <w:rsid w:val="004F4608"/>
    <w:rsid w:val="004F64FF"/>
    <w:rsid w:val="004F7663"/>
    <w:rsid w:val="004F7677"/>
    <w:rsid w:val="004F7BDC"/>
    <w:rsid w:val="004F7F6A"/>
    <w:rsid w:val="005002B1"/>
    <w:rsid w:val="005008D6"/>
    <w:rsid w:val="00501042"/>
    <w:rsid w:val="005016CA"/>
    <w:rsid w:val="00502633"/>
    <w:rsid w:val="00502C36"/>
    <w:rsid w:val="0050325E"/>
    <w:rsid w:val="00503CB3"/>
    <w:rsid w:val="00504258"/>
    <w:rsid w:val="005058D5"/>
    <w:rsid w:val="00505FF5"/>
    <w:rsid w:val="00506973"/>
    <w:rsid w:val="0050737D"/>
    <w:rsid w:val="0050789A"/>
    <w:rsid w:val="00510AC0"/>
    <w:rsid w:val="00510E06"/>
    <w:rsid w:val="00510EC5"/>
    <w:rsid w:val="0051111C"/>
    <w:rsid w:val="005111BF"/>
    <w:rsid w:val="00511CB8"/>
    <w:rsid w:val="00511F3D"/>
    <w:rsid w:val="0051339E"/>
    <w:rsid w:val="00514FAD"/>
    <w:rsid w:val="0051707C"/>
    <w:rsid w:val="00517A74"/>
    <w:rsid w:val="00520232"/>
    <w:rsid w:val="0052036D"/>
    <w:rsid w:val="00520960"/>
    <w:rsid w:val="005213B4"/>
    <w:rsid w:val="00521E5A"/>
    <w:rsid w:val="00522330"/>
    <w:rsid w:val="005224AB"/>
    <w:rsid w:val="0052261F"/>
    <w:rsid w:val="00522BFE"/>
    <w:rsid w:val="00523231"/>
    <w:rsid w:val="00523AA0"/>
    <w:rsid w:val="005240A4"/>
    <w:rsid w:val="005243D4"/>
    <w:rsid w:val="0052472C"/>
    <w:rsid w:val="005255D0"/>
    <w:rsid w:val="00525C36"/>
    <w:rsid w:val="00526A69"/>
    <w:rsid w:val="00526DAA"/>
    <w:rsid w:val="005274DA"/>
    <w:rsid w:val="00527DCE"/>
    <w:rsid w:val="00530EA6"/>
    <w:rsid w:val="00531488"/>
    <w:rsid w:val="0053289F"/>
    <w:rsid w:val="005339FB"/>
    <w:rsid w:val="00534073"/>
    <w:rsid w:val="005349D3"/>
    <w:rsid w:val="00534BB5"/>
    <w:rsid w:val="00537401"/>
    <w:rsid w:val="005403DA"/>
    <w:rsid w:val="00541453"/>
    <w:rsid w:val="00541BF8"/>
    <w:rsid w:val="00542545"/>
    <w:rsid w:val="00543E6E"/>
    <w:rsid w:val="005444AD"/>
    <w:rsid w:val="00544AF6"/>
    <w:rsid w:val="00544BBE"/>
    <w:rsid w:val="00544FEE"/>
    <w:rsid w:val="00545272"/>
    <w:rsid w:val="00545974"/>
    <w:rsid w:val="00545C37"/>
    <w:rsid w:val="005460FE"/>
    <w:rsid w:val="00546723"/>
    <w:rsid w:val="00551860"/>
    <w:rsid w:val="00552897"/>
    <w:rsid w:val="00552933"/>
    <w:rsid w:val="00552AB8"/>
    <w:rsid w:val="00553389"/>
    <w:rsid w:val="005543D7"/>
    <w:rsid w:val="0055494E"/>
    <w:rsid w:val="00554D0C"/>
    <w:rsid w:val="005550C1"/>
    <w:rsid w:val="005556A1"/>
    <w:rsid w:val="0055612F"/>
    <w:rsid w:val="00557700"/>
    <w:rsid w:val="00557C4C"/>
    <w:rsid w:val="00560D93"/>
    <w:rsid w:val="00561EE8"/>
    <w:rsid w:val="005626CD"/>
    <w:rsid w:val="00562C34"/>
    <w:rsid w:val="00562DE6"/>
    <w:rsid w:val="005634B5"/>
    <w:rsid w:val="00563970"/>
    <w:rsid w:val="0056479E"/>
    <w:rsid w:val="005658EE"/>
    <w:rsid w:val="005662FA"/>
    <w:rsid w:val="00567571"/>
    <w:rsid w:val="0057033F"/>
    <w:rsid w:val="00570CEC"/>
    <w:rsid w:val="0057106F"/>
    <w:rsid w:val="0057179C"/>
    <w:rsid w:val="00571F69"/>
    <w:rsid w:val="00572364"/>
    <w:rsid w:val="005738D4"/>
    <w:rsid w:val="00574A99"/>
    <w:rsid w:val="00574BBA"/>
    <w:rsid w:val="0057578B"/>
    <w:rsid w:val="00576761"/>
    <w:rsid w:val="00576AA6"/>
    <w:rsid w:val="00577425"/>
    <w:rsid w:val="00580527"/>
    <w:rsid w:val="005807CB"/>
    <w:rsid w:val="00580ECD"/>
    <w:rsid w:val="00582493"/>
    <w:rsid w:val="00582E89"/>
    <w:rsid w:val="00583ABB"/>
    <w:rsid w:val="00584587"/>
    <w:rsid w:val="005848EE"/>
    <w:rsid w:val="00584A70"/>
    <w:rsid w:val="00584F26"/>
    <w:rsid w:val="005858DE"/>
    <w:rsid w:val="00585DF8"/>
    <w:rsid w:val="00587190"/>
    <w:rsid w:val="00587B5D"/>
    <w:rsid w:val="00587FDD"/>
    <w:rsid w:val="00590BE4"/>
    <w:rsid w:val="005921D3"/>
    <w:rsid w:val="0059248C"/>
    <w:rsid w:val="00592E82"/>
    <w:rsid w:val="00593CE7"/>
    <w:rsid w:val="00594569"/>
    <w:rsid w:val="005950F8"/>
    <w:rsid w:val="00595B04"/>
    <w:rsid w:val="00595B98"/>
    <w:rsid w:val="00595BE9"/>
    <w:rsid w:val="00597A3F"/>
    <w:rsid w:val="00597BA0"/>
    <w:rsid w:val="005A0C79"/>
    <w:rsid w:val="005A1089"/>
    <w:rsid w:val="005A10C7"/>
    <w:rsid w:val="005A14A0"/>
    <w:rsid w:val="005A1977"/>
    <w:rsid w:val="005A2DAB"/>
    <w:rsid w:val="005A3520"/>
    <w:rsid w:val="005A4D0E"/>
    <w:rsid w:val="005A5087"/>
    <w:rsid w:val="005A68E9"/>
    <w:rsid w:val="005A791F"/>
    <w:rsid w:val="005A7A56"/>
    <w:rsid w:val="005B0773"/>
    <w:rsid w:val="005B0995"/>
    <w:rsid w:val="005B0B86"/>
    <w:rsid w:val="005B0E74"/>
    <w:rsid w:val="005B18BB"/>
    <w:rsid w:val="005B18C6"/>
    <w:rsid w:val="005B1F2F"/>
    <w:rsid w:val="005B2596"/>
    <w:rsid w:val="005B2736"/>
    <w:rsid w:val="005B29C5"/>
    <w:rsid w:val="005B3CFF"/>
    <w:rsid w:val="005B3D8B"/>
    <w:rsid w:val="005B51DC"/>
    <w:rsid w:val="005B56F1"/>
    <w:rsid w:val="005B598D"/>
    <w:rsid w:val="005B68B8"/>
    <w:rsid w:val="005B7024"/>
    <w:rsid w:val="005B7AA6"/>
    <w:rsid w:val="005B7BCF"/>
    <w:rsid w:val="005B7F46"/>
    <w:rsid w:val="005C0171"/>
    <w:rsid w:val="005C031A"/>
    <w:rsid w:val="005C124C"/>
    <w:rsid w:val="005C159A"/>
    <w:rsid w:val="005C2132"/>
    <w:rsid w:val="005C2598"/>
    <w:rsid w:val="005C2E88"/>
    <w:rsid w:val="005C37E1"/>
    <w:rsid w:val="005C51E3"/>
    <w:rsid w:val="005C5437"/>
    <w:rsid w:val="005C6EF4"/>
    <w:rsid w:val="005C7381"/>
    <w:rsid w:val="005C7F09"/>
    <w:rsid w:val="005D18BE"/>
    <w:rsid w:val="005D1B4E"/>
    <w:rsid w:val="005D1E5C"/>
    <w:rsid w:val="005D379E"/>
    <w:rsid w:val="005D5D57"/>
    <w:rsid w:val="005D60A5"/>
    <w:rsid w:val="005D6BEE"/>
    <w:rsid w:val="005D73A7"/>
    <w:rsid w:val="005D7691"/>
    <w:rsid w:val="005D7DDB"/>
    <w:rsid w:val="005E104E"/>
    <w:rsid w:val="005E11BB"/>
    <w:rsid w:val="005E138F"/>
    <w:rsid w:val="005E13B0"/>
    <w:rsid w:val="005E19A0"/>
    <w:rsid w:val="005E2502"/>
    <w:rsid w:val="005E290C"/>
    <w:rsid w:val="005E486C"/>
    <w:rsid w:val="005E5B3A"/>
    <w:rsid w:val="005E62A4"/>
    <w:rsid w:val="005E6C18"/>
    <w:rsid w:val="005E7130"/>
    <w:rsid w:val="005E71C4"/>
    <w:rsid w:val="005E753B"/>
    <w:rsid w:val="005E7552"/>
    <w:rsid w:val="005F12D6"/>
    <w:rsid w:val="005F13A2"/>
    <w:rsid w:val="005F191B"/>
    <w:rsid w:val="005F3056"/>
    <w:rsid w:val="005F4C3C"/>
    <w:rsid w:val="005F52F3"/>
    <w:rsid w:val="005F59C3"/>
    <w:rsid w:val="005F6676"/>
    <w:rsid w:val="005F791C"/>
    <w:rsid w:val="005F7B85"/>
    <w:rsid w:val="005F7C3B"/>
    <w:rsid w:val="005F7EC2"/>
    <w:rsid w:val="005F7F0C"/>
    <w:rsid w:val="006008ED"/>
    <w:rsid w:val="00600D0B"/>
    <w:rsid w:val="00600D49"/>
    <w:rsid w:val="00601E3F"/>
    <w:rsid w:val="006027FF"/>
    <w:rsid w:val="00602CB7"/>
    <w:rsid w:val="00604585"/>
    <w:rsid w:val="00604C05"/>
    <w:rsid w:val="00605207"/>
    <w:rsid w:val="00605A11"/>
    <w:rsid w:val="0060623F"/>
    <w:rsid w:val="006074AB"/>
    <w:rsid w:val="00612136"/>
    <w:rsid w:val="006124A1"/>
    <w:rsid w:val="00612EEA"/>
    <w:rsid w:val="006132AD"/>
    <w:rsid w:val="00613D7E"/>
    <w:rsid w:val="006142F7"/>
    <w:rsid w:val="006145C6"/>
    <w:rsid w:val="006172BD"/>
    <w:rsid w:val="00617863"/>
    <w:rsid w:val="00617AAC"/>
    <w:rsid w:val="00620475"/>
    <w:rsid w:val="006207A9"/>
    <w:rsid w:val="0062253B"/>
    <w:rsid w:val="006228CE"/>
    <w:rsid w:val="006234FE"/>
    <w:rsid w:val="006239EF"/>
    <w:rsid w:val="0062531B"/>
    <w:rsid w:val="00625942"/>
    <w:rsid w:val="00625B5A"/>
    <w:rsid w:val="00626296"/>
    <w:rsid w:val="00627FD1"/>
    <w:rsid w:val="00630157"/>
    <w:rsid w:val="00630934"/>
    <w:rsid w:val="00631058"/>
    <w:rsid w:val="006329F3"/>
    <w:rsid w:val="00632D3F"/>
    <w:rsid w:val="00632FB0"/>
    <w:rsid w:val="0063311F"/>
    <w:rsid w:val="0063405C"/>
    <w:rsid w:val="00634217"/>
    <w:rsid w:val="00634727"/>
    <w:rsid w:val="00634F18"/>
    <w:rsid w:val="0063501A"/>
    <w:rsid w:val="0063541C"/>
    <w:rsid w:val="006360E8"/>
    <w:rsid w:val="0063630B"/>
    <w:rsid w:val="00637330"/>
    <w:rsid w:val="00637427"/>
    <w:rsid w:val="006376EB"/>
    <w:rsid w:val="006378D7"/>
    <w:rsid w:val="00640F44"/>
    <w:rsid w:val="00641548"/>
    <w:rsid w:val="00641DEF"/>
    <w:rsid w:val="00641EFC"/>
    <w:rsid w:val="006429A0"/>
    <w:rsid w:val="00644BB2"/>
    <w:rsid w:val="00645003"/>
    <w:rsid w:val="0064518A"/>
    <w:rsid w:val="00645720"/>
    <w:rsid w:val="00646B16"/>
    <w:rsid w:val="006470B8"/>
    <w:rsid w:val="00647A76"/>
    <w:rsid w:val="006508AC"/>
    <w:rsid w:val="006517A8"/>
    <w:rsid w:val="00652F86"/>
    <w:rsid w:val="00654F3E"/>
    <w:rsid w:val="00656B46"/>
    <w:rsid w:val="00657DB3"/>
    <w:rsid w:val="00660FBD"/>
    <w:rsid w:val="00661BAE"/>
    <w:rsid w:val="00663470"/>
    <w:rsid w:val="0066464A"/>
    <w:rsid w:val="006654AB"/>
    <w:rsid w:val="00665780"/>
    <w:rsid w:val="00665BD5"/>
    <w:rsid w:val="00666609"/>
    <w:rsid w:val="00666C1A"/>
    <w:rsid w:val="00667146"/>
    <w:rsid w:val="00667E8A"/>
    <w:rsid w:val="00671F3F"/>
    <w:rsid w:val="006729D2"/>
    <w:rsid w:val="00673742"/>
    <w:rsid w:val="006741AF"/>
    <w:rsid w:val="00674435"/>
    <w:rsid w:val="00675B5C"/>
    <w:rsid w:val="00675E8C"/>
    <w:rsid w:val="00676EC2"/>
    <w:rsid w:val="006771D7"/>
    <w:rsid w:val="006802EE"/>
    <w:rsid w:val="00680471"/>
    <w:rsid w:val="00680867"/>
    <w:rsid w:val="00681286"/>
    <w:rsid w:val="00681E96"/>
    <w:rsid w:val="0068493A"/>
    <w:rsid w:val="00684B33"/>
    <w:rsid w:val="0068594E"/>
    <w:rsid w:val="00685A03"/>
    <w:rsid w:val="00685F71"/>
    <w:rsid w:val="0068636C"/>
    <w:rsid w:val="006871D7"/>
    <w:rsid w:val="00687310"/>
    <w:rsid w:val="00687666"/>
    <w:rsid w:val="006877EC"/>
    <w:rsid w:val="006902A0"/>
    <w:rsid w:val="006904D5"/>
    <w:rsid w:val="00690CE4"/>
    <w:rsid w:val="00693DEC"/>
    <w:rsid w:val="006946B6"/>
    <w:rsid w:val="00694E32"/>
    <w:rsid w:val="00695350"/>
    <w:rsid w:val="00695AC8"/>
    <w:rsid w:val="006961D6"/>
    <w:rsid w:val="00696A09"/>
    <w:rsid w:val="00697947"/>
    <w:rsid w:val="006A0715"/>
    <w:rsid w:val="006A1423"/>
    <w:rsid w:val="006A176E"/>
    <w:rsid w:val="006A2134"/>
    <w:rsid w:val="006A2747"/>
    <w:rsid w:val="006A2C2B"/>
    <w:rsid w:val="006A3019"/>
    <w:rsid w:val="006A35C0"/>
    <w:rsid w:val="006A4C12"/>
    <w:rsid w:val="006A53FA"/>
    <w:rsid w:val="006A562E"/>
    <w:rsid w:val="006A59C3"/>
    <w:rsid w:val="006A614E"/>
    <w:rsid w:val="006A75D1"/>
    <w:rsid w:val="006A7E18"/>
    <w:rsid w:val="006B0853"/>
    <w:rsid w:val="006B1E19"/>
    <w:rsid w:val="006B1E4C"/>
    <w:rsid w:val="006B267D"/>
    <w:rsid w:val="006B3371"/>
    <w:rsid w:val="006B3F4A"/>
    <w:rsid w:val="006B45D5"/>
    <w:rsid w:val="006B5395"/>
    <w:rsid w:val="006B5B7C"/>
    <w:rsid w:val="006B609F"/>
    <w:rsid w:val="006B60EC"/>
    <w:rsid w:val="006B6D4A"/>
    <w:rsid w:val="006B7148"/>
    <w:rsid w:val="006B761A"/>
    <w:rsid w:val="006C001E"/>
    <w:rsid w:val="006C0407"/>
    <w:rsid w:val="006C1151"/>
    <w:rsid w:val="006C11D4"/>
    <w:rsid w:val="006C2090"/>
    <w:rsid w:val="006C2A0B"/>
    <w:rsid w:val="006C33F8"/>
    <w:rsid w:val="006C4A40"/>
    <w:rsid w:val="006C6023"/>
    <w:rsid w:val="006C6416"/>
    <w:rsid w:val="006C6D4D"/>
    <w:rsid w:val="006C7A64"/>
    <w:rsid w:val="006C7D58"/>
    <w:rsid w:val="006D00F7"/>
    <w:rsid w:val="006D0DC2"/>
    <w:rsid w:val="006D18C9"/>
    <w:rsid w:val="006D2E4E"/>
    <w:rsid w:val="006D38B3"/>
    <w:rsid w:val="006D58FE"/>
    <w:rsid w:val="006D67C0"/>
    <w:rsid w:val="006D7621"/>
    <w:rsid w:val="006D77B6"/>
    <w:rsid w:val="006E03BE"/>
    <w:rsid w:val="006E1452"/>
    <w:rsid w:val="006E1D75"/>
    <w:rsid w:val="006E3485"/>
    <w:rsid w:val="006E3811"/>
    <w:rsid w:val="006E428A"/>
    <w:rsid w:val="006E4753"/>
    <w:rsid w:val="006E54C7"/>
    <w:rsid w:val="006E5FB2"/>
    <w:rsid w:val="006E68B5"/>
    <w:rsid w:val="006E6EE2"/>
    <w:rsid w:val="006E70A7"/>
    <w:rsid w:val="006E73A6"/>
    <w:rsid w:val="006E7DAC"/>
    <w:rsid w:val="006F041D"/>
    <w:rsid w:val="006F0B64"/>
    <w:rsid w:val="006F125E"/>
    <w:rsid w:val="006F1662"/>
    <w:rsid w:val="006F185D"/>
    <w:rsid w:val="006F1C27"/>
    <w:rsid w:val="006F1E4E"/>
    <w:rsid w:val="006F4DB6"/>
    <w:rsid w:val="006F71A8"/>
    <w:rsid w:val="006F73EA"/>
    <w:rsid w:val="006F7EED"/>
    <w:rsid w:val="007003C5"/>
    <w:rsid w:val="00701A0A"/>
    <w:rsid w:val="0070294E"/>
    <w:rsid w:val="00702B0B"/>
    <w:rsid w:val="0070304D"/>
    <w:rsid w:val="007030CD"/>
    <w:rsid w:val="00704030"/>
    <w:rsid w:val="00705FC2"/>
    <w:rsid w:val="00706CF2"/>
    <w:rsid w:val="00706D63"/>
    <w:rsid w:val="00707F6C"/>
    <w:rsid w:val="0071073C"/>
    <w:rsid w:val="00710EDC"/>
    <w:rsid w:val="00713007"/>
    <w:rsid w:val="00714E96"/>
    <w:rsid w:val="00715E6B"/>
    <w:rsid w:val="007164D7"/>
    <w:rsid w:val="00716513"/>
    <w:rsid w:val="0071682B"/>
    <w:rsid w:val="007172D3"/>
    <w:rsid w:val="00720F60"/>
    <w:rsid w:val="0072114B"/>
    <w:rsid w:val="00721810"/>
    <w:rsid w:val="00721CA8"/>
    <w:rsid w:val="00722269"/>
    <w:rsid w:val="00722A28"/>
    <w:rsid w:val="00723B0B"/>
    <w:rsid w:val="00723DF7"/>
    <w:rsid w:val="00724129"/>
    <w:rsid w:val="0072628F"/>
    <w:rsid w:val="00726656"/>
    <w:rsid w:val="00726B43"/>
    <w:rsid w:val="00726F7A"/>
    <w:rsid w:val="007276A9"/>
    <w:rsid w:val="00727726"/>
    <w:rsid w:val="007278B4"/>
    <w:rsid w:val="007305E3"/>
    <w:rsid w:val="00730AD4"/>
    <w:rsid w:val="00731ABE"/>
    <w:rsid w:val="00731F0B"/>
    <w:rsid w:val="007331A3"/>
    <w:rsid w:val="00733710"/>
    <w:rsid w:val="007342F5"/>
    <w:rsid w:val="00734E20"/>
    <w:rsid w:val="007351F3"/>
    <w:rsid w:val="007355E4"/>
    <w:rsid w:val="00735B8F"/>
    <w:rsid w:val="00735EB4"/>
    <w:rsid w:val="007360E5"/>
    <w:rsid w:val="0073645E"/>
    <w:rsid w:val="007372D5"/>
    <w:rsid w:val="00737B13"/>
    <w:rsid w:val="00737CF1"/>
    <w:rsid w:val="00737E2E"/>
    <w:rsid w:val="00740D13"/>
    <w:rsid w:val="00741074"/>
    <w:rsid w:val="00741961"/>
    <w:rsid w:val="007419DC"/>
    <w:rsid w:val="00741EE3"/>
    <w:rsid w:val="00742352"/>
    <w:rsid w:val="00742A53"/>
    <w:rsid w:val="00742E39"/>
    <w:rsid w:val="00743BBA"/>
    <w:rsid w:val="00743BEC"/>
    <w:rsid w:val="007443F8"/>
    <w:rsid w:val="00744B66"/>
    <w:rsid w:val="0074621D"/>
    <w:rsid w:val="00747BA5"/>
    <w:rsid w:val="00747F5C"/>
    <w:rsid w:val="0075086D"/>
    <w:rsid w:val="00750E38"/>
    <w:rsid w:val="00750FFC"/>
    <w:rsid w:val="00751DF3"/>
    <w:rsid w:val="00752615"/>
    <w:rsid w:val="00753697"/>
    <w:rsid w:val="00753864"/>
    <w:rsid w:val="007541B0"/>
    <w:rsid w:val="00754266"/>
    <w:rsid w:val="00754447"/>
    <w:rsid w:val="00754D67"/>
    <w:rsid w:val="00755259"/>
    <w:rsid w:val="007600C4"/>
    <w:rsid w:val="00762FC7"/>
    <w:rsid w:val="00763B20"/>
    <w:rsid w:val="00763E58"/>
    <w:rsid w:val="007666A1"/>
    <w:rsid w:val="00766B41"/>
    <w:rsid w:val="0076711D"/>
    <w:rsid w:val="00767932"/>
    <w:rsid w:val="00767AF9"/>
    <w:rsid w:val="00767E45"/>
    <w:rsid w:val="00770237"/>
    <w:rsid w:val="007708F9"/>
    <w:rsid w:val="00770A2C"/>
    <w:rsid w:val="0077193C"/>
    <w:rsid w:val="00771C4E"/>
    <w:rsid w:val="00772066"/>
    <w:rsid w:val="007720DE"/>
    <w:rsid w:val="00772347"/>
    <w:rsid w:val="0077241C"/>
    <w:rsid w:val="007727D9"/>
    <w:rsid w:val="00772B81"/>
    <w:rsid w:val="00772CAE"/>
    <w:rsid w:val="0077333E"/>
    <w:rsid w:val="007739E8"/>
    <w:rsid w:val="007739ED"/>
    <w:rsid w:val="00774A3D"/>
    <w:rsid w:val="00774E00"/>
    <w:rsid w:val="00774F1F"/>
    <w:rsid w:val="00777234"/>
    <w:rsid w:val="00780512"/>
    <w:rsid w:val="007805C2"/>
    <w:rsid w:val="00780A30"/>
    <w:rsid w:val="00780B47"/>
    <w:rsid w:val="007815ED"/>
    <w:rsid w:val="0078394F"/>
    <w:rsid w:val="007839EE"/>
    <w:rsid w:val="007842F8"/>
    <w:rsid w:val="0078455C"/>
    <w:rsid w:val="007846B6"/>
    <w:rsid w:val="00785CE0"/>
    <w:rsid w:val="007861DA"/>
    <w:rsid w:val="00786880"/>
    <w:rsid w:val="00787BCF"/>
    <w:rsid w:val="00787D1F"/>
    <w:rsid w:val="00787E9D"/>
    <w:rsid w:val="00790853"/>
    <w:rsid w:val="007913E1"/>
    <w:rsid w:val="00792CED"/>
    <w:rsid w:val="0079303E"/>
    <w:rsid w:val="0079373E"/>
    <w:rsid w:val="007963C0"/>
    <w:rsid w:val="00796BAA"/>
    <w:rsid w:val="007A0BBB"/>
    <w:rsid w:val="007A1800"/>
    <w:rsid w:val="007A24B2"/>
    <w:rsid w:val="007A3182"/>
    <w:rsid w:val="007A3804"/>
    <w:rsid w:val="007A3904"/>
    <w:rsid w:val="007A4D37"/>
    <w:rsid w:val="007A4E69"/>
    <w:rsid w:val="007A6730"/>
    <w:rsid w:val="007A71FE"/>
    <w:rsid w:val="007A774D"/>
    <w:rsid w:val="007B06A6"/>
    <w:rsid w:val="007B08C5"/>
    <w:rsid w:val="007B0B8B"/>
    <w:rsid w:val="007B140F"/>
    <w:rsid w:val="007B1E31"/>
    <w:rsid w:val="007B1E55"/>
    <w:rsid w:val="007B1F4D"/>
    <w:rsid w:val="007B1FD0"/>
    <w:rsid w:val="007B23B9"/>
    <w:rsid w:val="007B2ECF"/>
    <w:rsid w:val="007B308C"/>
    <w:rsid w:val="007B476D"/>
    <w:rsid w:val="007B5F7D"/>
    <w:rsid w:val="007B6C8B"/>
    <w:rsid w:val="007B765B"/>
    <w:rsid w:val="007C1B04"/>
    <w:rsid w:val="007C1F9A"/>
    <w:rsid w:val="007C2F6F"/>
    <w:rsid w:val="007C30A1"/>
    <w:rsid w:val="007C4646"/>
    <w:rsid w:val="007C4C49"/>
    <w:rsid w:val="007C607D"/>
    <w:rsid w:val="007C615B"/>
    <w:rsid w:val="007C6749"/>
    <w:rsid w:val="007C697E"/>
    <w:rsid w:val="007C6D3F"/>
    <w:rsid w:val="007C79B0"/>
    <w:rsid w:val="007D0B35"/>
    <w:rsid w:val="007D3FCF"/>
    <w:rsid w:val="007D4081"/>
    <w:rsid w:val="007D5B3E"/>
    <w:rsid w:val="007D68C4"/>
    <w:rsid w:val="007D6E1C"/>
    <w:rsid w:val="007D762E"/>
    <w:rsid w:val="007E07FA"/>
    <w:rsid w:val="007E1950"/>
    <w:rsid w:val="007E1E08"/>
    <w:rsid w:val="007E31F4"/>
    <w:rsid w:val="007E399F"/>
    <w:rsid w:val="007E402A"/>
    <w:rsid w:val="007E4078"/>
    <w:rsid w:val="007E420B"/>
    <w:rsid w:val="007E5873"/>
    <w:rsid w:val="007E5E84"/>
    <w:rsid w:val="007E61ED"/>
    <w:rsid w:val="007E63B6"/>
    <w:rsid w:val="007E65F4"/>
    <w:rsid w:val="007E68BB"/>
    <w:rsid w:val="007E6E8A"/>
    <w:rsid w:val="007E7A19"/>
    <w:rsid w:val="007F010D"/>
    <w:rsid w:val="007F030E"/>
    <w:rsid w:val="007F04D2"/>
    <w:rsid w:val="007F0CCE"/>
    <w:rsid w:val="007F10E3"/>
    <w:rsid w:val="007F118E"/>
    <w:rsid w:val="007F2502"/>
    <w:rsid w:val="007F35D7"/>
    <w:rsid w:val="007F3CE1"/>
    <w:rsid w:val="007F42FA"/>
    <w:rsid w:val="007F4F51"/>
    <w:rsid w:val="007F6847"/>
    <w:rsid w:val="007F7508"/>
    <w:rsid w:val="0080043E"/>
    <w:rsid w:val="00800D12"/>
    <w:rsid w:val="00801D36"/>
    <w:rsid w:val="0080280F"/>
    <w:rsid w:val="00802CE7"/>
    <w:rsid w:val="00803B2E"/>
    <w:rsid w:val="008046BD"/>
    <w:rsid w:val="00804A9A"/>
    <w:rsid w:val="00804B64"/>
    <w:rsid w:val="00804C56"/>
    <w:rsid w:val="00804D0E"/>
    <w:rsid w:val="00805967"/>
    <w:rsid w:val="00805C72"/>
    <w:rsid w:val="008061AE"/>
    <w:rsid w:val="00806340"/>
    <w:rsid w:val="00807525"/>
    <w:rsid w:val="00807647"/>
    <w:rsid w:val="00811500"/>
    <w:rsid w:val="00812B93"/>
    <w:rsid w:val="00812D04"/>
    <w:rsid w:val="00813776"/>
    <w:rsid w:val="008138D0"/>
    <w:rsid w:val="00813945"/>
    <w:rsid w:val="00813B8F"/>
    <w:rsid w:val="00813C05"/>
    <w:rsid w:val="00814E38"/>
    <w:rsid w:val="00815BF9"/>
    <w:rsid w:val="00815C8E"/>
    <w:rsid w:val="00820489"/>
    <w:rsid w:val="00820A60"/>
    <w:rsid w:val="00820BB7"/>
    <w:rsid w:val="00821607"/>
    <w:rsid w:val="00821BBE"/>
    <w:rsid w:val="00822767"/>
    <w:rsid w:val="00822876"/>
    <w:rsid w:val="0082294E"/>
    <w:rsid w:val="00822DC7"/>
    <w:rsid w:val="00823459"/>
    <w:rsid w:val="00823682"/>
    <w:rsid w:val="00824159"/>
    <w:rsid w:val="008245BD"/>
    <w:rsid w:val="00824835"/>
    <w:rsid w:val="00824B76"/>
    <w:rsid w:val="008256C1"/>
    <w:rsid w:val="00825905"/>
    <w:rsid w:val="008275FA"/>
    <w:rsid w:val="00830AFC"/>
    <w:rsid w:val="00830F72"/>
    <w:rsid w:val="00831127"/>
    <w:rsid w:val="008318D3"/>
    <w:rsid w:val="008328C3"/>
    <w:rsid w:val="00832A0C"/>
    <w:rsid w:val="00833003"/>
    <w:rsid w:val="008337E7"/>
    <w:rsid w:val="00835ABD"/>
    <w:rsid w:val="00836D30"/>
    <w:rsid w:val="0083759F"/>
    <w:rsid w:val="00837810"/>
    <w:rsid w:val="00837E35"/>
    <w:rsid w:val="008402A5"/>
    <w:rsid w:val="008402B4"/>
    <w:rsid w:val="00840B11"/>
    <w:rsid w:val="00841828"/>
    <w:rsid w:val="00843AAF"/>
    <w:rsid w:val="00843D9B"/>
    <w:rsid w:val="00844E26"/>
    <w:rsid w:val="008452EA"/>
    <w:rsid w:val="008455D0"/>
    <w:rsid w:val="00845717"/>
    <w:rsid w:val="00845B8E"/>
    <w:rsid w:val="0084672C"/>
    <w:rsid w:val="00847566"/>
    <w:rsid w:val="008479CA"/>
    <w:rsid w:val="00847C18"/>
    <w:rsid w:val="00850D44"/>
    <w:rsid w:val="00852032"/>
    <w:rsid w:val="008520E0"/>
    <w:rsid w:val="00852115"/>
    <w:rsid w:val="00852215"/>
    <w:rsid w:val="0085227B"/>
    <w:rsid w:val="008524A8"/>
    <w:rsid w:val="008526CC"/>
    <w:rsid w:val="008527A1"/>
    <w:rsid w:val="00853A30"/>
    <w:rsid w:val="008553F8"/>
    <w:rsid w:val="008556CE"/>
    <w:rsid w:val="00855E7D"/>
    <w:rsid w:val="0085627E"/>
    <w:rsid w:val="00856E03"/>
    <w:rsid w:val="008576D9"/>
    <w:rsid w:val="00857C65"/>
    <w:rsid w:val="00860087"/>
    <w:rsid w:val="00861156"/>
    <w:rsid w:val="008615C8"/>
    <w:rsid w:val="00861AAB"/>
    <w:rsid w:val="008623AE"/>
    <w:rsid w:val="008631E1"/>
    <w:rsid w:val="008650C6"/>
    <w:rsid w:val="00865D84"/>
    <w:rsid w:val="00867FA7"/>
    <w:rsid w:val="0087003B"/>
    <w:rsid w:val="0087038F"/>
    <w:rsid w:val="0087043F"/>
    <w:rsid w:val="008708AE"/>
    <w:rsid w:val="00870AA2"/>
    <w:rsid w:val="0087193E"/>
    <w:rsid w:val="00871EA2"/>
    <w:rsid w:val="00871FB6"/>
    <w:rsid w:val="008736D9"/>
    <w:rsid w:val="00874480"/>
    <w:rsid w:val="00874C13"/>
    <w:rsid w:val="00874EBB"/>
    <w:rsid w:val="00875CD9"/>
    <w:rsid w:val="008762E4"/>
    <w:rsid w:val="00877E00"/>
    <w:rsid w:val="00877FDA"/>
    <w:rsid w:val="00880BE5"/>
    <w:rsid w:val="00880DFC"/>
    <w:rsid w:val="00882025"/>
    <w:rsid w:val="00882F45"/>
    <w:rsid w:val="00883213"/>
    <w:rsid w:val="0088351A"/>
    <w:rsid w:val="00883C70"/>
    <w:rsid w:val="00884121"/>
    <w:rsid w:val="008844AD"/>
    <w:rsid w:val="0088540F"/>
    <w:rsid w:val="00885776"/>
    <w:rsid w:val="00886162"/>
    <w:rsid w:val="00886689"/>
    <w:rsid w:val="008870B5"/>
    <w:rsid w:val="00887C09"/>
    <w:rsid w:val="0089058D"/>
    <w:rsid w:val="008907D9"/>
    <w:rsid w:val="00890CE9"/>
    <w:rsid w:val="0089264C"/>
    <w:rsid w:val="00892D96"/>
    <w:rsid w:val="00892E5A"/>
    <w:rsid w:val="00893449"/>
    <w:rsid w:val="008935CA"/>
    <w:rsid w:val="008936EF"/>
    <w:rsid w:val="00893BA0"/>
    <w:rsid w:val="00894A15"/>
    <w:rsid w:val="00894FF1"/>
    <w:rsid w:val="00895998"/>
    <w:rsid w:val="00895DDA"/>
    <w:rsid w:val="008A258D"/>
    <w:rsid w:val="008A3735"/>
    <w:rsid w:val="008A3F29"/>
    <w:rsid w:val="008A4C9C"/>
    <w:rsid w:val="008A4FA7"/>
    <w:rsid w:val="008A582B"/>
    <w:rsid w:val="008A6084"/>
    <w:rsid w:val="008A6537"/>
    <w:rsid w:val="008A65A1"/>
    <w:rsid w:val="008A6C2E"/>
    <w:rsid w:val="008A72E4"/>
    <w:rsid w:val="008A758B"/>
    <w:rsid w:val="008B07F5"/>
    <w:rsid w:val="008B08BA"/>
    <w:rsid w:val="008B1C53"/>
    <w:rsid w:val="008B2A29"/>
    <w:rsid w:val="008B2B22"/>
    <w:rsid w:val="008B37C6"/>
    <w:rsid w:val="008B4519"/>
    <w:rsid w:val="008B4835"/>
    <w:rsid w:val="008B4B02"/>
    <w:rsid w:val="008B5FAC"/>
    <w:rsid w:val="008B6A92"/>
    <w:rsid w:val="008B798C"/>
    <w:rsid w:val="008B79F4"/>
    <w:rsid w:val="008B7F72"/>
    <w:rsid w:val="008C090D"/>
    <w:rsid w:val="008C0B0B"/>
    <w:rsid w:val="008C2599"/>
    <w:rsid w:val="008C2E30"/>
    <w:rsid w:val="008C318E"/>
    <w:rsid w:val="008C35EB"/>
    <w:rsid w:val="008C3885"/>
    <w:rsid w:val="008C398F"/>
    <w:rsid w:val="008C404A"/>
    <w:rsid w:val="008C47D4"/>
    <w:rsid w:val="008C50EF"/>
    <w:rsid w:val="008C60BE"/>
    <w:rsid w:val="008C616C"/>
    <w:rsid w:val="008C6586"/>
    <w:rsid w:val="008C66B5"/>
    <w:rsid w:val="008C673F"/>
    <w:rsid w:val="008C6F1D"/>
    <w:rsid w:val="008C7464"/>
    <w:rsid w:val="008D019B"/>
    <w:rsid w:val="008D03AA"/>
    <w:rsid w:val="008D0469"/>
    <w:rsid w:val="008D054B"/>
    <w:rsid w:val="008D0B6A"/>
    <w:rsid w:val="008D0EAF"/>
    <w:rsid w:val="008D10FF"/>
    <w:rsid w:val="008D110C"/>
    <w:rsid w:val="008D117B"/>
    <w:rsid w:val="008D1837"/>
    <w:rsid w:val="008D1E7E"/>
    <w:rsid w:val="008D2A37"/>
    <w:rsid w:val="008D2A89"/>
    <w:rsid w:val="008D40ED"/>
    <w:rsid w:val="008D583E"/>
    <w:rsid w:val="008D5BC4"/>
    <w:rsid w:val="008D5DD2"/>
    <w:rsid w:val="008D5EF0"/>
    <w:rsid w:val="008D6054"/>
    <w:rsid w:val="008D71FA"/>
    <w:rsid w:val="008D7B78"/>
    <w:rsid w:val="008D7CE1"/>
    <w:rsid w:val="008E43DB"/>
    <w:rsid w:val="008E45B6"/>
    <w:rsid w:val="008E612A"/>
    <w:rsid w:val="008E61A6"/>
    <w:rsid w:val="008E6F68"/>
    <w:rsid w:val="008E798F"/>
    <w:rsid w:val="008F06F7"/>
    <w:rsid w:val="008F3170"/>
    <w:rsid w:val="008F35B2"/>
    <w:rsid w:val="008F580A"/>
    <w:rsid w:val="008F5AE9"/>
    <w:rsid w:val="008F6119"/>
    <w:rsid w:val="008F6B5F"/>
    <w:rsid w:val="00900006"/>
    <w:rsid w:val="0090001D"/>
    <w:rsid w:val="00900427"/>
    <w:rsid w:val="0090208B"/>
    <w:rsid w:val="00903F90"/>
    <w:rsid w:val="009044AF"/>
    <w:rsid w:val="009049C7"/>
    <w:rsid w:val="00904D16"/>
    <w:rsid w:val="0090663A"/>
    <w:rsid w:val="00906CB8"/>
    <w:rsid w:val="00906CFF"/>
    <w:rsid w:val="00907D17"/>
    <w:rsid w:val="00910260"/>
    <w:rsid w:val="00910E10"/>
    <w:rsid w:val="00911F7E"/>
    <w:rsid w:val="00912DC0"/>
    <w:rsid w:val="00913586"/>
    <w:rsid w:val="0091360E"/>
    <w:rsid w:val="00913B8A"/>
    <w:rsid w:val="00915450"/>
    <w:rsid w:val="009166F3"/>
    <w:rsid w:val="00916E63"/>
    <w:rsid w:val="009177F9"/>
    <w:rsid w:val="00920897"/>
    <w:rsid w:val="0092092E"/>
    <w:rsid w:val="00920CC5"/>
    <w:rsid w:val="00921B33"/>
    <w:rsid w:val="00921CF8"/>
    <w:rsid w:val="0092252D"/>
    <w:rsid w:val="009253B5"/>
    <w:rsid w:val="0092591E"/>
    <w:rsid w:val="00926730"/>
    <w:rsid w:val="0093040C"/>
    <w:rsid w:val="00930C0E"/>
    <w:rsid w:val="00930CD7"/>
    <w:rsid w:val="00930E5D"/>
    <w:rsid w:val="00931E86"/>
    <w:rsid w:val="00933477"/>
    <w:rsid w:val="009336CC"/>
    <w:rsid w:val="009337BE"/>
    <w:rsid w:val="00933B40"/>
    <w:rsid w:val="00934A43"/>
    <w:rsid w:val="009351C9"/>
    <w:rsid w:val="00935631"/>
    <w:rsid w:val="00935657"/>
    <w:rsid w:val="00935C95"/>
    <w:rsid w:val="00936377"/>
    <w:rsid w:val="00936CCB"/>
    <w:rsid w:val="00936E55"/>
    <w:rsid w:val="0094026A"/>
    <w:rsid w:val="00940F39"/>
    <w:rsid w:val="009418BB"/>
    <w:rsid w:val="009421D1"/>
    <w:rsid w:val="009429CD"/>
    <w:rsid w:val="0094301D"/>
    <w:rsid w:val="00943453"/>
    <w:rsid w:val="00943E8A"/>
    <w:rsid w:val="00944068"/>
    <w:rsid w:val="00944111"/>
    <w:rsid w:val="0094429D"/>
    <w:rsid w:val="00944591"/>
    <w:rsid w:val="00944619"/>
    <w:rsid w:val="0094588F"/>
    <w:rsid w:val="0094605F"/>
    <w:rsid w:val="00946573"/>
    <w:rsid w:val="00946973"/>
    <w:rsid w:val="00946EBA"/>
    <w:rsid w:val="00947341"/>
    <w:rsid w:val="0095000A"/>
    <w:rsid w:val="009515BD"/>
    <w:rsid w:val="009516BF"/>
    <w:rsid w:val="00951D65"/>
    <w:rsid w:val="00951E12"/>
    <w:rsid w:val="00951F0C"/>
    <w:rsid w:val="009526AC"/>
    <w:rsid w:val="009539C8"/>
    <w:rsid w:val="00954C7B"/>
    <w:rsid w:val="009554AD"/>
    <w:rsid w:val="00955663"/>
    <w:rsid w:val="00955FC5"/>
    <w:rsid w:val="009566DA"/>
    <w:rsid w:val="0095698A"/>
    <w:rsid w:val="00956CF1"/>
    <w:rsid w:val="0095709D"/>
    <w:rsid w:val="009600F8"/>
    <w:rsid w:val="00960B6C"/>
    <w:rsid w:val="009610E8"/>
    <w:rsid w:val="0096136E"/>
    <w:rsid w:val="009617A6"/>
    <w:rsid w:val="00961F77"/>
    <w:rsid w:val="00962CCE"/>
    <w:rsid w:val="00962D5E"/>
    <w:rsid w:val="0096317E"/>
    <w:rsid w:val="00963929"/>
    <w:rsid w:val="00964CC3"/>
    <w:rsid w:val="00964DCA"/>
    <w:rsid w:val="00966A5B"/>
    <w:rsid w:val="00970246"/>
    <w:rsid w:val="00970D29"/>
    <w:rsid w:val="0097109D"/>
    <w:rsid w:val="00971FCB"/>
    <w:rsid w:val="0097220D"/>
    <w:rsid w:val="009727AD"/>
    <w:rsid w:val="00972F7E"/>
    <w:rsid w:val="00973328"/>
    <w:rsid w:val="009736EA"/>
    <w:rsid w:val="00973C30"/>
    <w:rsid w:val="009746AC"/>
    <w:rsid w:val="009753FF"/>
    <w:rsid w:val="0097584E"/>
    <w:rsid w:val="00975CB4"/>
    <w:rsid w:val="00976228"/>
    <w:rsid w:val="009766F3"/>
    <w:rsid w:val="00976C4B"/>
    <w:rsid w:val="00977AE6"/>
    <w:rsid w:val="00977D0F"/>
    <w:rsid w:val="009803AB"/>
    <w:rsid w:val="00981F4F"/>
    <w:rsid w:val="00981FD9"/>
    <w:rsid w:val="00982BB9"/>
    <w:rsid w:val="00982E49"/>
    <w:rsid w:val="00984E58"/>
    <w:rsid w:val="00985163"/>
    <w:rsid w:val="00986275"/>
    <w:rsid w:val="00987F68"/>
    <w:rsid w:val="00990354"/>
    <w:rsid w:val="00990735"/>
    <w:rsid w:val="00991211"/>
    <w:rsid w:val="00991314"/>
    <w:rsid w:val="00991FC4"/>
    <w:rsid w:val="009925C0"/>
    <w:rsid w:val="0099260B"/>
    <w:rsid w:val="00992821"/>
    <w:rsid w:val="00993489"/>
    <w:rsid w:val="00993789"/>
    <w:rsid w:val="00993EAA"/>
    <w:rsid w:val="00994D49"/>
    <w:rsid w:val="00994EC2"/>
    <w:rsid w:val="00994FD6"/>
    <w:rsid w:val="009954FE"/>
    <w:rsid w:val="00997ED4"/>
    <w:rsid w:val="009A01FE"/>
    <w:rsid w:val="009A241F"/>
    <w:rsid w:val="009A287B"/>
    <w:rsid w:val="009A2FEE"/>
    <w:rsid w:val="009A33B9"/>
    <w:rsid w:val="009A36B9"/>
    <w:rsid w:val="009A497E"/>
    <w:rsid w:val="009A4AB6"/>
    <w:rsid w:val="009A68BF"/>
    <w:rsid w:val="009A763F"/>
    <w:rsid w:val="009A79EB"/>
    <w:rsid w:val="009B09FD"/>
    <w:rsid w:val="009B0C63"/>
    <w:rsid w:val="009B1690"/>
    <w:rsid w:val="009B184F"/>
    <w:rsid w:val="009B3A9D"/>
    <w:rsid w:val="009B3C72"/>
    <w:rsid w:val="009B5BBC"/>
    <w:rsid w:val="009B6197"/>
    <w:rsid w:val="009B62D4"/>
    <w:rsid w:val="009B631E"/>
    <w:rsid w:val="009B6AA1"/>
    <w:rsid w:val="009B75C5"/>
    <w:rsid w:val="009B7768"/>
    <w:rsid w:val="009C05D0"/>
    <w:rsid w:val="009C08A9"/>
    <w:rsid w:val="009C2DD8"/>
    <w:rsid w:val="009C35BE"/>
    <w:rsid w:val="009C3639"/>
    <w:rsid w:val="009C36EC"/>
    <w:rsid w:val="009C3E4D"/>
    <w:rsid w:val="009C4378"/>
    <w:rsid w:val="009C5181"/>
    <w:rsid w:val="009C571F"/>
    <w:rsid w:val="009C6102"/>
    <w:rsid w:val="009C6ADA"/>
    <w:rsid w:val="009C6BCF"/>
    <w:rsid w:val="009C72F5"/>
    <w:rsid w:val="009C7673"/>
    <w:rsid w:val="009D0468"/>
    <w:rsid w:val="009D0548"/>
    <w:rsid w:val="009D1118"/>
    <w:rsid w:val="009D24F1"/>
    <w:rsid w:val="009D3006"/>
    <w:rsid w:val="009D411E"/>
    <w:rsid w:val="009D4182"/>
    <w:rsid w:val="009D459C"/>
    <w:rsid w:val="009D4DBC"/>
    <w:rsid w:val="009D6ADD"/>
    <w:rsid w:val="009D6DA6"/>
    <w:rsid w:val="009D73EB"/>
    <w:rsid w:val="009D7EDA"/>
    <w:rsid w:val="009E08F1"/>
    <w:rsid w:val="009E0D31"/>
    <w:rsid w:val="009E127B"/>
    <w:rsid w:val="009E25F4"/>
    <w:rsid w:val="009E28CB"/>
    <w:rsid w:val="009E356F"/>
    <w:rsid w:val="009E39EE"/>
    <w:rsid w:val="009E3FFB"/>
    <w:rsid w:val="009E40AD"/>
    <w:rsid w:val="009E4582"/>
    <w:rsid w:val="009E48F9"/>
    <w:rsid w:val="009E527F"/>
    <w:rsid w:val="009E5435"/>
    <w:rsid w:val="009E610D"/>
    <w:rsid w:val="009E6963"/>
    <w:rsid w:val="009E6AEF"/>
    <w:rsid w:val="009E6D45"/>
    <w:rsid w:val="009F00A3"/>
    <w:rsid w:val="009F0103"/>
    <w:rsid w:val="009F0166"/>
    <w:rsid w:val="009F0623"/>
    <w:rsid w:val="009F0B24"/>
    <w:rsid w:val="009F1DC6"/>
    <w:rsid w:val="009F274C"/>
    <w:rsid w:val="009F32B6"/>
    <w:rsid w:val="009F3A03"/>
    <w:rsid w:val="009F3E14"/>
    <w:rsid w:val="009F56FF"/>
    <w:rsid w:val="009F6924"/>
    <w:rsid w:val="009F76E5"/>
    <w:rsid w:val="009F77DA"/>
    <w:rsid w:val="00A0058F"/>
    <w:rsid w:val="00A0062A"/>
    <w:rsid w:val="00A00A6F"/>
    <w:rsid w:val="00A00CB8"/>
    <w:rsid w:val="00A01220"/>
    <w:rsid w:val="00A016A9"/>
    <w:rsid w:val="00A01967"/>
    <w:rsid w:val="00A029D0"/>
    <w:rsid w:val="00A03A63"/>
    <w:rsid w:val="00A049DC"/>
    <w:rsid w:val="00A04E36"/>
    <w:rsid w:val="00A04F83"/>
    <w:rsid w:val="00A06A8E"/>
    <w:rsid w:val="00A079BF"/>
    <w:rsid w:val="00A10517"/>
    <w:rsid w:val="00A107F4"/>
    <w:rsid w:val="00A12F9A"/>
    <w:rsid w:val="00A13215"/>
    <w:rsid w:val="00A13B04"/>
    <w:rsid w:val="00A13CEF"/>
    <w:rsid w:val="00A14D83"/>
    <w:rsid w:val="00A1558E"/>
    <w:rsid w:val="00A168B5"/>
    <w:rsid w:val="00A170CA"/>
    <w:rsid w:val="00A20166"/>
    <w:rsid w:val="00A2027E"/>
    <w:rsid w:val="00A210C8"/>
    <w:rsid w:val="00A212CE"/>
    <w:rsid w:val="00A218CA"/>
    <w:rsid w:val="00A21B40"/>
    <w:rsid w:val="00A221E6"/>
    <w:rsid w:val="00A22C5A"/>
    <w:rsid w:val="00A237A5"/>
    <w:rsid w:val="00A23D96"/>
    <w:rsid w:val="00A24182"/>
    <w:rsid w:val="00A24C34"/>
    <w:rsid w:val="00A25501"/>
    <w:rsid w:val="00A25597"/>
    <w:rsid w:val="00A2588A"/>
    <w:rsid w:val="00A25FC3"/>
    <w:rsid w:val="00A26316"/>
    <w:rsid w:val="00A26BE8"/>
    <w:rsid w:val="00A26D2F"/>
    <w:rsid w:val="00A278E6"/>
    <w:rsid w:val="00A2799C"/>
    <w:rsid w:val="00A306CB"/>
    <w:rsid w:val="00A30FB1"/>
    <w:rsid w:val="00A311FD"/>
    <w:rsid w:val="00A31C84"/>
    <w:rsid w:val="00A33A8C"/>
    <w:rsid w:val="00A33C08"/>
    <w:rsid w:val="00A34F44"/>
    <w:rsid w:val="00A35064"/>
    <w:rsid w:val="00A35575"/>
    <w:rsid w:val="00A358B9"/>
    <w:rsid w:val="00A35BAE"/>
    <w:rsid w:val="00A378F8"/>
    <w:rsid w:val="00A433BD"/>
    <w:rsid w:val="00A4474B"/>
    <w:rsid w:val="00A448FD"/>
    <w:rsid w:val="00A456FD"/>
    <w:rsid w:val="00A45CB0"/>
    <w:rsid w:val="00A45CDC"/>
    <w:rsid w:val="00A45EC3"/>
    <w:rsid w:val="00A461A0"/>
    <w:rsid w:val="00A46702"/>
    <w:rsid w:val="00A4683F"/>
    <w:rsid w:val="00A468D1"/>
    <w:rsid w:val="00A470CE"/>
    <w:rsid w:val="00A478DD"/>
    <w:rsid w:val="00A47FA5"/>
    <w:rsid w:val="00A506A0"/>
    <w:rsid w:val="00A520F2"/>
    <w:rsid w:val="00A52450"/>
    <w:rsid w:val="00A5267F"/>
    <w:rsid w:val="00A533F7"/>
    <w:rsid w:val="00A537E6"/>
    <w:rsid w:val="00A549F7"/>
    <w:rsid w:val="00A562F1"/>
    <w:rsid w:val="00A567C1"/>
    <w:rsid w:val="00A571C1"/>
    <w:rsid w:val="00A60E58"/>
    <w:rsid w:val="00A611EB"/>
    <w:rsid w:val="00A61AEF"/>
    <w:rsid w:val="00A62498"/>
    <w:rsid w:val="00A628F1"/>
    <w:rsid w:val="00A6380E"/>
    <w:rsid w:val="00A63B64"/>
    <w:rsid w:val="00A64039"/>
    <w:rsid w:val="00A64867"/>
    <w:rsid w:val="00A6662F"/>
    <w:rsid w:val="00A66A28"/>
    <w:rsid w:val="00A67447"/>
    <w:rsid w:val="00A67C98"/>
    <w:rsid w:val="00A70680"/>
    <w:rsid w:val="00A707AD"/>
    <w:rsid w:val="00A72E2B"/>
    <w:rsid w:val="00A73011"/>
    <w:rsid w:val="00A741A7"/>
    <w:rsid w:val="00A7450B"/>
    <w:rsid w:val="00A74D12"/>
    <w:rsid w:val="00A75F6F"/>
    <w:rsid w:val="00A75FE0"/>
    <w:rsid w:val="00A769EC"/>
    <w:rsid w:val="00A76D70"/>
    <w:rsid w:val="00A80708"/>
    <w:rsid w:val="00A80EDC"/>
    <w:rsid w:val="00A80EEA"/>
    <w:rsid w:val="00A816A2"/>
    <w:rsid w:val="00A81ABA"/>
    <w:rsid w:val="00A81D55"/>
    <w:rsid w:val="00A82FBF"/>
    <w:rsid w:val="00A832AE"/>
    <w:rsid w:val="00A83B1C"/>
    <w:rsid w:val="00A84514"/>
    <w:rsid w:val="00A84590"/>
    <w:rsid w:val="00A8512A"/>
    <w:rsid w:val="00A85DCD"/>
    <w:rsid w:val="00A878FF"/>
    <w:rsid w:val="00A8792B"/>
    <w:rsid w:val="00A879A2"/>
    <w:rsid w:val="00A906CB"/>
    <w:rsid w:val="00A90F75"/>
    <w:rsid w:val="00A9104F"/>
    <w:rsid w:val="00A92A55"/>
    <w:rsid w:val="00A93307"/>
    <w:rsid w:val="00A93421"/>
    <w:rsid w:val="00A9363E"/>
    <w:rsid w:val="00A9497E"/>
    <w:rsid w:val="00A94CC9"/>
    <w:rsid w:val="00A94DD7"/>
    <w:rsid w:val="00A97131"/>
    <w:rsid w:val="00AA1385"/>
    <w:rsid w:val="00AA2AA2"/>
    <w:rsid w:val="00AA2BC6"/>
    <w:rsid w:val="00AA2E3C"/>
    <w:rsid w:val="00AA3387"/>
    <w:rsid w:val="00AA373B"/>
    <w:rsid w:val="00AA3858"/>
    <w:rsid w:val="00AA39ED"/>
    <w:rsid w:val="00AA4231"/>
    <w:rsid w:val="00AA472C"/>
    <w:rsid w:val="00AA4AB8"/>
    <w:rsid w:val="00AA4F01"/>
    <w:rsid w:val="00AA7A7D"/>
    <w:rsid w:val="00AB008B"/>
    <w:rsid w:val="00AB0BB9"/>
    <w:rsid w:val="00AB167D"/>
    <w:rsid w:val="00AB1941"/>
    <w:rsid w:val="00AB2848"/>
    <w:rsid w:val="00AB42BC"/>
    <w:rsid w:val="00AB44F6"/>
    <w:rsid w:val="00AB5D13"/>
    <w:rsid w:val="00AB6407"/>
    <w:rsid w:val="00AB72BB"/>
    <w:rsid w:val="00AB74AD"/>
    <w:rsid w:val="00AB78A2"/>
    <w:rsid w:val="00AC14A0"/>
    <w:rsid w:val="00AC24EA"/>
    <w:rsid w:val="00AC2645"/>
    <w:rsid w:val="00AC3B1B"/>
    <w:rsid w:val="00AC46B0"/>
    <w:rsid w:val="00AC4E17"/>
    <w:rsid w:val="00AC5A77"/>
    <w:rsid w:val="00AC5ADC"/>
    <w:rsid w:val="00AC5E1D"/>
    <w:rsid w:val="00AC6727"/>
    <w:rsid w:val="00AC6F5A"/>
    <w:rsid w:val="00AC71D4"/>
    <w:rsid w:val="00AC74E2"/>
    <w:rsid w:val="00AD057B"/>
    <w:rsid w:val="00AD1051"/>
    <w:rsid w:val="00AD1A2F"/>
    <w:rsid w:val="00AD1E07"/>
    <w:rsid w:val="00AD2E18"/>
    <w:rsid w:val="00AD38BA"/>
    <w:rsid w:val="00AD3D21"/>
    <w:rsid w:val="00AD59B2"/>
    <w:rsid w:val="00AD5F5F"/>
    <w:rsid w:val="00AD6BAC"/>
    <w:rsid w:val="00AE0980"/>
    <w:rsid w:val="00AE0C09"/>
    <w:rsid w:val="00AE0F34"/>
    <w:rsid w:val="00AE1EBD"/>
    <w:rsid w:val="00AE26F8"/>
    <w:rsid w:val="00AE2AB1"/>
    <w:rsid w:val="00AE4733"/>
    <w:rsid w:val="00AE531E"/>
    <w:rsid w:val="00AE5B50"/>
    <w:rsid w:val="00AE6126"/>
    <w:rsid w:val="00AE6F44"/>
    <w:rsid w:val="00AE7EA7"/>
    <w:rsid w:val="00AF04B9"/>
    <w:rsid w:val="00AF0D09"/>
    <w:rsid w:val="00AF1294"/>
    <w:rsid w:val="00AF1BE7"/>
    <w:rsid w:val="00AF22B1"/>
    <w:rsid w:val="00AF38F6"/>
    <w:rsid w:val="00AF3F6C"/>
    <w:rsid w:val="00AF4392"/>
    <w:rsid w:val="00AF49C2"/>
    <w:rsid w:val="00AF4CE1"/>
    <w:rsid w:val="00AF4D81"/>
    <w:rsid w:val="00AF51AF"/>
    <w:rsid w:val="00AF5D9C"/>
    <w:rsid w:val="00AF66D9"/>
    <w:rsid w:val="00AF75FF"/>
    <w:rsid w:val="00B00A10"/>
    <w:rsid w:val="00B017BC"/>
    <w:rsid w:val="00B0352C"/>
    <w:rsid w:val="00B03C71"/>
    <w:rsid w:val="00B03CC3"/>
    <w:rsid w:val="00B04032"/>
    <w:rsid w:val="00B04312"/>
    <w:rsid w:val="00B052B3"/>
    <w:rsid w:val="00B05FE2"/>
    <w:rsid w:val="00B0660B"/>
    <w:rsid w:val="00B1020D"/>
    <w:rsid w:val="00B105CF"/>
    <w:rsid w:val="00B120C5"/>
    <w:rsid w:val="00B12DFB"/>
    <w:rsid w:val="00B161E8"/>
    <w:rsid w:val="00B16305"/>
    <w:rsid w:val="00B164F8"/>
    <w:rsid w:val="00B17266"/>
    <w:rsid w:val="00B172B8"/>
    <w:rsid w:val="00B17693"/>
    <w:rsid w:val="00B176DE"/>
    <w:rsid w:val="00B1787A"/>
    <w:rsid w:val="00B17D22"/>
    <w:rsid w:val="00B24A90"/>
    <w:rsid w:val="00B24C44"/>
    <w:rsid w:val="00B25DBB"/>
    <w:rsid w:val="00B25EFC"/>
    <w:rsid w:val="00B30959"/>
    <w:rsid w:val="00B30ED7"/>
    <w:rsid w:val="00B3176F"/>
    <w:rsid w:val="00B31BC7"/>
    <w:rsid w:val="00B31BED"/>
    <w:rsid w:val="00B32C51"/>
    <w:rsid w:val="00B32D7D"/>
    <w:rsid w:val="00B330D8"/>
    <w:rsid w:val="00B3476F"/>
    <w:rsid w:val="00B3508E"/>
    <w:rsid w:val="00B352FE"/>
    <w:rsid w:val="00B36E42"/>
    <w:rsid w:val="00B36EF3"/>
    <w:rsid w:val="00B40096"/>
    <w:rsid w:val="00B411CD"/>
    <w:rsid w:val="00B4244D"/>
    <w:rsid w:val="00B427ED"/>
    <w:rsid w:val="00B42F29"/>
    <w:rsid w:val="00B43AF1"/>
    <w:rsid w:val="00B440DD"/>
    <w:rsid w:val="00B44686"/>
    <w:rsid w:val="00B44C73"/>
    <w:rsid w:val="00B46D65"/>
    <w:rsid w:val="00B46DAC"/>
    <w:rsid w:val="00B472EA"/>
    <w:rsid w:val="00B473C1"/>
    <w:rsid w:val="00B475A6"/>
    <w:rsid w:val="00B514E3"/>
    <w:rsid w:val="00B52BBF"/>
    <w:rsid w:val="00B52C85"/>
    <w:rsid w:val="00B52FC6"/>
    <w:rsid w:val="00B53437"/>
    <w:rsid w:val="00B53D6D"/>
    <w:rsid w:val="00B5477C"/>
    <w:rsid w:val="00B5483A"/>
    <w:rsid w:val="00B54D8A"/>
    <w:rsid w:val="00B55AC2"/>
    <w:rsid w:val="00B56709"/>
    <w:rsid w:val="00B567D1"/>
    <w:rsid w:val="00B568FE"/>
    <w:rsid w:val="00B56D81"/>
    <w:rsid w:val="00B57703"/>
    <w:rsid w:val="00B600D9"/>
    <w:rsid w:val="00B6018C"/>
    <w:rsid w:val="00B602C2"/>
    <w:rsid w:val="00B60512"/>
    <w:rsid w:val="00B61FF3"/>
    <w:rsid w:val="00B62372"/>
    <w:rsid w:val="00B634D7"/>
    <w:rsid w:val="00B64796"/>
    <w:rsid w:val="00B64F27"/>
    <w:rsid w:val="00B65112"/>
    <w:rsid w:val="00B66352"/>
    <w:rsid w:val="00B6670C"/>
    <w:rsid w:val="00B667E5"/>
    <w:rsid w:val="00B70993"/>
    <w:rsid w:val="00B714A5"/>
    <w:rsid w:val="00B71E30"/>
    <w:rsid w:val="00B71F9D"/>
    <w:rsid w:val="00B72022"/>
    <w:rsid w:val="00B72147"/>
    <w:rsid w:val="00B72AC6"/>
    <w:rsid w:val="00B737DA"/>
    <w:rsid w:val="00B7385C"/>
    <w:rsid w:val="00B739D2"/>
    <w:rsid w:val="00B75669"/>
    <w:rsid w:val="00B75B46"/>
    <w:rsid w:val="00B7768A"/>
    <w:rsid w:val="00B77692"/>
    <w:rsid w:val="00B77AAC"/>
    <w:rsid w:val="00B80AAC"/>
    <w:rsid w:val="00B81124"/>
    <w:rsid w:val="00B81272"/>
    <w:rsid w:val="00B813B7"/>
    <w:rsid w:val="00B81737"/>
    <w:rsid w:val="00B8181B"/>
    <w:rsid w:val="00B825EE"/>
    <w:rsid w:val="00B828DE"/>
    <w:rsid w:val="00B836B1"/>
    <w:rsid w:val="00B83DEC"/>
    <w:rsid w:val="00B84D67"/>
    <w:rsid w:val="00B853FE"/>
    <w:rsid w:val="00B85406"/>
    <w:rsid w:val="00B86DFC"/>
    <w:rsid w:val="00B8708A"/>
    <w:rsid w:val="00B93064"/>
    <w:rsid w:val="00B93310"/>
    <w:rsid w:val="00B93630"/>
    <w:rsid w:val="00B948D0"/>
    <w:rsid w:val="00B96CE0"/>
    <w:rsid w:val="00BA118C"/>
    <w:rsid w:val="00BA1563"/>
    <w:rsid w:val="00BA1611"/>
    <w:rsid w:val="00BA1985"/>
    <w:rsid w:val="00BA1B23"/>
    <w:rsid w:val="00BA22EF"/>
    <w:rsid w:val="00BA2FCF"/>
    <w:rsid w:val="00BA3EBE"/>
    <w:rsid w:val="00BA4E90"/>
    <w:rsid w:val="00BA618C"/>
    <w:rsid w:val="00BA6707"/>
    <w:rsid w:val="00BA6F1E"/>
    <w:rsid w:val="00BA7772"/>
    <w:rsid w:val="00BB0C98"/>
    <w:rsid w:val="00BB1EF7"/>
    <w:rsid w:val="00BB3B6F"/>
    <w:rsid w:val="00BB4C5A"/>
    <w:rsid w:val="00BB617A"/>
    <w:rsid w:val="00BB69A5"/>
    <w:rsid w:val="00BB7049"/>
    <w:rsid w:val="00BC17F0"/>
    <w:rsid w:val="00BC1E3F"/>
    <w:rsid w:val="00BC2161"/>
    <w:rsid w:val="00BC2E5B"/>
    <w:rsid w:val="00BC3482"/>
    <w:rsid w:val="00BC4646"/>
    <w:rsid w:val="00BC47CA"/>
    <w:rsid w:val="00BC4991"/>
    <w:rsid w:val="00BC532F"/>
    <w:rsid w:val="00BC5366"/>
    <w:rsid w:val="00BC6EA6"/>
    <w:rsid w:val="00BC75FC"/>
    <w:rsid w:val="00BC771D"/>
    <w:rsid w:val="00BC780E"/>
    <w:rsid w:val="00BC7ADD"/>
    <w:rsid w:val="00BD0EAF"/>
    <w:rsid w:val="00BD10E5"/>
    <w:rsid w:val="00BD1B63"/>
    <w:rsid w:val="00BD2250"/>
    <w:rsid w:val="00BD2680"/>
    <w:rsid w:val="00BD33C1"/>
    <w:rsid w:val="00BD386D"/>
    <w:rsid w:val="00BD426F"/>
    <w:rsid w:val="00BD59B0"/>
    <w:rsid w:val="00BD6FB0"/>
    <w:rsid w:val="00BE0243"/>
    <w:rsid w:val="00BE1944"/>
    <w:rsid w:val="00BE4631"/>
    <w:rsid w:val="00BE4E80"/>
    <w:rsid w:val="00BE657E"/>
    <w:rsid w:val="00BE7406"/>
    <w:rsid w:val="00BF0FE1"/>
    <w:rsid w:val="00BF1159"/>
    <w:rsid w:val="00BF3B3F"/>
    <w:rsid w:val="00BF504C"/>
    <w:rsid w:val="00BF5420"/>
    <w:rsid w:val="00BF5658"/>
    <w:rsid w:val="00BF5844"/>
    <w:rsid w:val="00BF5C42"/>
    <w:rsid w:val="00BF605D"/>
    <w:rsid w:val="00BF62EA"/>
    <w:rsid w:val="00BF78A7"/>
    <w:rsid w:val="00BF7E59"/>
    <w:rsid w:val="00C001E2"/>
    <w:rsid w:val="00C014B1"/>
    <w:rsid w:val="00C02101"/>
    <w:rsid w:val="00C02C7B"/>
    <w:rsid w:val="00C037C5"/>
    <w:rsid w:val="00C03A78"/>
    <w:rsid w:val="00C03AFB"/>
    <w:rsid w:val="00C04A4F"/>
    <w:rsid w:val="00C05CA1"/>
    <w:rsid w:val="00C0678F"/>
    <w:rsid w:val="00C068AA"/>
    <w:rsid w:val="00C06932"/>
    <w:rsid w:val="00C06B28"/>
    <w:rsid w:val="00C10688"/>
    <w:rsid w:val="00C117AB"/>
    <w:rsid w:val="00C11970"/>
    <w:rsid w:val="00C120A8"/>
    <w:rsid w:val="00C12387"/>
    <w:rsid w:val="00C123C1"/>
    <w:rsid w:val="00C126EB"/>
    <w:rsid w:val="00C137B7"/>
    <w:rsid w:val="00C138AA"/>
    <w:rsid w:val="00C13D41"/>
    <w:rsid w:val="00C14500"/>
    <w:rsid w:val="00C14E7C"/>
    <w:rsid w:val="00C16042"/>
    <w:rsid w:val="00C16FCB"/>
    <w:rsid w:val="00C172F6"/>
    <w:rsid w:val="00C20515"/>
    <w:rsid w:val="00C21996"/>
    <w:rsid w:val="00C21B6B"/>
    <w:rsid w:val="00C21C92"/>
    <w:rsid w:val="00C2213D"/>
    <w:rsid w:val="00C23A70"/>
    <w:rsid w:val="00C24FBA"/>
    <w:rsid w:val="00C24FBD"/>
    <w:rsid w:val="00C25462"/>
    <w:rsid w:val="00C25553"/>
    <w:rsid w:val="00C2587F"/>
    <w:rsid w:val="00C25F10"/>
    <w:rsid w:val="00C262CD"/>
    <w:rsid w:val="00C26335"/>
    <w:rsid w:val="00C27340"/>
    <w:rsid w:val="00C27873"/>
    <w:rsid w:val="00C27C62"/>
    <w:rsid w:val="00C27E55"/>
    <w:rsid w:val="00C3036D"/>
    <w:rsid w:val="00C30D0A"/>
    <w:rsid w:val="00C31CC6"/>
    <w:rsid w:val="00C33B3E"/>
    <w:rsid w:val="00C33BD2"/>
    <w:rsid w:val="00C34FCC"/>
    <w:rsid w:val="00C36C87"/>
    <w:rsid w:val="00C37837"/>
    <w:rsid w:val="00C379B4"/>
    <w:rsid w:val="00C37C1E"/>
    <w:rsid w:val="00C4101E"/>
    <w:rsid w:val="00C43CC2"/>
    <w:rsid w:val="00C447F3"/>
    <w:rsid w:val="00C45AA6"/>
    <w:rsid w:val="00C46641"/>
    <w:rsid w:val="00C4676F"/>
    <w:rsid w:val="00C467DB"/>
    <w:rsid w:val="00C469EA"/>
    <w:rsid w:val="00C46B16"/>
    <w:rsid w:val="00C46C0C"/>
    <w:rsid w:val="00C47692"/>
    <w:rsid w:val="00C47FA7"/>
    <w:rsid w:val="00C5019D"/>
    <w:rsid w:val="00C502E2"/>
    <w:rsid w:val="00C5056C"/>
    <w:rsid w:val="00C5057C"/>
    <w:rsid w:val="00C51184"/>
    <w:rsid w:val="00C51500"/>
    <w:rsid w:val="00C516B0"/>
    <w:rsid w:val="00C5332A"/>
    <w:rsid w:val="00C5389D"/>
    <w:rsid w:val="00C53A50"/>
    <w:rsid w:val="00C540AA"/>
    <w:rsid w:val="00C549DC"/>
    <w:rsid w:val="00C54B9D"/>
    <w:rsid w:val="00C55E42"/>
    <w:rsid w:val="00C56800"/>
    <w:rsid w:val="00C56FD9"/>
    <w:rsid w:val="00C61606"/>
    <w:rsid w:val="00C616A2"/>
    <w:rsid w:val="00C61CC7"/>
    <w:rsid w:val="00C6229D"/>
    <w:rsid w:val="00C62D33"/>
    <w:rsid w:val="00C6381D"/>
    <w:rsid w:val="00C63A6E"/>
    <w:rsid w:val="00C6457C"/>
    <w:rsid w:val="00C64F2D"/>
    <w:rsid w:val="00C654B5"/>
    <w:rsid w:val="00C6583A"/>
    <w:rsid w:val="00C66D17"/>
    <w:rsid w:val="00C66E40"/>
    <w:rsid w:val="00C67E1B"/>
    <w:rsid w:val="00C70733"/>
    <w:rsid w:val="00C709C0"/>
    <w:rsid w:val="00C70DB7"/>
    <w:rsid w:val="00C70ECF"/>
    <w:rsid w:val="00C71C32"/>
    <w:rsid w:val="00C727B5"/>
    <w:rsid w:val="00C729FE"/>
    <w:rsid w:val="00C73ADC"/>
    <w:rsid w:val="00C74A6A"/>
    <w:rsid w:val="00C75BD5"/>
    <w:rsid w:val="00C766DE"/>
    <w:rsid w:val="00C76EC7"/>
    <w:rsid w:val="00C7708A"/>
    <w:rsid w:val="00C817DD"/>
    <w:rsid w:val="00C819C3"/>
    <w:rsid w:val="00C8288D"/>
    <w:rsid w:val="00C82B03"/>
    <w:rsid w:val="00C82B51"/>
    <w:rsid w:val="00C8396B"/>
    <w:rsid w:val="00C83F71"/>
    <w:rsid w:val="00C84830"/>
    <w:rsid w:val="00C85451"/>
    <w:rsid w:val="00C8560E"/>
    <w:rsid w:val="00C86C69"/>
    <w:rsid w:val="00C87EF3"/>
    <w:rsid w:val="00C9015E"/>
    <w:rsid w:val="00C90A1F"/>
    <w:rsid w:val="00C911D9"/>
    <w:rsid w:val="00C929B9"/>
    <w:rsid w:val="00C92B51"/>
    <w:rsid w:val="00C93C82"/>
    <w:rsid w:val="00C93F1E"/>
    <w:rsid w:val="00C95159"/>
    <w:rsid w:val="00C96216"/>
    <w:rsid w:val="00C9770A"/>
    <w:rsid w:val="00C979FB"/>
    <w:rsid w:val="00CA00A8"/>
    <w:rsid w:val="00CA1026"/>
    <w:rsid w:val="00CA120B"/>
    <w:rsid w:val="00CA1A5A"/>
    <w:rsid w:val="00CA1AE5"/>
    <w:rsid w:val="00CA1C22"/>
    <w:rsid w:val="00CA26FC"/>
    <w:rsid w:val="00CA2AEC"/>
    <w:rsid w:val="00CA3FC4"/>
    <w:rsid w:val="00CA48CF"/>
    <w:rsid w:val="00CA5771"/>
    <w:rsid w:val="00CA6111"/>
    <w:rsid w:val="00CA6883"/>
    <w:rsid w:val="00CA6E7A"/>
    <w:rsid w:val="00CA6F96"/>
    <w:rsid w:val="00CA737D"/>
    <w:rsid w:val="00CA7C3E"/>
    <w:rsid w:val="00CB096A"/>
    <w:rsid w:val="00CB0B6E"/>
    <w:rsid w:val="00CB1AE6"/>
    <w:rsid w:val="00CB34A7"/>
    <w:rsid w:val="00CB4BA9"/>
    <w:rsid w:val="00CB5958"/>
    <w:rsid w:val="00CB6679"/>
    <w:rsid w:val="00CB784A"/>
    <w:rsid w:val="00CC0EB8"/>
    <w:rsid w:val="00CC0FAD"/>
    <w:rsid w:val="00CC163F"/>
    <w:rsid w:val="00CC1691"/>
    <w:rsid w:val="00CC176D"/>
    <w:rsid w:val="00CC269D"/>
    <w:rsid w:val="00CC2CED"/>
    <w:rsid w:val="00CC34D7"/>
    <w:rsid w:val="00CC47F6"/>
    <w:rsid w:val="00CC48FB"/>
    <w:rsid w:val="00CC6219"/>
    <w:rsid w:val="00CD05C3"/>
    <w:rsid w:val="00CD131B"/>
    <w:rsid w:val="00CD272E"/>
    <w:rsid w:val="00CD2F19"/>
    <w:rsid w:val="00CD3A0F"/>
    <w:rsid w:val="00CD3F76"/>
    <w:rsid w:val="00CD4126"/>
    <w:rsid w:val="00CD56EE"/>
    <w:rsid w:val="00CD5CAE"/>
    <w:rsid w:val="00CD5CEA"/>
    <w:rsid w:val="00CE074E"/>
    <w:rsid w:val="00CE1AED"/>
    <w:rsid w:val="00CE1C45"/>
    <w:rsid w:val="00CE1F12"/>
    <w:rsid w:val="00CE2D3D"/>
    <w:rsid w:val="00CE38B5"/>
    <w:rsid w:val="00CE5F88"/>
    <w:rsid w:val="00CE75BD"/>
    <w:rsid w:val="00CE7C58"/>
    <w:rsid w:val="00CF002A"/>
    <w:rsid w:val="00CF3479"/>
    <w:rsid w:val="00CF44C3"/>
    <w:rsid w:val="00CF4770"/>
    <w:rsid w:val="00CF55AA"/>
    <w:rsid w:val="00CF5B51"/>
    <w:rsid w:val="00CF6452"/>
    <w:rsid w:val="00CF6674"/>
    <w:rsid w:val="00CF713C"/>
    <w:rsid w:val="00CF71D1"/>
    <w:rsid w:val="00D0006E"/>
    <w:rsid w:val="00D00880"/>
    <w:rsid w:val="00D00C29"/>
    <w:rsid w:val="00D00F30"/>
    <w:rsid w:val="00D02735"/>
    <w:rsid w:val="00D0279F"/>
    <w:rsid w:val="00D02E68"/>
    <w:rsid w:val="00D03306"/>
    <w:rsid w:val="00D0460D"/>
    <w:rsid w:val="00D0480C"/>
    <w:rsid w:val="00D0493E"/>
    <w:rsid w:val="00D054A8"/>
    <w:rsid w:val="00D0565C"/>
    <w:rsid w:val="00D056F8"/>
    <w:rsid w:val="00D05C2E"/>
    <w:rsid w:val="00D071B7"/>
    <w:rsid w:val="00D0721A"/>
    <w:rsid w:val="00D10E63"/>
    <w:rsid w:val="00D10F45"/>
    <w:rsid w:val="00D111B6"/>
    <w:rsid w:val="00D12FC7"/>
    <w:rsid w:val="00D13174"/>
    <w:rsid w:val="00D1413E"/>
    <w:rsid w:val="00D141B5"/>
    <w:rsid w:val="00D1463D"/>
    <w:rsid w:val="00D15281"/>
    <w:rsid w:val="00D158CB"/>
    <w:rsid w:val="00D15C96"/>
    <w:rsid w:val="00D164A1"/>
    <w:rsid w:val="00D1B914"/>
    <w:rsid w:val="00D2067D"/>
    <w:rsid w:val="00D20962"/>
    <w:rsid w:val="00D21909"/>
    <w:rsid w:val="00D225E2"/>
    <w:rsid w:val="00D22866"/>
    <w:rsid w:val="00D22873"/>
    <w:rsid w:val="00D22BD1"/>
    <w:rsid w:val="00D23104"/>
    <w:rsid w:val="00D232C2"/>
    <w:rsid w:val="00D235F3"/>
    <w:rsid w:val="00D243FD"/>
    <w:rsid w:val="00D25968"/>
    <w:rsid w:val="00D25BA6"/>
    <w:rsid w:val="00D26F0C"/>
    <w:rsid w:val="00D270BE"/>
    <w:rsid w:val="00D307A1"/>
    <w:rsid w:val="00D311E8"/>
    <w:rsid w:val="00D31FE4"/>
    <w:rsid w:val="00D320A5"/>
    <w:rsid w:val="00D3213D"/>
    <w:rsid w:val="00D3226C"/>
    <w:rsid w:val="00D32873"/>
    <w:rsid w:val="00D329A7"/>
    <w:rsid w:val="00D32E2D"/>
    <w:rsid w:val="00D32F1E"/>
    <w:rsid w:val="00D331A6"/>
    <w:rsid w:val="00D338FD"/>
    <w:rsid w:val="00D33936"/>
    <w:rsid w:val="00D34ADC"/>
    <w:rsid w:val="00D34D99"/>
    <w:rsid w:val="00D35B75"/>
    <w:rsid w:val="00D3612A"/>
    <w:rsid w:val="00D368ED"/>
    <w:rsid w:val="00D3699D"/>
    <w:rsid w:val="00D370B8"/>
    <w:rsid w:val="00D37178"/>
    <w:rsid w:val="00D3759A"/>
    <w:rsid w:val="00D4009D"/>
    <w:rsid w:val="00D40C6C"/>
    <w:rsid w:val="00D40E27"/>
    <w:rsid w:val="00D42DEE"/>
    <w:rsid w:val="00D42F23"/>
    <w:rsid w:val="00D434B9"/>
    <w:rsid w:val="00D43ACE"/>
    <w:rsid w:val="00D44F7E"/>
    <w:rsid w:val="00D45AAC"/>
    <w:rsid w:val="00D45D4A"/>
    <w:rsid w:val="00D45FD7"/>
    <w:rsid w:val="00D4659E"/>
    <w:rsid w:val="00D46BF0"/>
    <w:rsid w:val="00D46ED3"/>
    <w:rsid w:val="00D47E6E"/>
    <w:rsid w:val="00D47FBF"/>
    <w:rsid w:val="00D51063"/>
    <w:rsid w:val="00D51457"/>
    <w:rsid w:val="00D51544"/>
    <w:rsid w:val="00D51777"/>
    <w:rsid w:val="00D51931"/>
    <w:rsid w:val="00D5205A"/>
    <w:rsid w:val="00D5254A"/>
    <w:rsid w:val="00D52680"/>
    <w:rsid w:val="00D52A74"/>
    <w:rsid w:val="00D52BEE"/>
    <w:rsid w:val="00D53147"/>
    <w:rsid w:val="00D5348E"/>
    <w:rsid w:val="00D5356A"/>
    <w:rsid w:val="00D53853"/>
    <w:rsid w:val="00D53B1D"/>
    <w:rsid w:val="00D53CE8"/>
    <w:rsid w:val="00D53EC4"/>
    <w:rsid w:val="00D55E90"/>
    <w:rsid w:val="00D56066"/>
    <w:rsid w:val="00D5632C"/>
    <w:rsid w:val="00D5671B"/>
    <w:rsid w:val="00D57681"/>
    <w:rsid w:val="00D6052B"/>
    <w:rsid w:val="00D605B2"/>
    <w:rsid w:val="00D637D2"/>
    <w:rsid w:val="00D639E3"/>
    <w:rsid w:val="00D65070"/>
    <w:rsid w:val="00D6722C"/>
    <w:rsid w:val="00D700B2"/>
    <w:rsid w:val="00D70153"/>
    <w:rsid w:val="00D7058F"/>
    <w:rsid w:val="00D70B9E"/>
    <w:rsid w:val="00D71B31"/>
    <w:rsid w:val="00D71BCA"/>
    <w:rsid w:val="00D73841"/>
    <w:rsid w:val="00D7395E"/>
    <w:rsid w:val="00D74176"/>
    <w:rsid w:val="00D75346"/>
    <w:rsid w:val="00D75E56"/>
    <w:rsid w:val="00D77D1A"/>
    <w:rsid w:val="00D8106E"/>
    <w:rsid w:val="00D811A5"/>
    <w:rsid w:val="00D81584"/>
    <w:rsid w:val="00D83CA1"/>
    <w:rsid w:val="00D83D2B"/>
    <w:rsid w:val="00D84D8C"/>
    <w:rsid w:val="00D84E07"/>
    <w:rsid w:val="00D85390"/>
    <w:rsid w:val="00D8594D"/>
    <w:rsid w:val="00D8637C"/>
    <w:rsid w:val="00D86713"/>
    <w:rsid w:val="00D8697B"/>
    <w:rsid w:val="00D86DEF"/>
    <w:rsid w:val="00D90D5A"/>
    <w:rsid w:val="00D914E9"/>
    <w:rsid w:val="00D920D4"/>
    <w:rsid w:val="00D92725"/>
    <w:rsid w:val="00D948D5"/>
    <w:rsid w:val="00D94DDB"/>
    <w:rsid w:val="00D95577"/>
    <w:rsid w:val="00D96BFC"/>
    <w:rsid w:val="00D97B08"/>
    <w:rsid w:val="00DA0F01"/>
    <w:rsid w:val="00DA236F"/>
    <w:rsid w:val="00DA5C00"/>
    <w:rsid w:val="00DA5F80"/>
    <w:rsid w:val="00DA71AB"/>
    <w:rsid w:val="00DB0426"/>
    <w:rsid w:val="00DB090A"/>
    <w:rsid w:val="00DB25D6"/>
    <w:rsid w:val="00DB3BB1"/>
    <w:rsid w:val="00DB4CBA"/>
    <w:rsid w:val="00DB6439"/>
    <w:rsid w:val="00DB7717"/>
    <w:rsid w:val="00DC0B81"/>
    <w:rsid w:val="00DC16E8"/>
    <w:rsid w:val="00DC18FF"/>
    <w:rsid w:val="00DC1A96"/>
    <w:rsid w:val="00DC1BE2"/>
    <w:rsid w:val="00DC1F20"/>
    <w:rsid w:val="00DC2D2B"/>
    <w:rsid w:val="00DC3326"/>
    <w:rsid w:val="00DC3BE3"/>
    <w:rsid w:val="00DC49C2"/>
    <w:rsid w:val="00DC55E4"/>
    <w:rsid w:val="00DC65C8"/>
    <w:rsid w:val="00DC6E48"/>
    <w:rsid w:val="00DC6ED3"/>
    <w:rsid w:val="00DC72DC"/>
    <w:rsid w:val="00DC7594"/>
    <w:rsid w:val="00DD16EC"/>
    <w:rsid w:val="00DD4026"/>
    <w:rsid w:val="00DD4DBE"/>
    <w:rsid w:val="00DD576B"/>
    <w:rsid w:val="00DD57D8"/>
    <w:rsid w:val="00DD68B0"/>
    <w:rsid w:val="00DD68EE"/>
    <w:rsid w:val="00DD7CC3"/>
    <w:rsid w:val="00DE05C9"/>
    <w:rsid w:val="00DE05DF"/>
    <w:rsid w:val="00DE106F"/>
    <w:rsid w:val="00DE1173"/>
    <w:rsid w:val="00DE2DA4"/>
    <w:rsid w:val="00DE3CE6"/>
    <w:rsid w:val="00DE4B24"/>
    <w:rsid w:val="00DE4F41"/>
    <w:rsid w:val="00DE56CE"/>
    <w:rsid w:val="00DE5769"/>
    <w:rsid w:val="00DE5D3A"/>
    <w:rsid w:val="00DE6D73"/>
    <w:rsid w:val="00DE7D12"/>
    <w:rsid w:val="00DE7DEB"/>
    <w:rsid w:val="00DF1120"/>
    <w:rsid w:val="00DF1334"/>
    <w:rsid w:val="00DF1F7B"/>
    <w:rsid w:val="00DF27CB"/>
    <w:rsid w:val="00DF2D07"/>
    <w:rsid w:val="00DF3060"/>
    <w:rsid w:val="00DF3276"/>
    <w:rsid w:val="00DF3322"/>
    <w:rsid w:val="00DF3333"/>
    <w:rsid w:val="00DF35FC"/>
    <w:rsid w:val="00DF36DF"/>
    <w:rsid w:val="00DF3734"/>
    <w:rsid w:val="00DF3C76"/>
    <w:rsid w:val="00DF4B4D"/>
    <w:rsid w:val="00DF4F18"/>
    <w:rsid w:val="00DF62CE"/>
    <w:rsid w:val="00DF77DC"/>
    <w:rsid w:val="00DF786F"/>
    <w:rsid w:val="00DF7953"/>
    <w:rsid w:val="00DF7EAF"/>
    <w:rsid w:val="00E003FF"/>
    <w:rsid w:val="00E007DD"/>
    <w:rsid w:val="00E01246"/>
    <w:rsid w:val="00E01312"/>
    <w:rsid w:val="00E01EB4"/>
    <w:rsid w:val="00E0373D"/>
    <w:rsid w:val="00E03C24"/>
    <w:rsid w:val="00E03F8F"/>
    <w:rsid w:val="00E04BDD"/>
    <w:rsid w:val="00E0548A"/>
    <w:rsid w:val="00E075B2"/>
    <w:rsid w:val="00E075DD"/>
    <w:rsid w:val="00E11748"/>
    <w:rsid w:val="00E11B64"/>
    <w:rsid w:val="00E122C6"/>
    <w:rsid w:val="00E12C10"/>
    <w:rsid w:val="00E146A0"/>
    <w:rsid w:val="00E15826"/>
    <w:rsid w:val="00E15E31"/>
    <w:rsid w:val="00E16B6E"/>
    <w:rsid w:val="00E16D9D"/>
    <w:rsid w:val="00E16E95"/>
    <w:rsid w:val="00E2070B"/>
    <w:rsid w:val="00E208EF"/>
    <w:rsid w:val="00E218A4"/>
    <w:rsid w:val="00E23E58"/>
    <w:rsid w:val="00E244BB"/>
    <w:rsid w:val="00E24CC5"/>
    <w:rsid w:val="00E25135"/>
    <w:rsid w:val="00E2579F"/>
    <w:rsid w:val="00E2589A"/>
    <w:rsid w:val="00E25A17"/>
    <w:rsid w:val="00E25F6E"/>
    <w:rsid w:val="00E2608D"/>
    <w:rsid w:val="00E2622E"/>
    <w:rsid w:val="00E26841"/>
    <w:rsid w:val="00E306B8"/>
    <w:rsid w:val="00E30FB7"/>
    <w:rsid w:val="00E32439"/>
    <w:rsid w:val="00E33A64"/>
    <w:rsid w:val="00E3497B"/>
    <w:rsid w:val="00E34FC4"/>
    <w:rsid w:val="00E35B8C"/>
    <w:rsid w:val="00E35E89"/>
    <w:rsid w:val="00E3619B"/>
    <w:rsid w:val="00E3690F"/>
    <w:rsid w:val="00E37C0F"/>
    <w:rsid w:val="00E411F2"/>
    <w:rsid w:val="00E4209B"/>
    <w:rsid w:val="00E42D7B"/>
    <w:rsid w:val="00E446D5"/>
    <w:rsid w:val="00E44C90"/>
    <w:rsid w:val="00E44CC4"/>
    <w:rsid w:val="00E4530B"/>
    <w:rsid w:val="00E45D31"/>
    <w:rsid w:val="00E461F6"/>
    <w:rsid w:val="00E467E3"/>
    <w:rsid w:val="00E46E12"/>
    <w:rsid w:val="00E478ED"/>
    <w:rsid w:val="00E51000"/>
    <w:rsid w:val="00E5112A"/>
    <w:rsid w:val="00E52F1F"/>
    <w:rsid w:val="00E53F0B"/>
    <w:rsid w:val="00E54359"/>
    <w:rsid w:val="00E55084"/>
    <w:rsid w:val="00E5721F"/>
    <w:rsid w:val="00E57F71"/>
    <w:rsid w:val="00E60215"/>
    <w:rsid w:val="00E60514"/>
    <w:rsid w:val="00E60C53"/>
    <w:rsid w:val="00E60F74"/>
    <w:rsid w:val="00E611B9"/>
    <w:rsid w:val="00E61849"/>
    <w:rsid w:val="00E61D5A"/>
    <w:rsid w:val="00E62097"/>
    <w:rsid w:val="00E63C86"/>
    <w:rsid w:val="00E63FF4"/>
    <w:rsid w:val="00E64017"/>
    <w:rsid w:val="00E64162"/>
    <w:rsid w:val="00E642B5"/>
    <w:rsid w:val="00E64C35"/>
    <w:rsid w:val="00E64E99"/>
    <w:rsid w:val="00E651C2"/>
    <w:rsid w:val="00E654FD"/>
    <w:rsid w:val="00E65DF9"/>
    <w:rsid w:val="00E6720C"/>
    <w:rsid w:val="00E6761B"/>
    <w:rsid w:val="00E70CCE"/>
    <w:rsid w:val="00E719A1"/>
    <w:rsid w:val="00E71C85"/>
    <w:rsid w:val="00E72858"/>
    <w:rsid w:val="00E729BA"/>
    <w:rsid w:val="00E72AFF"/>
    <w:rsid w:val="00E7367D"/>
    <w:rsid w:val="00E74523"/>
    <w:rsid w:val="00E74EB9"/>
    <w:rsid w:val="00E74F87"/>
    <w:rsid w:val="00E75986"/>
    <w:rsid w:val="00E762BC"/>
    <w:rsid w:val="00E763A8"/>
    <w:rsid w:val="00E775A3"/>
    <w:rsid w:val="00E8069C"/>
    <w:rsid w:val="00E814A3"/>
    <w:rsid w:val="00E81F4A"/>
    <w:rsid w:val="00E82F42"/>
    <w:rsid w:val="00E83662"/>
    <w:rsid w:val="00E842B8"/>
    <w:rsid w:val="00E84E2B"/>
    <w:rsid w:val="00E85406"/>
    <w:rsid w:val="00E8605C"/>
    <w:rsid w:val="00E86FCE"/>
    <w:rsid w:val="00E87754"/>
    <w:rsid w:val="00E90393"/>
    <w:rsid w:val="00E9231E"/>
    <w:rsid w:val="00E93BD7"/>
    <w:rsid w:val="00E94297"/>
    <w:rsid w:val="00E94A29"/>
    <w:rsid w:val="00E956CA"/>
    <w:rsid w:val="00E9653D"/>
    <w:rsid w:val="00E979A1"/>
    <w:rsid w:val="00EA00C6"/>
    <w:rsid w:val="00EA101B"/>
    <w:rsid w:val="00EA3417"/>
    <w:rsid w:val="00EA3CC2"/>
    <w:rsid w:val="00EA4BD4"/>
    <w:rsid w:val="00EA4BFB"/>
    <w:rsid w:val="00EA4CD3"/>
    <w:rsid w:val="00EA5E01"/>
    <w:rsid w:val="00EA61D3"/>
    <w:rsid w:val="00EA6B0D"/>
    <w:rsid w:val="00EA6EB7"/>
    <w:rsid w:val="00EA76EE"/>
    <w:rsid w:val="00EB0346"/>
    <w:rsid w:val="00EB0746"/>
    <w:rsid w:val="00EB1C19"/>
    <w:rsid w:val="00EB230E"/>
    <w:rsid w:val="00EB407C"/>
    <w:rsid w:val="00EB42CD"/>
    <w:rsid w:val="00EB5048"/>
    <w:rsid w:val="00EB50F4"/>
    <w:rsid w:val="00EB5F01"/>
    <w:rsid w:val="00EB6252"/>
    <w:rsid w:val="00EB6483"/>
    <w:rsid w:val="00EB7089"/>
    <w:rsid w:val="00EB7A15"/>
    <w:rsid w:val="00EB7C16"/>
    <w:rsid w:val="00EC073F"/>
    <w:rsid w:val="00EC0B9D"/>
    <w:rsid w:val="00EC1099"/>
    <w:rsid w:val="00EC155D"/>
    <w:rsid w:val="00EC1D96"/>
    <w:rsid w:val="00EC3221"/>
    <w:rsid w:val="00EC32CF"/>
    <w:rsid w:val="00EC39DD"/>
    <w:rsid w:val="00EC3C24"/>
    <w:rsid w:val="00EC4A97"/>
    <w:rsid w:val="00EC5585"/>
    <w:rsid w:val="00EC7805"/>
    <w:rsid w:val="00ED032F"/>
    <w:rsid w:val="00ED03CC"/>
    <w:rsid w:val="00ED0A6A"/>
    <w:rsid w:val="00ED1484"/>
    <w:rsid w:val="00ED1681"/>
    <w:rsid w:val="00ED1797"/>
    <w:rsid w:val="00ED1A75"/>
    <w:rsid w:val="00ED24D5"/>
    <w:rsid w:val="00ED26A9"/>
    <w:rsid w:val="00ED2E4E"/>
    <w:rsid w:val="00ED2FA2"/>
    <w:rsid w:val="00ED339F"/>
    <w:rsid w:val="00ED34BA"/>
    <w:rsid w:val="00ED3510"/>
    <w:rsid w:val="00ED4E4D"/>
    <w:rsid w:val="00ED55FB"/>
    <w:rsid w:val="00ED66F9"/>
    <w:rsid w:val="00EE11F2"/>
    <w:rsid w:val="00EE15F9"/>
    <w:rsid w:val="00EE285B"/>
    <w:rsid w:val="00EE298F"/>
    <w:rsid w:val="00EE3A87"/>
    <w:rsid w:val="00EE4272"/>
    <w:rsid w:val="00EE4854"/>
    <w:rsid w:val="00EE555E"/>
    <w:rsid w:val="00EE671B"/>
    <w:rsid w:val="00EE6D9B"/>
    <w:rsid w:val="00EF0345"/>
    <w:rsid w:val="00EF0562"/>
    <w:rsid w:val="00EF0682"/>
    <w:rsid w:val="00EF14F6"/>
    <w:rsid w:val="00EF1F52"/>
    <w:rsid w:val="00EF256A"/>
    <w:rsid w:val="00EF455A"/>
    <w:rsid w:val="00EF46F7"/>
    <w:rsid w:val="00EF5671"/>
    <w:rsid w:val="00EF63A1"/>
    <w:rsid w:val="00EF6780"/>
    <w:rsid w:val="00EF6A60"/>
    <w:rsid w:val="00EF6E1F"/>
    <w:rsid w:val="00EF71FF"/>
    <w:rsid w:val="00F0023D"/>
    <w:rsid w:val="00F00CF7"/>
    <w:rsid w:val="00F01E71"/>
    <w:rsid w:val="00F02B5E"/>
    <w:rsid w:val="00F031A2"/>
    <w:rsid w:val="00F03EEE"/>
    <w:rsid w:val="00F04911"/>
    <w:rsid w:val="00F05A8B"/>
    <w:rsid w:val="00F105D6"/>
    <w:rsid w:val="00F10BCB"/>
    <w:rsid w:val="00F10DA5"/>
    <w:rsid w:val="00F12387"/>
    <w:rsid w:val="00F12A51"/>
    <w:rsid w:val="00F12E4D"/>
    <w:rsid w:val="00F136B5"/>
    <w:rsid w:val="00F14243"/>
    <w:rsid w:val="00F14CFD"/>
    <w:rsid w:val="00F150F5"/>
    <w:rsid w:val="00F1717A"/>
    <w:rsid w:val="00F17F1A"/>
    <w:rsid w:val="00F17F78"/>
    <w:rsid w:val="00F20948"/>
    <w:rsid w:val="00F20E1A"/>
    <w:rsid w:val="00F2123C"/>
    <w:rsid w:val="00F22555"/>
    <w:rsid w:val="00F22EDA"/>
    <w:rsid w:val="00F23BB3"/>
    <w:rsid w:val="00F25171"/>
    <w:rsid w:val="00F27109"/>
    <w:rsid w:val="00F27F2F"/>
    <w:rsid w:val="00F30509"/>
    <w:rsid w:val="00F31166"/>
    <w:rsid w:val="00F31F59"/>
    <w:rsid w:val="00F3204B"/>
    <w:rsid w:val="00F33012"/>
    <w:rsid w:val="00F33210"/>
    <w:rsid w:val="00F337C6"/>
    <w:rsid w:val="00F34098"/>
    <w:rsid w:val="00F34E8A"/>
    <w:rsid w:val="00F356A6"/>
    <w:rsid w:val="00F35A1D"/>
    <w:rsid w:val="00F37117"/>
    <w:rsid w:val="00F41D62"/>
    <w:rsid w:val="00F41F87"/>
    <w:rsid w:val="00F43044"/>
    <w:rsid w:val="00F43FAC"/>
    <w:rsid w:val="00F4417E"/>
    <w:rsid w:val="00F4446C"/>
    <w:rsid w:val="00F45319"/>
    <w:rsid w:val="00F45388"/>
    <w:rsid w:val="00F46124"/>
    <w:rsid w:val="00F46278"/>
    <w:rsid w:val="00F46E6B"/>
    <w:rsid w:val="00F46FC1"/>
    <w:rsid w:val="00F50181"/>
    <w:rsid w:val="00F5047F"/>
    <w:rsid w:val="00F50691"/>
    <w:rsid w:val="00F51467"/>
    <w:rsid w:val="00F518B8"/>
    <w:rsid w:val="00F5220C"/>
    <w:rsid w:val="00F53581"/>
    <w:rsid w:val="00F54BB9"/>
    <w:rsid w:val="00F54D40"/>
    <w:rsid w:val="00F55967"/>
    <w:rsid w:val="00F56E82"/>
    <w:rsid w:val="00F57E36"/>
    <w:rsid w:val="00F609E7"/>
    <w:rsid w:val="00F60C28"/>
    <w:rsid w:val="00F618DF"/>
    <w:rsid w:val="00F62F26"/>
    <w:rsid w:val="00F63553"/>
    <w:rsid w:val="00F6446A"/>
    <w:rsid w:val="00F6742F"/>
    <w:rsid w:val="00F67607"/>
    <w:rsid w:val="00F7041C"/>
    <w:rsid w:val="00F70C78"/>
    <w:rsid w:val="00F70FCC"/>
    <w:rsid w:val="00F710B6"/>
    <w:rsid w:val="00F71548"/>
    <w:rsid w:val="00F7188E"/>
    <w:rsid w:val="00F7283F"/>
    <w:rsid w:val="00F72C92"/>
    <w:rsid w:val="00F72D51"/>
    <w:rsid w:val="00F7373A"/>
    <w:rsid w:val="00F73740"/>
    <w:rsid w:val="00F740EE"/>
    <w:rsid w:val="00F75453"/>
    <w:rsid w:val="00F7627C"/>
    <w:rsid w:val="00F76558"/>
    <w:rsid w:val="00F7694E"/>
    <w:rsid w:val="00F772B6"/>
    <w:rsid w:val="00F80962"/>
    <w:rsid w:val="00F80AEE"/>
    <w:rsid w:val="00F8199D"/>
    <w:rsid w:val="00F824AC"/>
    <w:rsid w:val="00F825F5"/>
    <w:rsid w:val="00F82CF7"/>
    <w:rsid w:val="00F83FA6"/>
    <w:rsid w:val="00F8664B"/>
    <w:rsid w:val="00F86BBA"/>
    <w:rsid w:val="00F91645"/>
    <w:rsid w:val="00F926D0"/>
    <w:rsid w:val="00F92BBD"/>
    <w:rsid w:val="00F93ADB"/>
    <w:rsid w:val="00F93BD9"/>
    <w:rsid w:val="00F942B7"/>
    <w:rsid w:val="00F94EF0"/>
    <w:rsid w:val="00F951F8"/>
    <w:rsid w:val="00F95A87"/>
    <w:rsid w:val="00F96E27"/>
    <w:rsid w:val="00F96E30"/>
    <w:rsid w:val="00F97FB3"/>
    <w:rsid w:val="00FA1176"/>
    <w:rsid w:val="00FA1272"/>
    <w:rsid w:val="00FA2823"/>
    <w:rsid w:val="00FA2B60"/>
    <w:rsid w:val="00FA3666"/>
    <w:rsid w:val="00FA4568"/>
    <w:rsid w:val="00FA4EF5"/>
    <w:rsid w:val="00FA5A66"/>
    <w:rsid w:val="00FA5FF0"/>
    <w:rsid w:val="00FA65A5"/>
    <w:rsid w:val="00FA70AB"/>
    <w:rsid w:val="00FB044A"/>
    <w:rsid w:val="00FB0658"/>
    <w:rsid w:val="00FB30DB"/>
    <w:rsid w:val="00FB380C"/>
    <w:rsid w:val="00FB419B"/>
    <w:rsid w:val="00FB41C9"/>
    <w:rsid w:val="00FB4EEE"/>
    <w:rsid w:val="00FB5076"/>
    <w:rsid w:val="00FB62B7"/>
    <w:rsid w:val="00FB6A81"/>
    <w:rsid w:val="00FC114D"/>
    <w:rsid w:val="00FC1FD7"/>
    <w:rsid w:val="00FC212B"/>
    <w:rsid w:val="00FC30AC"/>
    <w:rsid w:val="00FC3916"/>
    <w:rsid w:val="00FC544D"/>
    <w:rsid w:val="00FC64EC"/>
    <w:rsid w:val="00FC7756"/>
    <w:rsid w:val="00FD00F9"/>
    <w:rsid w:val="00FD101A"/>
    <w:rsid w:val="00FD13B5"/>
    <w:rsid w:val="00FD1D05"/>
    <w:rsid w:val="00FD2393"/>
    <w:rsid w:val="00FD2AB0"/>
    <w:rsid w:val="00FD2DCD"/>
    <w:rsid w:val="00FD3580"/>
    <w:rsid w:val="00FD63F2"/>
    <w:rsid w:val="00FD6438"/>
    <w:rsid w:val="00FD7182"/>
    <w:rsid w:val="00FD7752"/>
    <w:rsid w:val="00FD77B9"/>
    <w:rsid w:val="00FE09C9"/>
    <w:rsid w:val="00FE0E25"/>
    <w:rsid w:val="00FE189D"/>
    <w:rsid w:val="00FE207D"/>
    <w:rsid w:val="00FE2395"/>
    <w:rsid w:val="00FE26E4"/>
    <w:rsid w:val="00FE292F"/>
    <w:rsid w:val="00FE2B29"/>
    <w:rsid w:val="00FE319A"/>
    <w:rsid w:val="00FE3DC8"/>
    <w:rsid w:val="00FE40DD"/>
    <w:rsid w:val="00FE5CD9"/>
    <w:rsid w:val="00FE65B9"/>
    <w:rsid w:val="00FE65FE"/>
    <w:rsid w:val="00FF03D7"/>
    <w:rsid w:val="00FF0643"/>
    <w:rsid w:val="00FF088B"/>
    <w:rsid w:val="00FF0AD4"/>
    <w:rsid w:val="00FF15DB"/>
    <w:rsid w:val="00FF1F16"/>
    <w:rsid w:val="00FF348C"/>
    <w:rsid w:val="00FF3BEC"/>
    <w:rsid w:val="00FF3CE5"/>
    <w:rsid w:val="00FF40D9"/>
    <w:rsid w:val="00FF46B5"/>
    <w:rsid w:val="00FF5229"/>
    <w:rsid w:val="00FF52CF"/>
    <w:rsid w:val="00FF5825"/>
    <w:rsid w:val="00FF5860"/>
    <w:rsid w:val="00FF5CC6"/>
    <w:rsid w:val="00FF6969"/>
    <w:rsid w:val="00FF6B43"/>
    <w:rsid w:val="00FF6E36"/>
    <w:rsid w:val="00FF6F28"/>
    <w:rsid w:val="00FF76C9"/>
    <w:rsid w:val="02420114"/>
    <w:rsid w:val="02F30C7B"/>
    <w:rsid w:val="03BF11A5"/>
    <w:rsid w:val="048364CF"/>
    <w:rsid w:val="05017782"/>
    <w:rsid w:val="05BC4C2D"/>
    <w:rsid w:val="05F7EC64"/>
    <w:rsid w:val="06B49216"/>
    <w:rsid w:val="07C2AA75"/>
    <w:rsid w:val="07E13980"/>
    <w:rsid w:val="080C6919"/>
    <w:rsid w:val="091BF81B"/>
    <w:rsid w:val="0A007EE0"/>
    <w:rsid w:val="0AFE52BA"/>
    <w:rsid w:val="0D5526B7"/>
    <w:rsid w:val="0DD07158"/>
    <w:rsid w:val="0E596FFF"/>
    <w:rsid w:val="0F29A5D5"/>
    <w:rsid w:val="1011F0F3"/>
    <w:rsid w:val="102CBD5C"/>
    <w:rsid w:val="104A56BB"/>
    <w:rsid w:val="114AEACA"/>
    <w:rsid w:val="12213B30"/>
    <w:rsid w:val="1303C378"/>
    <w:rsid w:val="14672FD3"/>
    <w:rsid w:val="16CBB9A1"/>
    <w:rsid w:val="16CE9DAB"/>
    <w:rsid w:val="16EB3044"/>
    <w:rsid w:val="16F8ABAA"/>
    <w:rsid w:val="172EB448"/>
    <w:rsid w:val="1AE1D00D"/>
    <w:rsid w:val="1C124773"/>
    <w:rsid w:val="1D757071"/>
    <w:rsid w:val="1D936DA2"/>
    <w:rsid w:val="1E42E94F"/>
    <w:rsid w:val="1F4455C3"/>
    <w:rsid w:val="21C1A524"/>
    <w:rsid w:val="21D2E542"/>
    <w:rsid w:val="21F81EFF"/>
    <w:rsid w:val="22059456"/>
    <w:rsid w:val="2226CAFF"/>
    <w:rsid w:val="225525A2"/>
    <w:rsid w:val="22C410DA"/>
    <w:rsid w:val="22DA8B2D"/>
    <w:rsid w:val="23014ACC"/>
    <w:rsid w:val="237CED8C"/>
    <w:rsid w:val="24E02EE3"/>
    <w:rsid w:val="25F3B4EE"/>
    <w:rsid w:val="26302CEC"/>
    <w:rsid w:val="263F3CFE"/>
    <w:rsid w:val="27269B93"/>
    <w:rsid w:val="278B59AD"/>
    <w:rsid w:val="27CC39DC"/>
    <w:rsid w:val="2937341D"/>
    <w:rsid w:val="29C59CF3"/>
    <w:rsid w:val="29D2E512"/>
    <w:rsid w:val="2A454A83"/>
    <w:rsid w:val="2A7733B8"/>
    <w:rsid w:val="2A8EDA8D"/>
    <w:rsid w:val="2C00EFA6"/>
    <w:rsid w:val="2C53D7D0"/>
    <w:rsid w:val="2CD6218E"/>
    <w:rsid w:val="2CF5D29F"/>
    <w:rsid w:val="2D4C95B7"/>
    <w:rsid w:val="2EFEC086"/>
    <w:rsid w:val="30530D9D"/>
    <w:rsid w:val="3107FF6E"/>
    <w:rsid w:val="32A8431A"/>
    <w:rsid w:val="32AAE121"/>
    <w:rsid w:val="32AC8D16"/>
    <w:rsid w:val="32BCB166"/>
    <w:rsid w:val="33960170"/>
    <w:rsid w:val="34FC6F0B"/>
    <w:rsid w:val="351C3E0A"/>
    <w:rsid w:val="35E85339"/>
    <w:rsid w:val="37EA2E8C"/>
    <w:rsid w:val="383C0749"/>
    <w:rsid w:val="396F448D"/>
    <w:rsid w:val="3AA62E66"/>
    <w:rsid w:val="3C2AF559"/>
    <w:rsid w:val="3C6126EF"/>
    <w:rsid w:val="3CF4E0DA"/>
    <w:rsid w:val="3ECE99F9"/>
    <w:rsid w:val="414CB00F"/>
    <w:rsid w:val="4169916C"/>
    <w:rsid w:val="416D3C9D"/>
    <w:rsid w:val="424584C5"/>
    <w:rsid w:val="4326397A"/>
    <w:rsid w:val="4334E893"/>
    <w:rsid w:val="43ABBE03"/>
    <w:rsid w:val="45105F2E"/>
    <w:rsid w:val="460DB0B8"/>
    <w:rsid w:val="4617DCE3"/>
    <w:rsid w:val="477599DA"/>
    <w:rsid w:val="47880C1F"/>
    <w:rsid w:val="485AAFBE"/>
    <w:rsid w:val="485C94DF"/>
    <w:rsid w:val="486EAA77"/>
    <w:rsid w:val="48AC2018"/>
    <w:rsid w:val="4A34A5B3"/>
    <w:rsid w:val="4B909F15"/>
    <w:rsid w:val="4CB1D7B8"/>
    <w:rsid w:val="4CEAAAFB"/>
    <w:rsid w:val="4E5534CC"/>
    <w:rsid w:val="5046B62A"/>
    <w:rsid w:val="504D6708"/>
    <w:rsid w:val="50AB7193"/>
    <w:rsid w:val="50FFAF77"/>
    <w:rsid w:val="5119754D"/>
    <w:rsid w:val="5126AE41"/>
    <w:rsid w:val="51B79018"/>
    <w:rsid w:val="51F90E78"/>
    <w:rsid w:val="53B4F100"/>
    <w:rsid w:val="54003B40"/>
    <w:rsid w:val="54D54761"/>
    <w:rsid w:val="5527569A"/>
    <w:rsid w:val="56515481"/>
    <w:rsid w:val="565CF126"/>
    <w:rsid w:val="570B1A13"/>
    <w:rsid w:val="57DD9194"/>
    <w:rsid w:val="57E4089C"/>
    <w:rsid w:val="581965A6"/>
    <w:rsid w:val="5A9B918D"/>
    <w:rsid w:val="5BCE55A2"/>
    <w:rsid w:val="5C3F78F9"/>
    <w:rsid w:val="5C4C8961"/>
    <w:rsid w:val="5C8C2960"/>
    <w:rsid w:val="5DD9B77C"/>
    <w:rsid w:val="5E8CF601"/>
    <w:rsid w:val="5F25FBF6"/>
    <w:rsid w:val="5F402CE1"/>
    <w:rsid w:val="6048142A"/>
    <w:rsid w:val="620A136D"/>
    <w:rsid w:val="62FEC953"/>
    <w:rsid w:val="634523F7"/>
    <w:rsid w:val="642E12AF"/>
    <w:rsid w:val="6436A891"/>
    <w:rsid w:val="644BD9B6"/>
    <w:rsid w:val="65857D36"/>
    <w:rsid w:val="662DFB98"/>
    <w:rsid w:val="66540CEB"/>
    <w:rsid w:val="689BBBDF"/>
    <w:rsid w:val="6941BCC0"/>
    <w:rsid w:val="69E317A7"/>
    <w:rsid w:val="6AC81A12"/>
    <w:rsid w:val="6B0B7086"/>
    <w:rsid w:val="6C49AB7D"/>
    <w:rsid w:val="6C6A0324"/>
    <w:rsid w:val="6CB72491"/>
    <w:rsid w:val="6CD9349A"/>
    <w:rsid w:val="6D3E2A37"/>
    <w:rsid w:val="6D8DCE0D"/>
    <w:rsid w:val="6DE806B4"/>
    <w:rsid w:val="6E0BE78C"/>
    <w:rsid w:val="6E28613F"/>
    <w:rsid w:val="700DAC46"/>
    <w:rsid w:val="7135BDAC"/>
    <w:rsid w:val="7147F38B"/>
    <w:rsid w:val="724A0E66"/>
    <w:rsid w:val="72A6BC2F"/>
    <w:rsid w:val="73197FBD"/>
    <w:rsid w:val="7398599E"/>
    <w:rsid w:val="743DC9C4"/>
    <w:rsid w:val="75258529"/>
    <w:rsid w:val="7545BD1A"/>
    <w:rsid w:val="758D5BA0"/>
    <w:rsid w:val="77B13277"/>
    <w:rsid w:val="77E110F3"/>
    <w:rsid w:val="7855D7C9"/>
    <w:rsid w:val="79C39349"/>
    <w:rsid w:val="79ED94DC"/>
    <w:rsid w:val="7A20A480"/>
    <w:rsid w:val="7A87647A"/>
    <w:rsid w:val="7BBFBC99"/>
    <w:rsid w:val="7CE9E5F8"/>
    <w:rsid w:val="7CFB11BC"/>
    <w:rsid w:val="7E253165"/>
    <w:rsid w:val="7EBC47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33FAB9F"/>
  <w15:docId w15:val="{C26088E3-76B8-424A-9498-E00E91C63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lang w:val="cs-CZ"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locked="0" w:semiHidden="1" w:uiPriority="0" w:unhideWhenUsed="1"/>
    <w:lsdException w:name="header" w:locked="0" w:semiHidden="1" w:unhideWhenUsed="1" w:qFormat="1"/>
    <w:lsdException w:name="footer" w:locked="0"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iPriority="0" w:unhideWhenUsed="1"/>
    <w:lsdException w:name="line number" w:semiHidden="1" w:unhideWhenUsed="1"/>
    <w:lsdException w:name="page number" w:semiHidden="1" w:uiPriority="0" w:unhideWhenUsed="1"/>
    <w:lsdException w:name="endnote reference"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locked="0"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ln">
    <w:name w:val="Normal"/>
    <w:qFormat/>
    <w:rsid w:val="00FC30AC"/>
    <w:pPr>
      <w:spacing w:after="0" w:line="240" w:lineRule="auto"/>
    </w:pPr>
  </w:style>
  <w:style w:type="paragraph" w:styleId="Nadpis1">
    <w:name w:val="heading 1"/>
    <w:basedOn w:val="Normln"/>
    <w:next w:val="Normln"/>
    <w:link w:val="Nadpis1Char"/>
    <w:qFormat/>
    <w:locked/>
    <w:rsid w:val="00F93ADB"/>
    <w:pPr>
      <w:keepNext/>
      <w:keepLines/>
      <w:numPr>
        <w:numId w:val="10"/>
      </w:numPr>
      <w:spacing w:before="360" w:after="240" w:line="264" w:lineRule="auto"/>
      <w:jc w:val="both"/>
      <w:outlineLvl w:val="0"/>
    </w:pPr>
    <w:rPr>
      <w:rFonts w:ascii="Segoe UI" w:eastAsiaTheme="majorEastAsia" w:hAnsi="Segoe UI" w:cs="Segoe UI"/>
      <w:b/>
      <w:bCs/>
      <w:caps/>
      <w:color w:val="808080" w:themeColor="background1" w:themeShade="80"/>
      <w:sz w:val="22"/>
      <w:szCs w:val="2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qFormat/>
    <w:locked/>
    <w:rsid w:val="00CD131B"/>
    <w:pPr>
      <w:keepNext/>
      <w:keepLines/>
      <w:numPr>
        <w:ilvl w:val="1"/>
        <w:numId w:val="10"/>
      </w:numPr>
      <w:spacing w:before="240" w:after="120" w:line="264" w:lineRule="auto"/>
      <w:ind w:left="851" w:hanging="851"/>
      <w:jc w:val="both"/>
      <w:outlineLvl w:val="1"/>
    </w:pPr>
    <w:rPr>
      <w:rFonts w:ascii="Segoe UI" w:hAnsi="Segoe UI" w:cs="Segoe UI"/>
      <w:b/>
      <w:bCs/>
      <w:iCs/>
      <w:caps/>
    </w:rPr>
  </w:style>
  <w:style w:type="paragraph" w:styleId="Nadpis3">
    <w:name w:val="heading 3"/>
    <w:aliases w:val="Nadpis 3 Char Char,Nadpis 3 Char Char Char Char,Nadpis 3 Char Char Char Char Char Char,Nadpis 3 Char1 Char Char,Nadpis 3 Char1 Char Char Char Char,NÁZEV Podpodkapitola 8.X.X"/>
    <w:basedOn w:val="Normln"/>
    <w:next w:val="Normln"/>
    <w:link w:val="Nadpis3Char"/>
    <w:qFormat/>
    <w:locked/>
    <w:rsid w:val="00A562F1"/>
    <w:pPr>
      <w:keepNext/>
      <w:spacing w:before="240" w:after="60"/>
      <w:outlineLvl w:val="2"/>
    </w:pPr>
    <w:rPr>
      <w:rFonts w:cs="Arial"/>
      <w:b/>
      <w:bCs/>
      <w:sz w:val="26"/>
      <w:szCs w:val="26"/>
    </w:rPr>
  </w:style>
  <w:style w:type="paragraph" w:styleId="Nadpis4">
    <w:name w:val="heading 4"/>
    <w:basedOn w:val="Normln"/>
    <w:next w:val="Normln"/>
    <w:link w:val="Nadpis4Char"/>
    <w:semiHidden/>
    <w:unhideWhenUsed/>
    <w:locked/>
    <w:rsid w:val="00C123C1"/>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semiHidden/>
    <w:unhideWhenUsed/>
    <w:qFormat/>
    <w:locked/>
    <w:rsid w:val="00D22BD1"/>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locked/>
    <w:rsid w:val="00463D6C"/>
    <w:pPr>
      <w:numPr>
        <w:ilvl w:val="5"/>
        <w:numId w:val="10"/>
      </w:numPr>
      <w:spacing w:before="240" w:after="60" w:line="288" w:lineRule="auto"/>
      <w:outlineLvl w:val="5"/>
    </w:pPr>
    <w:rPr>
      <w:rFonts w:ascii="JohnSans Text Pro" w:eastAsia="Times New Roman" w:hAnsi="JohnSans Text Pro" w:cs="Times New Roman"/>
      <w:b/>
      <w:bCs/>
      <w:sz w:val="22"/>
      <w:lang w:eastAsia="cs-CZ"/>
    </w:rPr>
  </w:style>
  <w:style w:type="paragraph" w:styleId="Nadpis7">
    <w:name w:val="heading 7"/>
    <w:basedOn w:val="Normln"/>
    <w:next w:val="Normln"/>
    <w:link w:val="Nadpis7Char"/>
    <w:semiHidden/>
    <w:unhideWhenUsed/>
    <w:qFormat/>
    <w:locked/>
    <w:rsid w:val="00463D6C"/>
    <w:pPr>
      <w:numPr>
        <w:ilvl w:val="6"/>
        <w:numId w:val="10"/>
      </w:numPr>
      <w:spacing w:before="240" w:after="60" w:line="288" w:lineRule="auto"/>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locked/>
    <w:rsid w:val="00463D6C"/>
    <w:pPr>
      <w:numPr>
        <w:ilvl w:val="7"/>
        <w:numId w:val="10"/>
      </w:numPr>
      <w:spacing w:before="240" w:after="60" w:line="288" w:lineRule="auto"/>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locked/>
    <w:rsid w:val="00463D6C"/>
    <w:pPr>
      <w:numPr>
        <w:ilvl w:val="8"/>
        <w:numId w:val="10"/>
      </w:numPr>
      <w:spacing w:before="240" w:after="60" w:line="288" w:lineRule="auto"/>
      <w:outlineLvl w:val="8"/>
    </w:pPr>
    <w:rPr>
      <w:rFonts w:eastAsia="Times New Roman" w:cs="Arial"/>
      <w:sz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93ADB"/>
    <w:rPr>
      <w:rFonts w:ascii="Segoe UI" w:eastAsiaTheme="majorEastAsia" w:hAnsi="Segoe UI" w:cs="Segoe UI"/>
      <w:b/>
      <w:bCs/>
      <w:caps/>
      <w:color w:val="808080" w:themeColor="background1" w:themeShade="80"/>
      <w:sz w:val="22"/>
      <w:szCs w:val="22"/>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CD131B"/>
    <w:rPr>
      <w:rFonts w:ascii="Segoe UI" w:hAnsi="Segoe UI" w:cs="Segoe UI"/>
      <w:b/>
      <w:bCs/>
      <w:iCs/>
      <w:caps/>
    </w:rPr>
  </w:style>
  <w:style w:type="character" w:customStyle="1" w:styleId="Nadpis3Char">
    <w:name w:val="Nadpis 3 Char"/>
    <w:aliases w:val="Nadpis 3 Char Char Char,Nadpis 3 Char Char Char Char Char,Nadpis 3 Char Char Char Char Char Char Char,Nadpis 3 Char1 Char Char Char,Nadpis 3 Char1 Char Char Char Char Char,NÁZEV Podpodkapitola 8.X.X Char"/>
    <w:basedOn w:val="Standardnpsmoodstavce"/>
    <w:link w:val="Nadpis3"/>
    <w:locked/>
    <w:rsid w:val="00A562F1"/>
    <w:rPr>
      <w:rFonts w:cs="Arial"/>
      <w:b/>
      <w:bCs/>
      <w:sz w:val="26"/>
      <w:szCs w:val="26"/>
    </w:rPr>
  </w:style>
  <w:style w:type="character" w:customStyle="1" w:styleId="Nadpis4Char">
    <w:name w:val="Nadpis 4 Char"/>
    <w:basedOn w:val="Standardnpsmoodstavce"/>
    <w:link w:val="Nadpis4"/>
    <w:semiHidden/>
    <w:rsid w:val="00C123C1"/>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semiHidden/>
    <w:rsid w:val="00D22BD1"/>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semiHidden/>
    <w:rsid w:val="00463D6C"/>
    <w:rPr>
      <w:rFonts w:ascii="JohnSans Text Pro" w:eastAsia="Times New Roman" w:hAnsi="JohnSans Text Pro" w:cs="Times New Roman"/>
      <w:b/>
      <w:bCs/>
      <w:sz w:val="22"/>
      <w:lang w:eastAsia="cs-CZ"/>
    </w:rPr>
  </w:style>
  <w:style w:type="character" w:customStyle="1" w:styleId="Nadpis7Char">
    <w:name w:val="Nadpis 7 Char"/>
    <w:basedOn w:val="Standardnpsmoodstavce"/>
    <w:link w:val="Nadpis7"/>
    <w:semiHidden/>
    <w:rsid w:val="00463D6C"/>
    <w:rPr>
      <w:rFonts w:ascii="JohnSans Text Pro" w:eastAsia="Times New Roman" w:hAnsi="JohnSans Text Pro" w:cs="Times New Roman"/>
      <w:szCs w:val="24"/>
      <w:lang w:eastAsia="cs-CZ"/>
    </w:rPr>
  </w:style>
  <w:style w:type="character" w:customStyle="1" w:styleId="Nadpis8Char">
    <w:name w:val="Nadpis 8 Char"/>
    <w:basedOn w:val="Standardnpsmoodstavce"/>
    <w:link w:val="Nadpis8"/>
    <w:semiHidden/>
    <w:rsid w:val="00463D6C"/>
    <w:rPr>
      <w:rFonts w:ascii="JohnSans Text Pro" w:eastAsia="Times New Roman" w:hAnsi="JohnSans Text Pro" w:cs="Times New Roman"/>
      <w:i/>
      <w:iCs/>
      <w:szCs w:val="24"/>
      <w:lang w:eastAsia="cs-CZ"/>
    </w:rPr>
  </w:style>
  <w:style w:type="character" w:customStyle="1" w:styleId="Nadpis9Char">
    <w:name w:val="Nadpis 9 Char"/>
    <w:basedOn w:val="Standardnpsmoodstavce"/>
    <w:link w:val="Nadpis9"/>
    <w:semiHidden/>
    <w:rsid w:val="00463D6C"/>
    <w:rPr>
      <w:rFonts w:eastAsia="Times New Roman" w:cs="Arial"/>
      <w:sz w:val="22"/>
      <w:lang w:eastAsia="cs-CZ"/>
    </w:rPr>
  </w:style>
  <w:style w:type="table" w:styleId="Mkatabulky">
    <w:name w:val="Table Grid"/>
    <w:basedOn w:val="Normlntabulka"/>
    <w:uiPriority w:val="59"/>
    <w:locked/>
    <w:rsid w:val="00A56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locked/>
    <w:rsid w:val="00A562F1"/>
    <w:rPr>
      <w:color w:val="0000FF" w:themeColor="hyperlink"/>
      <w:u w:val="single"/>
    </w:rPr>
  </w:style>
  <w:style w:type="character" w:styleId="Odkaznakoment">
    <w:name w:val="annotation reference"/>
    <w:basedOn w:val="Standardnpsmoodstavce"/>
    <w:unhideWhenUsed/>
    <w:locked/>
    <w:rsid w:val="00A562F1"/>
    <w:rPr>
      <w:sz w:val="16"/>
      <w:szCs w:val="16"/>
    </w:rPr>
  </w:style>
  <w:style w:type="paragraph" w:styleId="Textkomente">
    <w:name w:val="annotation text"/>
    <w:basedOn w:val="Normln"/>
    <w:link w:val="TextkomenteChar"/>
    <w:unhideWhenUsed/>
    <w:rsid w:val="00A562F1"/>
    <w:pPr>
      <w:spacing w:after="200"/>
    </w:pPr>
    <w:rPr>
      <w:rFonts w:asciiTheme="minorHAnsi" w:hAnsiTheme="minorHAnsi"/>
    </w:rPr>
  </w:style>
  <w:style w:type="character" w:customStyle="1" w:styleId="TextkomenteChar">
    <w:name w:val="Text komentáře Char"/>
    <w:basedOn w:val="Standardnpsmoodstavce"/>
    <w:link w:val="Textkomente"/>
    <w:rsid w:val="00A562F1"/>
    <w:rPr>
      <w:sz w:val="20"/>
      <w:szCs w:val="20"/>
    </w:rPr>
  </w:style>
  <w:style w:type="paragraph" w:styleId="Odstavecseseznamem">
    <w:name w:val="List Paragraph"/>
    <w:basedOn w:val="Normln"/>
    <w:link w:val="OdstavecseseznamemChar"/>
    <w:uiPriority w:val="34"/>
    <w:qFormat/>
    <w:locked/>
    <w:rsid w:val="00CD131B"/>
    <w:pPr>
      <w:numPr>
        <w:ilvl w:val="2"/>
        <w:numId w:val="10"/>
      </w:numPr>
      <w:spacing w:before="120" w:line="264" w:lineRule="auto"/>
      <w:ind w:left="851" w:hanging="851"/>
      <w:jc w:val="both"/>
    </w:pPr>
    <w:rPr>
      <w:rFonts w:ascii="Segoe UI" w:hAnsi="Segoe UI"/>
    </w:rPr>
  </w:style>
  <w:style w:type="character" w:customStyle="1" w:styleId="OdstavecseseznamemChar">
    <w:name w:val="Odstavec se seznamem Char"/>
    <w:basedOn w:val="Standardnpsmoodstavce"/>
    <w:link w:val="Odstavecseseznamem"/>
    <w:uiPriority w:val="34"/>
    <w:locked/>
    <w:rsid w:val="00CD131B"/>
    <w:rPr>
      <w:rFonts w:ascii="Segoe UI" w:hAnsi="Segoe UI"/>
    </w:rPr>
  </w:style>
  <w:style w:type="paragraph" w:styleId="Textbubliny">
    <w:name w:val="Balloon Text"/>
    <w:basedOn w:val="Normln"/>
    <w:link w:val="TextbublinyChar"/>
    <w:uiPriority w:val="99"/>
    <w:semiHidden/>
    <w:unhideWhenUsed/>
    <w:rsid w:val="00A562F1"/>
    <w:rPr>
      <w:rFonts w:ascii="Tahoma" w:hAnsi="Tahoma" w:cs="Tahoma"/>
      <w:sz w:val="16"/>
      <w:szCs w:val="16"/>
    </w:rPr>
  </w:style>
  <w:style w:type="character" w:customStyle="1" w:styleId="TextbublinyChar">
    <w:name w:val="Text bubliny Char"/>
    <w:basedOn w:val="Standardnpsmoodstavce"/>
    <w:link w:val="Textbubliny"/>
    <w:uiPriority w:val="99"/>
    <w:semiHidden/>
    <w:rsid w:val="00A562F1"/>
    <w:rPr>
      <w:rFonts w:ascii="Tahoma" w:hAnsi="Tahoma" w:cs="Tahoma"/>
      <w:sz w:val="16"/>
      <w:szCs w:val="16"/>
    </w:rPr>
  </w:style>
  <w:style w:type="paragraph" w:customStyle="1" w:styleId="OM-nadpis1">
    <w:name w:val="OM - nadpis 1"/>
    <w:basedOn w:val="Normln"/>
    <w:next w:val="Normln"/>
    <w:rsid w:val="005C2132"/>
    <w:pPr>
      <w:pageBreakBefore/>
      <w:numPr>
        <w:numId w:val="5"/>
      </w:numPr>
      <w:spacing w:before="360" w:after="360"/>
    </w:pPr>
    <w:rPr>
      <w:rFonts w:cs="Arial"/>
      <w:b/>
      <w:sz w:val="24"/>
    </w:rPr>
  </w:style>
  <w:style w:type="paragraph" w:customStyle="1" w:styleId="OM-nadpis2">
    <w:name w:val="OM - nadpis 2"/>
    <w:basedOn w:val="Normln"/>
    <w:next w:val="Normln"/>
    <w:rsid w:val="00174E52"/>
    <w:pPr>
      <w:numPr>
        <w:ilvl w:val="1"/>
        <w:numId w:val="5"/>
      </w:numPr>
      <w:spacing w:before="240" w:after="240"/>
    </w:pPr>
    <w:rPr>
      <w:rFonts w:cs="Arial"/>
      <w:b/>
      <w:sz w:val="22"/>
    </w:rPr>
  </w:style>
  <w:style w:type="paragraph" w:styleId="Nadpisobsahu">
    <w:name w:val="TOC Heading"/>
    <w:basedOn w:val="Nadpis1"/>
    <w:next w:val="Normln"/>
    <w:uiPriority w:val="39"/>
    <w:semiHidden/>
    <w:unhideWhenUsed/>
    <w:qFormat/>
    <w:locked/>
    <w:rsid w:val="00A562F1"/>
    <w:pPr>
      <w:spacing w:line="276" w:lineRule="auto"/>
      <w:outlineLvl w:val="9"/>
    </w:pPr>
  </w:style>
  <w:style w:type="paragraph" w:styleId="Obsah2">
    <w:name w:val="toc 2"/>
    <w:basedOn w:val="Normln"/>
    <w:next w:val="Normln"/>
    <w:autoRedefine/>
    <w:uiPriority w:val="39"/>
    <w:unhideWhenUsed/>
    <w:qFormat/>
    <w:locked/>
    <w:rsid w:val="00B568FE"/>
    <w:pPr>
      <w:tabs>
        <w:tab w:val="left" w:pos="1134"/>
        <w:tab w:val="right" w:leader="dot" w:pos="9062"/>
      </w:tabs>
      <w:spacing w:line="264" w:lineRule="auto"/>
      <w:ind w:left="238"/>
    </w:pPr>
    <w:rPr>
      <w:noProof/>
    </w:rPr>
  </w:style>
  <w:style w:type="paragraph" w:styleId="Obsah1">
    <w:name w:val="toc 1"/>
    <w:aliases w:val="OM - Obsah 1"/>
    <w:basedOn w:val="OM-nadpis4"/>
    <w:next w:val="OM-nadpis4"/>
    <w:autoRedefine/>
    <w:uiPriority w:val="39"/>
    <w:unhideWhenUsed/>
    <w:qFormat/>
    <w:locked/>
    <w:rsid w:val="00A01220"/>
    <w:pPr>
      <w:tabs>
        <w:tab w:val="right" w:leader="dot" w:pos="9062"/>
      </w:tabs>
      <w:spacing w:before="60"/>
      <w:ind w:left="1134" w:hanging="1134"/>
    </w:pPr>
    <w:rPr>
      <w:noProof/>
      <w:sz w:val="24"/>
      <w:szCs w:val="32"/>
    </w:rPr>
  </w:style>
  <w:style w:type="paragraph" w:customStyle="1" w:styleId="OM-nadpis4">
    <w:name w:val="OM - nadpis 4"/>
    <w:basedOn w:val="Normln"/>
    <w:next w:val="Normln"/>
    <w:rsid w:val="00062713"/>
    <w:pPr>
      <w:ind w:left="864" w:hanging="864"/>
      <w:outlineLvl w:val="3"/>
    </w:pPr>
    <w:rPr>
      <w:rFonts w:cs="Arial"/>
      <w:b/>
    </w:rPr>
  </w:style>
  <w:style w:type="paragraph" w:customStyle="1" w:styleId="OM-napdis3">
    <w:name w:val="OM - napdis 3"/>
    <w:basedOn w:val="Normln"/>
    <w:next w:val="Normln"/>
    <w:rsid w:val="001D0A6B"/>
    <w:pPr>
      <w:numPr>
        <w:ilvl w:val="2"/>
        <w:numId w:val="5"/>
      </w:numPr>
      <w:spacing w:before="120"/>
    </w:pPr>
    <w:rPr>
      <w:rFonts w:cs="Arial"/>
      <w:b/>
      <w:i/>
    </w:rPr>
  </w:style>
  <w:style w:type="paragraph" w:styleId="Obsah3">
    <w:name w:val="toc 3"/>
    <w:basedOn w:val="Normln"/>
    <w:next w:val="Normln"/>
    <w:autoRedefine/>
    <w:uiPriority w:val="39"/>
    <w:unhideWhenUsed/>
    <w:qFormat/>
    <w:locked/>
    <w:rsid w:val="006A1423"/>
    <w:pPr>
      <w:spacing w:after="100"/>
      <w:ind w:left="480"/>
    </w:pPr>
  </w:style>
  <w:style w:type="paragraph" w:styleId="Pedmtkomente">
    <w:name w:val="annotation subject"/>
    <w:basedOn w:val="Textkomente"/>
    <w:next w:val="Textkomente"/>
    <w:link w:val="PedmtkomenteChar"/>
    <w:uiPriority w:val="99"/>
    <w:semiHidden/>
    <w:unhideWhenUsed/>
    <w:locked/>
    <w:rsid w:val="00893BA0"/>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semiHidden/>
    <w:rsid w:val="00893BA0"/>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qFormat/>
    <w:locked/>
    <w:rsid w:val="00FC30AC"/>
    <w:pPr>
      <w:tabs>
        <w:tab w:val="center" w:pos="4536"/>
        <w:tab w:val="right" w:pos="9072"/>
      </w:tabs>
    </w:pPr>
    <w:rPr>
      <w:color w:val="73767D"/>
      <w:sz w:val="16"/>
    </w:rPr>
  </w:style>
  <w:style w:type="character" w:customStyle="1" w:styleId="ZhlavChar">
    <w:name w:val="Záhlaví Char"/>
    <w:basedOn w:val="Standardnpsmoodstavce"/>
    <w:link w:val="Zhlav"/>
    <w:uiPriority w:val="99"/>
    <w:rsid w:val="00FC30AC"/>
    <w:rPr>
      <w:color w:val="73767D"/>
      <w:sz w:val="16"/>
    </w:rPr>
  </w:style>
  <w:style w:type="paragraph" w:styleId="Zpat">
    <w:name w:val="footer"/>
    <w:basedOn w:val="Normln"/>
    <w:link w:val="ZpatChar"/>
    <w:uiPriority w:val="99"/>
    <w:unhideWhenUsed/>
    <w:qFormat/>
    <w:locked/>
    <w:rsid w:val="00FC30AC"/>
    <w:pPr>
      <w:tabs>
        <w:tab w:val="center" w:pos="4536"/>
        <w:tab w:val="right" w:pos="9072"/>
      </w:tabs>
    </w:pPr>
    <w:rPr>
      <w:color w:val="73767D"/>
      <w:sz w:val="16"/>
    </w:rPr>
  </w:style>
  <w:style w:type="character" w:customStyle="1" w:styleId="ZpatChar">
    <w:name w:val="Zápatí Char"/>
    <w:basedOn w:val="Standardnpsmoodstavce"/>
    <w:link w:val="Zpat"/>
    <w:uiPriority w:val="99"/>
    <w:rsid w:val="00FC30AC"/>
    <w:rPr>
      <w:color w:val="73767D"/>
      <w:sz w:val="16"/>
    </w:rPr>
  </w:style>
  <w:style w:type="paragraph" w:styleId="Textpoznpodarou">
    <w:name w:val="footnote text"/>
    <w:basedOn w:val="Normln"/>
    <w:link w:val="TextpoznpodarouChar"/>
    <w:uiPriority w:val="99"/>
    <w:unhideWhenUsed/>
    <w:qFormat/>
    <w:rsid w:val="00A31C84"/>
    <w:pPr>
      <w:spacing w:before="120"/>
      <w:jc w:val="both"/>
    </w:pPr>
    <w:rPr>
      <w:rFonts w:ascii="Segoe UI" w:hAnsi="Segoe UI"/>
      <w:sz w:val="16"/>
    </w:rPr>
  </w:style>
  <w:style w:type="character" w:customStyle="1" w:styleId="TextpoznpodarouChar">
    <w:name w:val="Text pozn. pod čarou Char"/>
    <w:basedOn w:val="Standardnpsmoodstavce"/>
    <w:link w:val="Textpoznpodarou"/>
    <w:uiPriority w:val="99"/>
    <w:rsid w:val="00A31C84"/>
    <w:rPr>
      <w:rFonts w:ascii="Segoe UI" w:hAnsi="Segoe UI"/>
      <w:sz w:val="16"/>
    </w:rPr>
  </w:style>
  <w:style w:type="character" w:styleId="Znakapoznpodarou">
    <w:name w:val="footnote reference"/>
    <w:basedOn w:val="Standardnpsmoodstavce"/>
    <w:uiPriority w:val="99"/>
    <w:semiHidden/>
    <w:unhideWhenUsed/>
    <w:locked/>
    <w:rsid w:val="00685A03"/>
    <w:rPr>
      <w:vertAlign w:val="superscript"/>
    </w:rPr>
  </w:style>
  <w:style w:type="paragraph" w:styleId="Revize">
    <w:name w:val="Revision"/>
    <w:hidden/>
    <w:uiPriority w:val="99"/>
    <w:semiHidden/>
    <w:rsid w:val="001A5194"/>
    <w:pPr>
      <w:spacing w:after="0" w:line="240" w:lineRule="auto"/>
    </w:pPr>
  </w:style>
  <w:style w:type="paragraph" w:customStyle="1" w:styleId="OM-nadpis1bezslovn">
    <w:name w:val="OM - nadpis 1 bez číslování"/>
    <w:basedOn w:val="Normln"/>
    <w:next w:val="Normln"/>
    <w:link w:val="OM-nadpis1bezslovnChar"/>
    <w:rsid w:val="00174E52"/>
    <w:rPr>
      <w:b/>
      <w:sz w:val="32"/>
      <w:szCs w:val="32"/>
    </w:rPr>
  </w:style>
  <w:style w:type="character" w:customStyle="1" w:styleId="OM-nadpis1bezslovnChar">
    <w:name w:val="OM - nadpis 1 bez číslování Char"/>
    <w:basedOn w:val="Standardnpsmoodstavce"/>
    <w:link w:val="OM-nadpis1bezslovn"/>
    <w:rsid w:val="00174E52"/>
    <w:rPr>
      <w:b/>
      <w:sz w:val="32"/>
      <w:szCs w:val="32"/>
    </w:rPr>
  </w:style>
  <w:style w:type="paragraph" w:customStyle="1" w:styleId="OM-nadpis2bezslovn">
    <w:name w:val="OM - nadpis 2 bez číslování"/>
    <w:basedOn w:val="Normln"/>
    <w:next w:val="Normln"/>
    <w:link w:val="OM-nadpis2bezslovnChar"/>
    <w:uiPriority w:val="99"/>
    <w:rsid w:val="00174E52"/>
    <w:rPr>
      <w:sz w:val="28"/>
      <w:szCs w:val="28"/>
    </w:rPr>
  </w:style>
  <w:style w:type="character" w:customStyle="1" w:styleId="OM-nadpis2bezslovnChar">
    <w:name w:val="OM - nadpis 2 bez číslování Char"/>
    <w:basedOn w:val="Standardnpsmoodstavce"/>
    <w:link w:val="OM-nadpis2bezslovn"/>
    <w:uiPriority w:val="99"/>
    <w:rsid w:val="00174E52"/>
    <w:rPr>
      <w:sz w:val="28"/>
      <w:szCs w:val="28"/>
    </w:rPr>
  </w:style>
  <w:style w:type="paragraph" w:customStyle="1" w:styleId="-11">
    <w:name w:val="- 1.1"/>
    <w:basedOn w:val="Prosttext"/>
    <w:locked/>
    <w:rsid w:val="00B85406"/>
    <w:pPr>
      <w:numPr>
        <w:numId w:val="1"/>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locked/>
    <w:rsid w:val="00B85406"/>
    <w:rPr>
      <w:rFonts w:ascii="Consolas" w:hAnsi="Consolas" w:cs="Consolas"/>
      <w:sz w:val="21"/>
      <w:szCs w:val="21"/>
    </w:rPr>
  </w:style>
  <w:style w:type="character" w:customStyle="1" w:styleId="ProsttextChar">
    <w:name w:val="Prostý text Char"/>
    <w:basedOn w:val="Standardnpsmoodstavce"/>
    <w:link w:val="Prosttext"/>
    <w:uiPriority w:val="99"/>
    <w:semiHidden/>
    <w:rsid w:val="00B85406"/>
    <w:rPr>
      <w:rFonts w:ascii="Consolas" w:hAnsi="Consolas" w:cs="Consolas"/>
      <w:sz w:val="21"/>
      <w:szCs w:val="21"/>
    </w:rPr>
  </w:style>
  <w:style w:type="paragraph" w:customStyle="1" w:styleId="a11">
    <w:name w:val="a) 1.1"/>
    <w:basedOn w:val="-11"/>
    <w:uiPriority w:val="99"/>
    <w:locked/>
    <w:rsid w:val="008708AE"/>
    <w:pPr>
      <w:numPr>
        <w:numId w:val="2"/>
      </w:numPr>
    </w:pPr>
    <w:rPr>
      <w:bCs/>
      <w:shd w:val="clear" w:color="auto" w:fill="FFFFFF"/>
    </w:rPr>
  </w:style>
  <w:style w:type="paragraph" w:styleId="Obsah4">
    <w:name w:val="toc 4"/>
    <w:basedOn w:val="Normln"/>
    <w:next w:val="Normln"/>
    <w:autoRedefine/>
    <w:uiPriority w:val="39"/>
    <w:unhideWhenUsed/>
    <w:locked/>
    <w:rsid w:val="00D92725"/>
    <w:pPr>
      <w:spacing w:after="100"/>
      <w:ind w:left="600"/>
    </w:pPr>
  </w:style>
  <w:style w:type="paragraph" w:customStyle="1" w:styleId="Odrkya">
    <w:name w:val="Odrážky_a)"/>
    <w:basedOn w:val="Odstavecseseznamem"/>
    <w:next w:val="Normln"/>
    <w:link w:val="OdrkyaChar"/>
    <w:rsid w:val="0080280F"/>
    <w:pPr>
      <w:numPr>
        <w:numId w:val="8"/>
      </w:numPr>
      <w:spacing w:after="120" w:line="360" w:lineRule="auto"/>
    </w:pPr>
    <w:rPr>
      <w:rFonts w:cs="Arial"/>
    </w:rPr>
  </w:style>
  <w:style w:type="character" w:customStyle="1" w:styleId="OdrkyaChar">
    <w:name w:val="Odrážky_a) Char"/>
    <w:basedOn w:val="OdstavecseseznamemChar"/>
    <w:link w:val="Odrkya"/>
    <w:rsid w:val="0080280F"/>
    <w:rPr>
      <w:rFonts w:ascii="Segoe UI" w:hAnsi="Segoe UI" w:cs="Arial"/>
    </w:rPr>
  </w:style>
  <w:style w:type="paragraph" w:customStyle="1" w:styleId="Odrky1">
    <w:name w:val="Odrážky_1)"/>
    <w:basedOn w:val="Odrkya"/>
    <w:link w:val="Odrky1Char"/>
    <w:rsid w:val="00AE2AB1"/>
    <w:pPr>
      <w:numPr>
        <w:numId w:val="9"/>
      </w:numPr>
    </w:pPr>
  </w:style>
  <w:style w:type="character" w:customStyle="1" w:styleId="Odrky1Char">
    <w:name w:val="Odrážky_1) Char"/>
    <w:basedOn w:val="OdrkyaChar"/>
    <w:link w:val="Odrky1"/>
    <w:rsid w:val="00AE2AB1"/>
    <w:rPr>
      <w:rFonts w:ascii="Segoe UI" w:hAnsi="Segoe UI" w:cs="Arial"/>
    </w:rPr>
  </w:style>
  <w:style w:type="paragraph" w:customStyle="1" w:styleId="Odrkybod">
    <w:name w:val="Odrážky_bod"/>
    <w:basedOn w:val="Odstavecseseznamem"/>
    <w:link w:val="OdrkybodChar"/>
    <w:rsid w:val="00D5671B"/>
    <w:pPr>
      <w:numPr>
        <w:numId w:val="4"/>
      </w:numPr>
      <w:spacing w:after="120" w:line="360" w:lineRule="auto"/>
    </w:pPr>
    <w:rPr>
      <w:rFonts w:cs="Arial"/>
    </w:rPr>
  </w:style>
  <w:style w:type="character" w:customStyle="1" w:styleId="OdrkybodChar">
    <w:name w:val="Odrážky_bod Char"/>
    <w:basedOn w:val="OdstavecseseznamemChar"/>
    <w:link w:val="Odrkybod"/>
    <w:rsid w:val="00D5671B"/>
    <w:rPr>
      <w:rFonts w:ascii="Segoe UI" w:hAnsi="Segoe UI" w:cs="Arial"/>
    </w:rPr>
  </w:style>
  <w:style w:type="paragraph" w:customStyle="1" w:styleId="OdrkyI">
    <w:name w:val="Odrážky_I."/>
    <w:basedOn w:val="Odstavecseseznamem"/>
    <w:link w:val="OdrkyIChar"/>
    <w:rsid w:val="00D5671B"/>
    <w:pPr>
      <w:numPr>
        <w:numId w:val="3"/>
      </w:numPr>
      <w:spacing w:after="120" w:line="360" w:lineRule="auto"/>
    </w:pPr>
    <w:rPr>
      <w:rFonts w:cs="Arial"/>
    </w:rPr>
  </w:style>
  <w:style w:type="character" w:customStyle="1" w:styleId="OdrkyIChar">
    <w:name w:val="Odrážky_I. Char"/>
    <w:basedOn w:val="OdstavecseseznamemChar"/>
    <w:link w:val="OdrkyI"/>
    <w:rsid w:val="00D5671B"/>
    <w:rPr>
      <w:rFonts w:ascii="Segoe UI" w:hAnsi="Segoe UI" w:cs="Arial"/>
    </w:rPr>
  </w:style>
  <w:style w:type="paragraph" w:styleId="Obsah5">
    <w:name w:val="toc 5"/>
    <w:basedOn w:val="Normln"/>
    <w:next w:val="Normln"/>
    <w:autoRedefine/>
    <w:uiPriority w:val="39"/>
    <w:unhideWhenUsed/>
    <w:locked/>
    <w:rsid w:val="00190EED"/>
    <w:pPr>
      <w:spacing w:after="100" w:line="276" w:lineRule="auto"/>
      <w:ind w:left="880"/>
    </w:pPr>
    <w:rPr>
      <w:rFonts w:eastAsiaTheme="minorEastAsia"/>
      <w:lang w:eastAsia="cs-CZ"/>
    </w:rPr>
  </w:style>
  <w:style w:type="paragraph" w:styleId="Obsah6">
    <w:name w:val="toc 6"/>
    <w:basedOn w:val="Normln"/>
    <w:next w:val="Normln"/>
    <w:autoRedefine/>
    <w:uiPriority w:val="39"/>
    <w:unhideWhenUsed/>
    <w:locked/>
    <w:rsid w:val="00A13CEF"/>
    <w:pPr>
      <w:spacing w:after="100" w:line="276" w:lineRule="auto"/>
      <w:ind w:left="1100"/>
    </w:pPr>
    <w:rPr>
      <w:rFonts w:asciiTheme="minorHAnsi" w:eastAsiaTheme="minorEastAsia" w:hAnsiTheme="minorHAnsi"/>
      <w:sz w:val="22"/>
      <w:lang w:eastAsia="cs-CZ"/>
    </w:rPr>
  </w:style>
  <w:style w:type="paragraph" w:styleId="Obsah7">
    <w:name w:val="toc 7"/>
    <w:basedOn w:val="Normln"/>
    <w:next w:val="Normln"/>
    <w:autoRedefine/>
    <w:uiPriority w:val="39"/>
    <w:unhideWhenUsed/>
    <w:locked/>
    <w:rsid w:val="00A13CEF"/>
    <w:pPr>
      <w:spacing w:after="100" w:line="276" w:lineRule="auto"/>
      <w:ind w:left="1320"/>
    </w:pPr>
    <w:rPr>
      <w:rFonts w:asciiTheme="minorHAnsi" w:eastAsiaTheme="minorEastAsia" w:hAnsiTheme="minorHAnsi"/>
      <w:sz w:val="22"/>
      <w:lang w:eastAsia="cs-CZ"/>
    </w:rPr>
  </w:style>
  <w:style w:type="paragraph" w:styleId="Obsah8">
    <w:name w:val="toc 8"/>
    <w:basedOn w:val="Normln"/>
    <w:next w:val="Normln"/>
    <w:autoRedefine/>
    <w:uiPriority w:val="39"/>
    <w:unhideWhenUsed/>
    <w:locked/>
    <w:rsid w:val="00A13CEF"/>
    <w:pPr>
      <w:spacing w:after="100" w:line="276" w:lineRule="auto"/>
      <w:ind w:left="1540"/>
    </w:pPr>
    <w:rPr>
      <w:rFonts w:asciiTheme="minorHAnsi" w:eastAsiaTheme="minorEastAsia" w:hAnsiTheme="minorHAnsi"/>
      <w:sz w:val="22"/>
      <w:lang w:eastAsia="cs-CZ"/>
    </w:rPr>
  </w:style>
  <w:style w:type="paragraph" w:styleId="Obsah9">
    <w:name w:val="toc 9"/>
    <w:basedOn w:val="Normln"/>
    <w:next w:val="Normln"/>
    <w:autoRedefine/>
    <w:uiPriority w:val="39"/>
    <w:unhideWhenUsed/>
    <w:locked/>
    <w:rsid w:val="00A13CEF"/>
    <w:pPr>
      <w:spacing w:after="100" w:line="276" w:lineRule="auto"/>
      <w:ind w:left="1760"/>
    </w:pPr>
    <w:rPr>
      <w:rFonts w:asciiTheme="minorHAnsi" w:eastAsiaTheme="minorEastAsia" w:hAnsiTheme="minorHAnsi"/>
      <w:sz w:val="22"/>
      <w:lang w:eastAsia="cs-CZ"/>
    </w:rPr>
  </w:style>
  <w:style w:type="paragraph" w:customStyle="1" w:styleId="OM-nadpis3bezslovn">
    <w:name w:val="OM - nadpis 3 bez číslování"/>
    <w:basedOn w:val="Normln"/>
    <w:next w:val="Normln"/>
    <w:link w:val="OM-nadpis3bezslovnChar"/>
    <w:rsid w:val="002B5408"/>
    <w:pPr>
      <w:pageBreakBefore/>
      <w:outlineLvl w:val="1"/>
    </w:pPr>
    <w:rPr>
      <w:sz w:val="24"/>
      <w:szCs w:val="24"/>
      <w:u w:val="single"/>
    </w:rPr>
  </w:style>
  <w:style w:type="character" w:customStyle="1" w:styleId="OM-nadpis3bezslovnChar">
    <w:name w:val="OM - nadpis 3 bez číslování Char"/>
    <w:basedOn w:val="Standardnpsmoodstavce"/>
    <w:link w:val="OM-nadpis3bezslovn"/>
    <w:rsid w:val="002B5408"/>
    <w:rPr>
      <w:sz w:val="24"/>
      <w:szCs w:val="24"/>
      <w:u w:val="single"/>
    </w:rPr>
  </w:style>
  <w:style w:type="character" w:styleId="Sledovanodkaz">
    <w:name w:val="FollowedHyperlink"/>
    <w:basedOn w:val="Standardnpsmoodstavce"/>
    <w:uiPriority w:val="99"/>
    <w:semiHidden/>
    <w:unhideWhenUsed/>
    <w:locked/>
    <w:rsid w:val="008479CA"/>
    <w:rPr>
      <w:color w:val="800080" w:themeColor="followedHyperlink"/>
      <w:u w:val="single"/>
    </w:rPr>
  </w:style>
  <w:style w:type="paragraph" w:customStyle="1" w:styleId="Ploha">
    <w:name w:val="Příloha"/>
    <w:basedOn w:val="Normln"/>
    <w:next w:val="Normln"/>
    <w:qFormat/>
    <w:rsid w:val="00B714A5"/>
    <w:pPr>
      <w:keepNext/>
      <w:spacing w:after="360"/>
      <w:outlineLvl w:val="0"/>
    </w:pPr>
    <w:rPr>
      <w:b/>
      <w:caps/>
      <w:sz w:val="24"/>
    </w:rPr>
  </w:style>
  <w:style w:type="paragraph" w:customStyle="1" w:styleId="Ploha1">
    <w:name w:val="Příloha 1"/>
    <w:basedOn w:val="Normln"/>
    <w:next w:val="Normln"/>
    <w:qFormat/>
    <w:rsid w:val="00FA1176"/>
    <w:pPr>
      <w:keepNext/>
      <w:numPr>
        <w:numId w:val="12"/>
      </w:numPr>
      <w:spacing w:before="360" w:after="240"/>
      <w:outlineLvl w:val="1"/>
    </w:pPr>
    <w:rPr>
      <w:b/>
      <w:caps/>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locked/>
    <w:rsid w:val="001B29AB"/>
    <w:pPr>
      <w:autoSpaceDE w:val="0"/>
      <w:autoSpaceDN w:val="0"/>
      <w:adjustRightInd w:val="0"/>
    </w:pPr>
    <w:rPr>
      <w:rFonts w:ascii="Times New Roman" w:eastAsia="Times New Roman" w:hAnsi="Times New Roman" w:cs="Times New Roman"/>
      <w:sz w:val="24"/>
      <w:szCs w:val="24"/>
      <w:lang w:eastAsia="cs-CZ"/>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1B29AB"/>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1B29AB"/>
  </w:style>
  <w:style w:type="paragraph" w:styleId="Zkladntext2">
    <w:name w:val="Body Text 2"/>
    <w:basedOn w:val="Normln"/>
    <w:link w:val="Zkladntext2Char"/>
    <w:uiPriority w:val="99"/>
    <w:locked/>
    <w:rsid w:val="001B29AB"/>
    <w:pPr>
      <w:spacing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1B29AB"/>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432369"/>
    <w:pPr>
      <w:numPr>
        <w:ilvl w:val="4"/>
        <w:numId w:val="10"/>
      </w:numPr>
      <w:tabs>
        <w:tab w:val="left" w:pos="540"/>
      </w:tabs>
      <w:suppressAutoHyphens/>
      <w:spacing w:before="120" w:line="264" w:lineRule="auto"/>
      <w:jc w:val="both"/>
    </w:pPr>
    <w:rPr>
      <w:rFonts w:ascii="Segoe UI" w:eastAsia="Times New Roman" w:hAnsi="Segoe UI" w:cs="Arial"/>
      <w:lang w:eastAsia="cs-CZ"/>
    </w:rPr>
  </w:style>
  <w:style w:type="character" w:customStyle="1" w:styleId="OdrkyChar">
    <w:name w:val="Odrážky Char"/>
    <w:basedOn w:val="Standardnpsmoodstavce"/>
    <w:link w:val="Odrky"/>
    <w:rsid w:val="00432369"/>
    <w:rPr>
      <w:rFonts w:ascii="Segoe UI" w:eastAsia="Times New Roman" w:hAnsi="Segoe UI" w:cs="Arial"/>
      <w:lang w:eastAsia="cs-CZ"/>
    </w:rPr>
  </w:style>
  <w:style w:type="paragraph" w:customStyle="1" w:styleId="NormlnOdrky">
    <w:name w:val="Normílní Odrážky"/>
    <w:basedOn w:val="Normln"/>
    <w:link w:val="NormlnOdrkyChar"/>
    <w:uiPriority w:val="99"/>
    <w:rsid w:val="001630B7"/>
    <w:pPr>
      <w:tabs>
        <w:tab w:val="left" w:pos="624"/>
      </w:tabs>
      <w:suppressAutoHyphens/>
      <w:spacing w:before="20"/>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1630B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0367AE"/>
    <w:pPr>
      <w:numPr>
        <w:ilvl w:val="4"/>
        <w:numId w:val="5"/>
      </w:numPr>
    </w:pPr>
    <w:rPr>
      <w:i/>
    </w:rPr>
  </w:style>
  <w:style w:type="character" w:customStyle="1" w:styleId="OM-nadpis5Char">
    <w:name w:val="OM - nadpis 5 Char"/>
    <w:basedOn w:val="Standardnpsmoodstavce"/>
    <w:link w:val="OM-nadpis5"/>
    <w:rsid w:val="000367AE"/>
    <w:rPr>
      <w:i/>
    </w:rPr>
  </w:style>
  <w:style w:type="paragraph" w:customStyle="1" w:styleId="Ploha11">
    <w:name w:val="Příloha 1.1"/>
    <w:basedOn w:val="Normln"/>
    <w:next w:val="Normln"/>
    <w:link w:val="Ploha11Char"/>
    <w:qFormat/>
    <w:rsid w:val="00FA1176"/>
    <w:pPr>
      <w:numPr>
        <w:ilvl w:val="1"/>
        <w:numId w:val="12"/>
      </w:numPr>
      <w:spacing w:before="120"/>
      <w:ind w:left="578" w:hanging="578"/>
      <w:jc w:val="both"/>
    </w:pPr>
  </w:style>
  <w:style w:type="character" w:customStyle="1" w:styleId="Ploha11Char">
    <w:name w:val="Příloha 1.1 Char"/>
    <w:basedOn w:val="Standardnpsmoodstavce"/>
    <w:link w:val="Ploha11"/>
    <w:rsid w:val="00FA1176"/>
  </w:style>
  <w:style w:type="paragraph" w:customStyle="1" w:styleId="Plohaa">
    <w:name w:val="Příloha a"/>
    <w:basedOn w:val="Normln"/>
    <w:next w:val="Normln"/>
    <w:link w:val="PlohaaChar"/>
    <w:qFormat/>
    <w:rsid w:val="00442EAC"/>
    <w:pPr>
      <w:numPr>
        <w:numId w:val="11"/>
      </w:numPr>
      <w:spacing w:before="120"/>
      <w:ind w:left="567" w:firstLine="0"/>
      <w:jc w:val="both"/>
    </w:pPr>
  </w:style>
  <w:style w:type="character" w:customStyle="1" w:styleId="PlohaaChar">
    <w:name w:val="Příloha a Char"/>
    <w:basedOn w:val="Standardnpsmoodstavce"/>
    <w:link w:val="Plohaa"/>
    <w:rsid w:val="00442EAC"/>
  </w:style>
  <w:style w:type="paragraph" w:styleId="Textvysvtlivek">
    <w:name w:val="endnote text"/>
    <w:basedOn w:val="Normln"/>
    <w:link w:val="TextvysvtlivekChar"/>
    <w:uiPriority w:val="99"/>
    <w:semiHidden/>
    <w:unhideWhenUsed/>
    <w:rsid w:val="00FF03D7"/>
  </w:style>
  <w:style w:type="character" w:customStyle="1" w:styleId="TextvysvtlivekChar">
    <w:name w:val="Text vysvětlivek Char"/>
    <w:basedOn w:val="Standardnpsmoodstavce"/>
    <w:link w:val="Textvysvtlivek"/>
    <w:uiPriority w:val="99"/>
    <w:semiHidden/>
    <w:rsid w:val="00FF03D7"/>
    <w:rPr>
      <w:szCs w:val="20"/>
    </w:rPr>
  </w:style>
  <w:style w:type="character" w:styleId="Odkaznavysvtlivky">
    <w:name w:val="endnote reference"/>
    <w:basedOn w:val="Standardnpsmoodstavce"/>
    <w:uiPriority w:val="99"/>
    <w:semiHidden/>
    <w:unhideWhenUsed/>
    <w:locked/>
    <w:rsid w:val="00FF03D7"/>
    <w:rPr>
      <w:vertAlign w:val="superscript"/>
    </w:rPr>
  </w:style>
  <w:style w:type="paragraph" w:customStyle="1" w:styleId="Odrkykrouek">
    <w:name w:val="Odrážky_kroužek"/>
    <w:basedOn w:val="Odrkybod"/>
    <w:link w:val="OdrkykrouekChar"/>
    <w:rsid w:val="004F7677"/>
    <w:pPr>
      <w:numPr>
        <w:ilvl w:val="1"/>
      </w:numPr>
    </w:pPr>
  </w:style>
  <w:style w:type="character" w:customStyle="1" w:styleId="OdrkykrouekChar">
    <w:name w:val="Odrážky_kroužek Char"/>
    <w:basedOn w:val="OdrkybodChar"/>
    <w:link w:val="Odrkykrouek"/>
    <w:rsid w:val="004F7677"/>
    <w:rPr>
      <w:rFonts w:ascii="Segoe UI" w:hAnsi="Segoe UI" w:cs="Arial"/>
    </w:rPr>
  </w:style>
  <w:style w:type="paragraph" w:customStyle="1" w:styleId="Odrky10">
    <w:name w:val="Odrážky_1)_0ř"/>
    <w:basedOn w:val="Odrky1"/>
    <w:next w:val="Normln"/>
    <w:link w:val="Odrky10Char"/>
    <w:rsid w:val="009F3E14"/>
    <w:pPr>
      <w:numPr>
        <w:numId w:val="6"/>
      </w:numPr>
      <w:spacing w:line="240" w:lineRule="auto"/>
    </w:pPr>
  </w:style>
  <w:style w:type="character" w:customStyle="1" w:styleId="Odrky10Char">
    <w:name w:val="Odrážky_1)_0ř Char"/>
    <w:basedOn w:val="Odrky1Char"/>
    <w:link w:val="Odrky10"/>
    <w:rsid w:val="009F3E14"/>
    <w:rPr>
      <w:rFonts w:ascii="Segoe UI" w:hAnsi="Segoe UI" w:cs="Arial"/>
    </w:rPr>
  </w:style>
  <w:style w:type="paragraph" w:customStyle="1" w:styleId="Odrkya0">
    <w:name w:val="Odrážky_a)_0ř"/>
    <w:basedOn w:val="Odrkya"/>
    <w:next w:val="Normln"/>
    <w:link w:val="Odrkya0Char"/>
    <w:rsid w:val="00A537E6"/>
    <w:pPr>
      <w:numPr>
        <w:numId w:val="7"/>
      </w:numPr>
      <w:spacing w:line="240" w:lineRule="auto"/>
      <w:ind w:left="993" w:hanging="284"/>
    </w:pPr>
  </w:style>
  <w:style w:type="character" w:customStyle="1" w:styleId="Odrkya0Char">
    <w:name w:val="Odrážky_a)_0ř Char"/>
    <w:basedOn w:val="OdrkyaChar"/>
    <w:link w:val="Odrkya0"/>
    <w:rsid w:val="00A537E6"/>
    <w:rPr>
      <w:rFonts w:ascii="Segoe UI" w:hAnsi="Segoe UI" w:cs="Arial"/>
    </w:rPr>
  </w:style>
  <w:style w:type="paragraph" w:customStyle="1" w:styleId="OdrkyI0">
    <w:name w:val="Odrážky_I._0ř"/>
    <w:basedOn w:val="OdrkyI"/>
    <w:next w:val="Normln"/>
    <w:link w:val="OdrkyI0Char"/>
    <w:rsid w:val="006C4A40"/>
    <w:pPr>
      <w:spacing w:line="240" w:lineRule="auto"/>
      <w:ind w:hanging="181"/>
    </w:pPr>
  </w:style>
  <w:style w:type="character" w:customStyle="1" w:styleId="OdrkyI0Char">
    <w:name w:val="Odrážky_I._0ř Char"/>
    <w:basedOn w:val="OdrkyIChar"/>
    <w:link w:val="OdrkyI0"/>
    <w:rsid w:val="006C4A40"/>
    <w:rPr>
      <w:rFonts w:ascii="Segoe UI" w:hAnsi="Segoe UI" w:cs="Arial"/>
    </w:rPr>
  </w:style>
  <w:style w:type="paragraph" w:customStyle="1" w:styleId="Revize1">
    <w:name w:val="Revize1"/>
    <w:hidden/>
    <w:rsid w:val="000039CC"/>
    <w:pPr>
      <w:spacing w:after="0" w:line="240" w:lineRule="auto"/>
    </w:pPr>
    <w:rPr>
      <w:rFonts w:ascii="Calibri" w:eastAsia="Times New Roman" w:hAnsi="Calibri" w:cs="Times New Roman"/>
      <w:sz w:val="22"/>
    </w:rPr>
  </w:style>
  <w:style w:type="paragraph" w:customStyle="1" w:styleId="Odstavecseseznamem1">
    <w:name w:val="Odstavec se seznamem1"/>
    <w:basedOn w:val="Normln"/>
    <w:rsid w:val="000039CC"/>
    <w:pPr>
      <w:spacing w:after="200" w:line="276" w:lineRule="auto"/>
      <w:ind w:left="720"/>
      <w:contextualSpacing/>
    </w:pPr>
    <w:rPr>
      <w:rFonts w:ascii="Calibri" w:eastAsia="Times New Roman" w:hAnsi="Calibri" w:cs="Times New Roman"/>
      <w:sz w:val="22"/>
    </w:rPr>
  </w:style>
  <w:style w:type="character" w:customStyle="1" w:styleId="RozloendokumentuChar">
    <w:name w:val="Rozložení dokumentu Char"/>
    <w:basedOn w:val="Standardnpsmoodstavce"/>
    <w:link w:val="Rozloendokumentu"/>
    <w:semiHidden/>
    <w:rsid w:val="000039CC"/>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locked/>
    <w:rsid w:val="000039CC"/>
    <w:pPr>
      <w:spacing w:after="200" w:line="276" w:lineRule="auto"/>
    </w:pPr>
    <w:rPr>
      <w:rFonts w:ascii="Lucida Grande" w:eastAsia="Times New Roman" w:hAnsi="Lucida Grande" w:cs="Times New Roman"/>
      <w:sz w:val="24"/>
    </w:rPr>
  </w:style>
  <w:style w:type="paragraph" w:customStyle="1" w:styleId="OMPlohy111-P">
    <w:name w:val="OM_Přílohy1.1.1-P"/>
    <w:basedOn w:val="Ploha11"/>
    <w:next w:val="Normln"/>
    <w:link w:val="OMPlohy111-PChar"/>
    <w:rsid w:val="00E01EB4"/>
    <w:pPr>
      <w:ind w:left="709" w:hanging="709"/>
      <w:outlineLvl w:val="2"/>
    </w:pPr>
    <w:rPr>
      <w:b/>
    </w:rPr>
  </w:style>
  <w:style w:type="character" w:customStyle="1" w:styleId="OMPlohy111-PChar">
    <w:name w:val="OM_Přílohy1.1.1-P Char"/>
    <w:basedOn w:val="Ploha11Char"/>
    <w:link w:val="OMPlohy111-P"/>
    <w:rsid w:val="00E01EB4"/>
    <w:rPr>
      <w:b/>
    </w:rPr>
  </w:style>
  <w:style w:type="character" w:styleId="slostrnky">
    <w:name w:val="page number"/>
    <w:basedOn w:val="Standardnpsmoodstavce"/>
    <w:locked/>
    <w:rsid w:val="009B0C63"/>
  </w:style>
  <w:style w:type="paragraph" w:styleId="slovanseznam">
    <w:name w:val="List Number"/>
    <w:basedOn w:val="Normln"/>
    <w:uiPriority w:val="99"/>
    <w:unhideWhenUsed/>
    <w:qFormat/>
    <w:locked/>
    <w:rsid w:val="002323F3"/>
    <w:pPr>
      <w:numPr>
        <w:ilvl w:val="3"/>
        <w:numId w:val="10"/>
      </w:numPr>
      <w:spacing w:before="120" w:line="264" w:lineRule="auto"/>
      <w:ind w:left="1135" w:hanging="284"/>
      <w:jc w:val="both"/>
    </w:pPr>
    <w:rPr>
      <w:rFonts w:ascii="Segoe UI" w:hAnsi="Segoe UI"/>
    </w:rPr>
  </w:style>
  <w:style w:type="paragraph" w:styleId="Rejstk1">
    <w:name w:val="index 1"/>
    <w:basedOn w:val="Normln"/>
    <w:next w:val="Normln"/>
    <w:autoRedefine/>
    <w:uiPriority w:val="99"/>
    <w:unhideWhenUsed/>
    <w:qFormat/>
    <w:locked/>
    <w:rsid w:val="00B568FE"/>
    <w:pPr>
      <w:spacing w:after="120" w:line="264" w:lineRule="auto"/>
      <w:jc w:val="both"/>
    </w:pPr>
    <w:rPr>
      <w:rFonts w:ascii="Segoe UI" w:hAnsi="Segoe UI" w:cs="Segoe UI"/>
      <w:b/>
      <w:caps/>
      <w:sz w:val="24"/>
      <w:szCs w:val="24"/>
    </w:rPr>
  </w:style>
  <w:style w:type="paragraph" w:customStyle="1" w:styleId="Default">
    <w:name w:val="Default"/>
    <w:rsid w:val="00640F44"/>
    <w:pPr>
      <w:autoSpaceDE w:val="0"/>
      <w:autoSpaceDN w:val="0"/>
      <w:adjustRightInd w:val="0"/>
      <w:spacing w:after="0" w:line="240" w:lineRule="auto"/>
    </w:pPr>
    <w:rPr>
      <w:rFonts w:cs="Arial"/>
      <w:color w:val="000000"/>
      <w:sz w:val="24"/>
      <w:szCs w:val="24"/>
    </w:rPr>
  </w:style>
  <w:style w:type="paragraph" w:customStyle="1" w:styleId="10-bodytext">
    <w:name w:val="10-bodytext"/>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07-i">
    <w:name w:val="07-i"/>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locked/>
    <w:rsid w:val="00F23BB3"/>
    <w:pPr>
      <w:spacing w:before="600" w:after="360"/>
    </w:pPr>
    <w:rPr>
      <w:b/>
      <w:caps/>
    </w:rPr>
  </w:style>
  <w:style w:type="paragraph" w:styleId="Rejstk3">
    <w:name w:val="index 3"/>
    <w:basedOn w:val="Normln"/>
    <w:next w:val="Normln"/>
    <w:autoRedefine/>
    <w:uiPriority w:val="99"/>
    <w:unhideWhenUsed/>
    <w:locked/>
    <w:rsid w:val="00F23BB3"/>
    <w:pPr>
      <w:jc w:val="both"/>
    </w:pPr>
  </w:style>
  <w:style w:type="paragraph" w:customStyle="1" w:styleId="NadpisBL">
    <w:name w:val="Nadpis BÍLÁ"/>
    <w:link w:val="NadpisBLChar"/>
    <w:rsid w:val="00F772B6"/>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F772B6"/>
    <w:rPr>
      <w:rFonts w:ascii="Segoe UI" w:eastAsia="Times New Roman" w:hAnsi="Segoe UI" w:cs="Times New Roman"/>
      <w:b/>
      <w:caps/>
      <w:color w:val="FFFFFF"/>
      <w:sz w:val="36"/>
      <w:szCs w:val="36"/>
      <w:lang w:eastAsia="cs-CZ"/>
    </w:rPr>
  </w:style>
  <w:style w:type="paragraph" w:styleId="Podtitul">
    <w:name w:val="Subtitle"/>
    <w:basedOn w:val="Normln"/>
    <w:next w:val="Normln"/>
    <w:link w:val="PodtitulChar"/>
    <w:qFormat/>
    <w:locked/>
    <w:rsid w:val="00802CE7"/>
    <w:pPr>
      <w:numPr>
        <w:ilvl w:val="1"/>
      </w:numPr>
    </w:pPr>
    <w:rPr>
      <w:rFonts w:ascii="Segoe UI" w:eastAsiaTheme="minorEastAsia" w:hAnsi="Segoe UI"/>
      <w:b/>
      <w:szCs w:val="22"/>
    </w:rPr>
  </w:style>
  <w:style w:type="character" w:customStyle="1" w:styleId="PodtitulChar">
    <w:name w:val="Podtitul Char"/>
    <w:basedOn w:val="Standardnpsmoodstavce"/>
    <w:link w:val="Podtitul"/>
    <w:rsid w:val="00802CE7"/>
    <w:rPr>
      <w:rFonts w:ascii="Segoe UI" w:eastAsiaTheme="minorEastAsia" w:hAnsi="Segoe UI"/>
      <w:b/>
      <w:szCs w:val="22"/>
    </w:rPr>
  </w:style>
  <w:style w:type="table" w:customStyle="1" w:styleId="Mkatabulky4">
    <w:name w:val="Mřížka tabulky4"/>
    <w:basedOn w:val="Normlntabulka"/>
    <w:next w:val="Mkatabulky"/>
    <w:uiPriority w:val="59"/>
    <w:rsid w:val="00802CE7"/>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802CE7"/>
    <w:pPr>
      <w:keepNext w:val="0"/>
      <w:keepLines w:val="0"/>
      <w:numPr>
        <w:ilvl w:val="0"/>
        <w:numId w:val="17"/>
      </w:numPr>
      <w:spacing w:before="120" w:line="288" w:lineRule="auto"/>
      <w:ind w:left="576" w:hanging="576"/>
    </w:pPr>
    <w:rPr>
      <w:rFonts w:eastAsia="Times New Roman" w:cs="Times New Roman"/>
      <w:b w:val="0"/>
      <w:bCs w:val="0"/>
      <w:iCs w:val="0"/>
      <w:caps w:val="0"/>
      <w:lang w:eastAsia="cs-CZ"/>
    </w:rPr>
  </w:style>
  <w:style w:type="character" w:customStyle="1" w:styleId="Podtitul11Char">
    <w:name w:val="Podtitul 1.1 Char"/>
    <w:link w:val="Podtitul11"/>
    <w:rsid w:val="00802CE7"/>
    <w:rPr>
      <w:rFonts w:ascii="Segoe UI" w:eastAsia="Times New Roman" w:hAnsi="Segoe UI" w:cs="Times New Roman"/>
      <w:lang w:eastAsia="cs-CZ"/>
    </w:rPr>
  </w:style>
  <w:style w:type="paragraph" w:styleId="Bezmezer">
    <w:name w:val="No Spacing"/>
    <w:uiPriority w:val="1"/>
    <w:qFormat/>
    <w:rsid w:val="00802CE7"/>
    <w:pPr>
      <w:spacing w:after="0" w:line="264" w:lineRule="auto"/>
      <w:jc w:val="both"/>
    </w:pPr>
    <w:rPr>
      <w:rFonts w:ascii="Segoe UI" w:hAnsi="Segoe UI"/>
      <w:szCs w:val="22"/>
    </w:rPr>
  </w:style>
  <w:style w:type="paragraph" w:customStyle="1" w:styleId="podpisra">
    <w:name w:val="podpis čára"/>
    <w:basedOn w:val="Normln"/>
    <w:rsid w:val="00802CE7"/>
    <w:pPr>
      <w:tabs>
        <w:tab w:val="right" w:leader="dot" w:pos="3969"/>
        <w:tab w:val="right" w:pos="5103"/>
        <w:tab w:val="right" w:leader="dot" w:pos="9072"/>
      </w:tabs>
      <w:spacing w:line="288" w:lineRule="auto"/>
    </w:pPr>
    <w:rPr>
      <w:rFonts w:ascii="Segoe UI" w:eastAsia="Times New Roman" w:hAnsi="Segoe UI" w:cs="Times New Roman"/>
      <w:lang w:eastAsia="cs-CZ"/>
    </w:rPr>
  </w:style>
  <w:style w:type="character" w:customStyle="1" w:styleId="fontstyle01">
    <w:name w:val="fontstyle01"/>
    <w:basedOn w:val="Standardnpsmoodstavce"/>
    <w:rsid w:val="00802CE7"/>
    <w:rPr>
      <w:rFonts w:ascii="SegoeUI" w:hAnsi="SegoeUI" w:hint="default"/>
      <w:b w:val="0"/>
      <w:bCs w:val="0"/>
      <w:i w:val="0"/>
      <w:iCs w:val="0"/>
      <w:color w:val="000000"/>
      <w:sz w:val="22"/>
      <w:szCs w:val="22"/>
    </w:rPr>
  </w:style>
  <w:style w:type="paragraph" w:customStyle="1" w:styleId="Mezititulek">
    <w:name w:val="Mezititulek"/>
    <w:basedOn w:val="Normln"/>
    <w:link w:val="MezititulekChar"/>
    <w:qFormat/>
    <w:rsid w:val="00DE2DA4"/>
    <w:pPr>
      <w:keepNext/>
      <w:spacing w:before="240" w:after="120" w:line="264" w:lineRule="auto"/>
      <w:jc w:val="both"/>
    </w:pPr>
    <w:rPr>
      <w:rFonts w:ascii="Segoe UI" w:eastAsia="Calibri" w:hAnsi="Segoe UI" w:cs="Segoe UI"/>
      <w:b/>
    </w:rPr>
  </w:style>
  <w:style w:type="character" w:customStyle="1" w:styleId="MezititulekChar">
    <w:name w:val="Mezititulek Char"/>
    <w:link w:val="Mezititulek"/>
    <w:rsid w:val="00DE2DA4"/>
    <w:rPr>
      <w:rFonts w:ascii="Segoe UI" w:eastAsia="Calibri" w:hAnsi="Segoe UI" w:cs="Segoe UI"/>
      <w:b/>
    </w:rPr>
  </w:style>
  <w:style w:type="character" w:customStyle="1" w:styleId="UnresolvedMention">
    <w:name w:val="Unresolved Mention"/>
    <w:basedOn w:val="Standardnpsmoodstavce"/>
    <w:uiPriority w:val="99"/>
    <w:semiHidden/>
    <w:unhideWhenUsed/>
    <w:rsid w:val="00CE1C45"/>
    <w:rPr>
      <w:color w:val="605E5C"/>
      <w:shd w:val="clear" w:color="auto" w:fill="E1DFDD"/>
    </w:rPr>
  </w:style>
  <w:style w:type="character" w:customStyle="1" w:styleId="ui-provider">
    <w:name w:val="ui-provider"/>
    <w:basedOn w:val="Standardnpsmoodstavce"/>
    <w:rsid w:val="00F718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842469">
      <w:bodyDiv w:val="1"/>
      <w:marLeft w:val="0"/>
      <w:marRight w:val="0"/>
      <w:marTop w:val="0"/>
      <w:marBottom w:val="0"/>
      <w:divBdr>
        <w:top w:val="none" w:sz="0" w:space="0" w:color="auto"/>
        <w:left w:val="none" w:sz="0" w:space="0" w:color="auto"/>
        <w:bottom w:val="none" w:sz="0" w:space="0" w:color="auto"/>
        <w:right w:val="none" w:sz="0" w:space="0" w:color="auto"/>
      </w:divBdr>
    </w:div>
    <w:div w:id="845903465">
      <w:bodyDiv w:val="1"/>
      <w:marLeft w:val="0"/>
      <w:marRight w:val="0"/>
      <w:marTop w:val="0"/>
      <w:marBottom w:val="0"/>
      <w:divBdr>
        <w:top w:val="none" w:sz="0" w:space="0" w:color="auto"/>
        <w:left w:val="none" w:sz="0" w:space="0" w:color="auto"/>
        <w:bottom w:val="none" w:sz="0" w:space="0" w:color="auto"/>
        <w:right w:val="none" w:sz="0" w:space="0" w:color="auto"/>
      </w:divBdr>
    </w:div>
    <w:div w:id="944851229">
      <w:bodyDiv w:val="1"/>
      <w:marLeft w:val="0"/>
      <w:marRight w:val="0"/>
      <w:marTop w:val="0"/>
      <w:marBottom w:val="0"/>
      <w:divBdr>
        <w:top w:val="none" w:sz="0" w:space="0" w:color="auto"/>
        <w:left w:val="none" w:sz="0" w:space="0" w:color="auto"/>
        <w:bottom w:val="none" w:sz="0" w:space="0" w:color="auto"/>
        <w:right w:val="none" w:sz="0" w:space="0" w:color="auto"/>
      </w:divBdr>
    </w:div>
    <w:div w:id="191242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B605F53EF27CA40A6F2F968F4A1E48F" ma:contentTypeVersion="6" ma:contentTypeDescription="Vytvoří nový dokument" ma:contentTypeScope="" ma:versionID="b9542459d783bfda8ede010a205874d7">
  <xsd:schema xmlns:xsd="http://www.w3.org/2001/XMLSchema" xmlns:xs="http://www.w3.org/2001/XMLSchema" xmlns:p="http://schemas.microsoft.com/office/2006/metadata/properties" xmlns:ns2="d101b0de-0b67-4d97-ae3e-b3d6b6543c22" xmlns:ns3="58d02298-c901-4e3d-8dc7-53d95fa3e6a5" targetNamespace="http://schemas.microsoft.com/office/2006/metadata/properties" ma:root="true" ma:fieldsID="d97c6a3e82b6b730cc8dadfc6808365f" ns2:_="" ns3:_="">
    <xsd:import namespace="d101b0de-0b67-4d97-ae3e-b3d6b6543c22"/>
    <xsd:import namespace="58d02298-c901-4e3d-8dc7-53d95fa3e6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01b0de-0b67-4d97-ae3e-b3d6b6543c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8d02298-c901-4e3d-8dc7-53d95fa3e6a5"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4430D-BFED-4ACA-920A-D67FA2DAAA2C}">
  <ds:schemaRefs>
    <ds:schemaRef ds:uri="http://schemas.microsoft.com/sharepoint/v3/contenttype/forms"/>
  </ds:schemaRefs>
</ds:datastoreItem>
</file>

<file path=customXml/itemProps2.xml><?xml version="1.0" encoding="utf-8"?>
<ds:datastoreItem xmlns:ds="http://schemas.openxmlformats.org/officeDocument/2006/customXml" ds:itemID="{4D7673DB-CA00-46A5-AD8E-4040752D06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01b0de-0b67-4d97-ae3e-b3d6b6543c22"/>
    <ds:schemaRef ds:uri="58d02298-c901-4e3d-8dc7-53d95fa3e6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ED7927-3089-49A6-9542-33D6EDBA714A}">
  <ds:schemaRefs>
    <ds:schemaRef ds:uri="http://purl.org/dc/elements/1.1/"/>
    <ds:schemaRef ds:uri="http://schemas.microsoft.com/office/2006/metadata/properties"/>
    <ds:schemaRef ds:uri="d101b0de-0b67-4d97-ae3e-b3d6b6543c2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8d02298-c901-4e3d-8dc7-53d95fa3e6a5"/>
    <ds:schemaRef ds:uri="http://www.w3.org/XML/1998/namespace"/>
    <ds:schemaRef ds:uri="http://purl.org/dc/dcmitype/"/>
  </ds:schemaRefs>
</ds:datastoreItem>
</file>

<file path=customXml/itemProps4.xml><?xml version="1.0" encoding="utf-8"?>
<ds:datastoreItem xmlns:ds="http://schemas.openxmlformats.org/officeDocument/2006/customXml" ds:itemID="{15F3A0DB-DCB4-4D82-8FD1-CC5EE71EF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5591674D</Template>
  <TotalTime>3</TotalTime>
  <Pages>1</Pages>
  <Words>237</Words>
  <Characters>1399</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1633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Stantejsky Jakub</dc:creator>
  <cp:lastModifiedBy>Hečová Petra, Ing.</cp:lastModifiedBy>
  <cp:revision>3</cp:revision>
  <cp:lastPrinted>2014-12-18T09:05:00Z</cp:lastPrinted>
  <dcterms:created xsi:type="dcterms:W3CDTF">2025-09-01T11:59:00Z</dcterms:created>
  <dcterms:modified xsi:type="dcterms:W3CDTF">2025-09-02T05:16:00Z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0x0101000B605F53EF27CA40A6F2F968F4A1E48F</vt:lpwstr>
  </property>
</Properties>
</file>